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3BA1B9" w14:textId="0A500C1D" w:rsidR="00466946" w:rsidRDefault="00B137D5" w:rsidP="009A5F22">
      <w:pPr>
        <w:pStyle w:val="Heading1"/>
      </w:pPr>
      <w:r>
        <w:t>Light Emitting D</w:t>
      </w:r>
      <w:r w:rsidR="003A2E84">
        <w:t>iodes</w:t>
      </w:r>
    </w:p>
    <w:p w14:paraId="67B7DF1E" w14:textId="570FEC4D" w:rsidR="007A7D3A" w:rsidRDefault="007A7D3A" w:rsidP="006D0819">
      <w:pPr>
        <w:pStyle w:val="BodyText"/>
      </w:pPr>
      <w:r>
        <w:t xml:space="preserve">How does a </w:t>
      </w:r>
      <w:r w:rsidR="00B137D5">
        <w:t xml:space="preserve">light emitting </w:t>
      </w:r>
      <w:r>
        <w:t>diode</w:t>
      </w:r>
      <w:r w:rsidR="00B137D5">
        <w:t xml:space="preserve"> (LED)</w:t>
      </w:r>
      <w:r>
        <w:t xml:space="preserve"> respond when a voltage is applied to it</w:t>
      </w:r>
      <w:r w:rsidR="006D0819">
        <w:t>?</w:t>
      </w:r>
      <w:r>
        <w:t xml:space="preserve"> What happens to the current passing through the </w:t>
      </w:r>
      <w:r w:rsidR="00B137D5">
        <w:t>LED</w:t>
      </w:r>
      <w:r>
        <w:t xml:space="preserve"> if the voltage changes? What happens if the voltage is reversed? </w:t>
      </w:r>
      <w:r w:rsidR="00B137D5">
        <w:t xml:space="preserve">How does an LED's operation compare to an incandescent light bulb? </w:t>
      </w:r>
      <w:r>
        <w:t>Investigat</w:t>
      </w:r>
      <w:r w:rsidR="00B137D5">
        <w:t xml:space="preserve">e </w:t>
      </w:r>
      <w:r>
        <w:t xml:space="preserve">these questions using </w:t>
      </w:r>
      <w:r w:rsidR="00B137D5">
        <w:t>an LED</w:t>
      </w:r>
      <w:r>
        <w:t xml:space="preserve"> circuit with a variable voltage source.</w:t>
      </w:r>
    </w:p>
    <w:p w14:paraId="13F7627C" w14:textId="77777777" w:rsidR="00E04DF5" w:rsidRPr="00E04DF5" w:rsidRDefault="00E04DF5" w:rsidP="00E04DF5">
      <w:pPr>
        <w:pStyle w:val="SectionHead"/>
      </w:pPr>
      <w:r w:rsidRPr="00E04DF5">
        <w:t>Objectives</w:t>
      </w:r>
    </w:p>
    <w:p w14:paraId="6F4995E5" w14:textId="309BF3AB" w:rsidR="005067D4" w:rsidRDefault="007A7D3A" w:rsidP="00E04DF5">
      <w:pPr>
        <w:pStyle w:val="BulletedText"/>
      </w:pPr>
      <w:r>
        <w:t xml:space="preserve">Investigate </w:t>
      </w:r>
      <w:r w:rsidR="005067D4">
        <w:t xml:space="preserve">the characteristics of </w:t>
      </w:r>
      <w:r>
        <w:t>a</w:t>
      </w:r>
      <w:r w:rsidR="00B137D5">
        <w:t>n LED</w:t>
      </w:r>
      <w:r>
        <w:t xml:space="preserve"> </w:t>
      </w:r>
      <w:r w:rsidR="005067D4">
        <w:t xml:space="preserve">in a circuit </w:t>
      </w:r>
      <w:r>
        <w:t>using current and voltage sensors</w:t>
      </w:r>
      <w:r w:rsidR="005067D4">
        <w:t>.</w:t>
      </w:r>
      <w:r>
        <w:t xml:space="preserve"> </w:t>
      </w:r>
    </w:p>
    <w:p w14:paraId="1489F329" w14:textId="1A008681" w:rsidR="00E04DF5" w:rsidRDefault="005067D4" w:rsidP="00E04DF5">
      <w:pPr>
        <w:pStyle w:val="BulletedText"/>
      </w:pPr>
      <w:r>
        <w:t>Use the data and observations to</w:t>
      </w:r>
      <w:r w:rsidR="007A7D3A">
        <w:t xml:space="preserve"> describe </w:t>
      </w:r>
      <w:r w:rsidR="00B137D5">
        <w:t>the</w:t>
      </w:r>
      <w:r w:rsidR="007A7D3A">
        <w:t xml:space="preserve"> behavior</w:t>
      </w:r>
      <w:r w:rsidR="00B137D5">
        <w:t xml:space="preserve"> of an LED</w:t>
      </w:r>
      <w:r w:rsidR="007A7D3A">
        <w:t>.</w:t>
      </w:r>
    </w:p>
    <w:p w14:paraId="7BF85DF1" w14:textId="276DA77E" w:rsidR="00B137D5" w:rsidRPr="00E04DF5" w:rsidRDefault="00B137D5" w:rsidP="00E04DF5">
      <w:pPr>
        <w:pStyle w:val="BulletedText"/>
      </w:pPr>
      <w:r>
        <w:t>Make comparisons between the operating characteristics of an LED and an incandescent bulb.</w:t>
      </w:r>
    </w:p>
    <w:p w14:paraId="0B4223A5" w14:textId="331CDFE6" w:rsidR="008E7D83" w:rsidRPr="008E7D83" w:rsidRDefault="00F51B57" w:rsidP="007A7D3A">
      <w:pPr>
        <w:pStyle w:val="SectionHead"/>
      </w:pPr>
      <w:r>
        <w:t xml:space="preserve">Materials and </w:t>
      </w:r>
      <w:r w:rsidRPr="008C6EE7">
        <w:t>Equipment</w:t>
      </w:r>
    </w:p>
    <w:tbl>
      <w:tblPr>
        <w:tblW w:w="9245" w:type="dxa"/>
        <w:tblLayout w:type="fixed"/>
        <w:tblCellMar>
          <w:left w:w="115" w:type="dxa"/>
          <w:right w:w="115" w:type="dxa"/>
        </w:tblCellMar>
        <w:tblLook w:val="01E0" w:firstRow="1" w:lastRow="1" w:firstColumn="1" w:lastColumn="1" w:noHBand="0" w:noVBand="0"/>
      </w:tblPr>
      <w:tblGrid>
        <w:gridCol w:w="4622"/>
        <w:gridCol w:w="4623"/>
      </w:tblGrid>
      <w:tr w:rsidR="00F51B57" w:rsidRPr="001A7C7B" w14:paraId="4244EC03" w14:textId="77777777" w:rsidTr="00325201">
        <w:tc>
          <w:tcPr>
            <w:tcW w:w="4622" w:type="dxa"/>
            <w:noWrap/>
          </w:tcPr>
          <w:p w14:paraId="035E29D1" w14:textId="77777777" w:rsidR="00F51B57" w:rsidRPr="009844EF" w:rsidRDefault="00D64A10" w:rsidP="00325201">
            <w:pPr>
              <w:pStyle w:val="Materialslist"/>
              <w:numPr>
                <w:ilvl w:val="0"/>
                <w:numId w:val="7"/>
              </w:numPr>
            </w:pPr>
            <w:r>
              <w:t>Data Collection Software</w:t>
            </w:r>
          </w:p>
        </w:tc>
        <w:tc>
          <w:tcPr>
            <w:tcW w:w="4623" w:type="dxa"/>
            <w:noWrap/>
          </w:tcPr>
          <w:p w14:paraId="4E76E53B" w14:textId="17F3D757" w:rsidR="00F51B57" w:rsidRPr="009844EF" w:rsidRDefault="00701837" w:rsidP="00325201">
            <w:pPr>
              <w:pStyle w:val="Materialslist"/>
              <w:numPr>
                <w:ilvl w:val="0"/>
                <w:numId w:val="7"/>
              </w:numPr>
            </w:pPr>
            <w:r>
              <w:t xml:space="preserve">PASCO </w:t>
            </w:r>
            <w:r w:rsidRPr="00701837">
              <w:t>Wireless AC/DC Module</w:t>
            </w:r>
          </w:p>
        </w:tc>
      </w:tr>
      <w:tr w:rsidR="00F51B57" w:rsidRPr="001A7C7B" w14:paraId="66BF1153" w14:textId="77777777" w:rsidTr="00325201">
        <w:tc>
          <w:tcPr>
            <w:tcW w:w="4622" w:type="dxa"/>
            <w:noWrap/>
          </w:tcPr>
          <w:p w14:paraId="691F1849" w14:textId="77777777" w:rsidR="00F51B57" w:rsidRPr="009844EF" w:rsidRDefault="00D64A10" w:rsidP="00325201">
            <w:pPr>
              <w:pStyle w:val="Materialslist"/>
              <w:numPr>
                <w:ilvl w:val="0"/>
                <w:numId w:val="7"/>
              </w:numPr>
            </w:pPr>
            <w:r>
              <w:t>PASCO Essential Physics Modular Circuit Kit</w:t>
            </w:r>
          </w:p>
        </w:tc>
        <w:tc>
          <w:tcPr>
            <w:tcW w:w="4623" w:type="dxa"/>
            <w:noWrap/>
          </w:tcPr>
          <w:p w14:paraId="68F3A99E" w14:textId="1B0B60C3" w:rsidR="00F51B57" w:rsidRPr="009844EF" w:rsidRDefault="00F51B57" w:rsidP="00701837">
            <w:pPr>
              <w:pStyle w:val="Materialslist"/>
              <w:numPr>
                <w:ilvl w:val="0"/>
                <w:numId w:val="0"/>
              </w:numPr>
            </w:pPr>
          </w:p>
        </w:tc>
      </w:tr>
    </w:tbl>
    <w:p w14:paraId="4B0891D1" w14:textId="77777777" w:rsidR="00EE5C05" w:rsidRPr="00AB00C5" w:rsidRDefault="00EE5C05" w:rsidP="00EE5C05">
      <w:pPr>
        <w:pStyle w:val="SectionHead"/>
      </w:pPr>
      <w:r w:rsidRPr="00AB00C5">
        <w:t>Safety</w:t>
      </w:r>
    </w:p>
    <w:p w14:paraId="22CED1A6" w14:textId="37DE27EF" w:rsidR="00396A5B" w:rsidRPr="00EE5C05" w:rsidRDefault="00EE5C05" w:rsidP="00701837">
      <w:pPr>
        <w:pStyle w:val="BodyText"/>
      </w:pPr>
      <w:r>
        <w:t xml:space="preserve">Follow </w:t>
      </w:r>
      <w:r w:rsidR="00701837">
        <w:t>regular laboratory safety precautions.</w:t>
      </w:r>
    </w:p>
    <w:p w14:paraId="734D9528" w14:textId="46216EDE" w:rsidR="00466946" w:rsidRDefault="00113A33" w:rsidP="00466946">
      <w:pPr>
        <w:pStyle w:val="SectionHead"/>
      </w:pPr>
      <w:r>
        <w:t>Procedure</w:t>
      </w:r>
    </w:p>
    <w:p w14:paraId="3DCAD451" w14:textId="116E9A75" w:rsidR="00EF7832" w:rsidRDefault="00CD1364" w:rsidP="0056059C">
      <w:pPr>
        <w:pStyle w:val="Step"/>
      </w:pPr>
      <w:r>
        <w:rPr>
          <w:noProof/>
        </w:rPr>
        <w:drawing>
          <wp:anchor distT="0" distB="0" distL="114300" distR="114300" simplePos="0" relativeHeight="251699200" behindDoc="0" locked="0" layoutInCell="1" allowOverlap="1" wp14:anchorId="108302C3" wp14:editId="68B7C81E">
            <wp:simplePos x="0" y="0"/>
            <wp:positionH relativeFrom="column">
              <wp:posOffset>4022190</wp:posOffset>
            </wp:positionH>
            <wp:positionV relativeFrom="paragraph">
              <wp:posOffset>132916</wp:posOffset>
            </wp:positionV>
            <wp:extent cx="2080260" cy="1828800"/>
            <wp:effectExtent l="0" t="0" r="254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etup.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80260" cy="1828800"/>
                    </a:xfrm>
                    <a:prstGeom prst="rect">
                      <a:avLst/>
                    </a:prstGeom>
                  </pic:spPr>
                </pic:pic>
              </a:graphicData>
            </a:graphic>
            <wp14:sizeRelH relativeFrom="page">
              <wp14:pctWidth>0</wp14:pctWidth>
            </wp14:sizeRelH>
            <wp14:sizeRelV relativeFrom="page">
              <wp14:pctHeight>0</wp14:pctHeight>
            </wp14:sizeRelV>
          </wp:anchor>
        </w:drawing>
      </w:r>
      <w:r w:rsidR="00113A33">
        <w:t>1.</w:t>
      </w:r>
      <w:r w:rsidR="00113A33">
        <w:tab/>
      </w:r>
      <w:r w:rsidR="00D92F09">
        <w:t>Construct the circuit shown in Figure 1 using the circuit modules</w:t>
      </w:r>
      <w:r w:rsidR="00FA6FE2">
        <w:t>, wireless current sensor module,</w:t>
      </w:r>
      <w:r w:rsidR="00D92F09">
        <w:t xml:space="preserve"> and the wireless AC/DC module</w:t>
      </w:r>
      <w:r w:rsidR="00056ABD">
        <w:rPr>
          <w:rFonts w:eastAsia="Arial Unicode MS"/>
        </w:rPr>
        <w:t>.</w:t>
      </w:r>
      <w:r w:rsidR="002272F5">
        <w:rPr>
          <w:rFonts w:eastAsia="Arial Unicode MS"/>
        </w:rPr>
        <w:t xml:space="preserve"> </w:t>
      </w:r>
      <w:r w:rsidR="005067D4">
        <w:rPr>
          <w:rFonts w:eastAsia="Arial Unicode MS"/>
        </w:rPr>
        <w:t>Not</w:t>
      </w:r>
      <w:r w:rsidR="00B137D5">
        <w:rPr>
          <w:rFonts w:eastAsia="Arial Unicode MS"/>
        </w:rPr>
        <w:t>e</w:t>
      </w:r>
      <w:r w:rsidR="005067D4">
        <w:rPr>
          <w:rFonts w:eastAsia="Arial Unicode MS"/>
        </w:rPr>
        <w:t xml:space="preserve"> the polarity of wireless current module connections</w:t>
      </w:r>
      <w:r w:rsidR="0056059C">
        <w:rPr>
          <w:rFonts w:eastAsia="Arial Unicode MS"/>
        </w:rPr>
        <w:t xml:space="preserve"> and orientation of LED module</w:t>
      </w:r>
      <w:r w:rsidR="005067D4">
        <w:rPr>
          <w:rFonts w:eastAsia="Arial Unicode MS"/>
        </w:rPr>
        <w:t xml:space="preserve">. </w:t>
      </w:r>
      <w:r w:rsidR="002272F5">
        <w:rPr>
          <w:rFonts w:eastAsia="Arial Unicode MS"/>
        </w:rPr>
        <w:t>Leave the switch open</w:t>
      </w:r>
      <w:r w:rsidR="005067D4">
        <w:rPr>
          <w:rFonts w:eastAsia="Arial Unicode MS"/>
        </w:rPr>
        <w:t xml:space="preserve"> for now</w:t>
      </w:r>
      <w:r w:rsidR="002272F5">
        <w:rPr>
          <w:rFonts w:eastAsia="Arial Unicode MS"/>
        </w:rPr>
        <w:t>.</w:t>
      </w:r>
      <w:r w:rsidR="0056059C">
        <w:rPr>
          <w:noProof/>
        </w:rPr>
        <mc:AlternateContent>
          <mc:Choice Requires="wps">
            <w:drawing>
              <wp:anchor distT="0" distB="0" distL="114300" distR="114300" simplePos="0" relativeHeight="251663360" behindDoc="0" locked="0" layoutInCell="1" allowOverlap="1" wp14:anchorId="39D3D420" wp14:editId="229F677E">
                <wp:simplePos x="0" y="0"/>
                <wp:positionH relativeFrom="column">
                  <wp:posOffset>4502150</wp:posOffset>
                </wp:positionH>
                <wp:positionV relativeFrom="paragraph">
                  <wp:posOffset>851535</wp:posOffset>
                </wp:positionV>
                <wp:extent cx="1456055" cy="635"/>
                <wp:effectExtent l="0" t="0" r="4445" b="12065"/>
                <wp:wrapSquare wrapText="bothSides"/>
                <wp:docPr id="1" name="Text Box 1"/>
                <wp:cNvGraphicFramePr/>
                <a:graphic xmlns:a="http://schemas.openxmlformats.org/drawingml/2006/main">
                  <a:graphicData uri="http://schemas.microsoft.com/office/word/2010/wordprocessingShape">
                    <wps:wsp>
                      <wps:cNvSpPr txBox="1"/>
                      <wps:spPr>
                        <a:xfrm>
                          <a:off x="0" y="0"/>
                          <a:ext cx="1456055" cy="635"/>
                        </a:xfrm>
                        <a:prstGeom prst="rect">
                          <a:avLst/>
                        </a:prstGeom>
                        <a:solidFill>
                          <a:prstClr val="white"/>
                        </a:solidFill>
                        <a:ln>
                          <a:noFill/>
                        </a:ln>
                      </wps:spPr>
                      <wps:txbx>
                        <w:txbxContent>
                          <w:p w14:paraId="7312BF1F" w14:textId="664EA95E" w:rsidR="003F7D61" w:rsidRPr="0073351D" w:rsidRDefault="003F7D61" w:rsidP="002272F5">
                            <w:pPr>
                              <w:pStyle w:val="Caption"/>
                              <w:rPr>
                                <w:noProof/>
                                <w:color w:val="000000"/>
                                <w:sz w:val="20"/>
                              </w:rPr>
                            </w:pPr>
                            <w:r>
                              <w:t xml:space="preserve">Figure </w:t>
                            </w:r>
                            <w:fldSimple w:instr=" SEQ Figure \* ARABIC ">
                              <w:r w:rsidR="002949D6">
                                <w:rPr>
                                  <w:noProof/>
                                </w:rPr>
                                <w:t>2</w:t>
                              </w:r>
                            </w:fldSimple>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9D3D420" id="Text Box 1" o:spid="_x0000_s1027" type="#_x0000_t202" style="position:absolute;left:0;text-align:left;margin-left:354.5pt;margin-top:67.05pt;width:114.65pt;height:.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" stroked="f">
                <v:textbox style="mso-fit-shape-to-text:t" inset="0,0,0,0">
                  <w:txbxContent>
                    <w:p w14:paraId="7312BF1F" w14:textId="664EA95E" w:rsidR="003F7D61" w:rsidRPr="0073351D" w:rsidRDefault="003F7D61" w:rsidP="002272F5">
                      <w:pPr>
                        <w:pStyle w:val="Caption"/>
                        <w:rPr>
                          <w:noProof/>
                          <w:color w:val="000000"/>
                          <w:sz w:val="20"/>
                        </w:rPr>
                      </w:pPr>
                      <w:r>
                        <w:t xml:space="preserve">Figure </w:t>
                      </w:r>
                      <w:r w:rsidR="00D61700">
                        <w:fldChar w:fldCharType="begin"/>
                      </w:r>
                      <w:r w:rsidR="00D61700">
                        <w:instrText xml:space="preserve"> SEQ Figure \* ARABIC </w:instrText>
                      </w:r>
                      <w:r w:rsidR="00D61700">
                        <w:fldChar w:fldCharType="separate"/>
                      </w:r>
                      <w:r w:rsidR="002949D6">
                        <w:rPr>
                          <w:noProof/>
                        </w:rPr>
                        <w:t>2</w:t>
                      </w:r>
                      <w:r w:rsidR="00D61700">
                        <w:rPr>
                          <w:noProof/>
                        </w:rPr>
                        <w:fldChar w:fldCharType="end"/>
                      </w:r>
                    </w:p>
                  </w:txbxContent>
                </v:textbox>
                <w10:wrap type="square"/>
              </v:shape>
            </w:pict>
          </mc:Fallback>
        </mc:AlternateContent>
      </w:r>
    </w:p>
    <w:p w14:paraId="293FF667" w14:textId="426D1F8C" w:rsidR="00CA3F21" w:rsidRDefault="0056059C" w:rsidP="00DC2BF7">
      <w:pPr>
        <w:pStyle w:val="Step"/>
        <w:rPr>
          <w:rFonts w:eastAsia="Arial Unicode MS"/>
        </w:rPr>
      </w:pPr>
      <w:r>
        <w:rPr>
          <w:rFonts w:eastAsia="Arial Unicode MS"/>
        </w:rPr>
        <w:t>2</w:t>
      </w:r>
      <w:r w:rsidR="00EF7832">
        <w:rPr>
          <w:rFonts w:eastAsia="Arial Unicode MS"/>
        </w:rPr>
        <w:t>.</w:t>
      </w:r>
      <w:r w:rsidR="00EF7832">
        <w:rPr>
          <w:rFonts w:eastAsia="Arial Unicode MS"/>
        </w:rPr>
        <w:tab/>
      </w:r>
      <w:r w:rsidR="00D92F09">
        <w:t xml:space="preserve">Connect the wireless voltage sensor across the </w:t>
      </w:r>
      <w:r>
        <w:t>LED module</w:t>
      </w:r>
      <w:r w:rsidR="00D92F09">
        <w:t>, making sure the + lead is connected to the</w:t>
      </w:r>
      <w:r>
        <w:t xml:space="preserve"> side closest to the </w:t>
      </w:r>
      <w:r w:rsidR="00D92F09">
        <w:t>+ terminal of the wireless AC/DC module.</w:t>
      </w:r>
    </w:p>
    <w:p w14:paraId="15DCA922" w14:textId="474EA0BC" w:rsidR="002E4D6F" w:rsidRDefault="00CD1364" w:rsidP="00D92F09">
      <w:pPr>
        <w:pStyle w:val="Step"/>
      </w:pPr>
      <w:r>
        <w:rPr>
          <w:noProof/>
        </w:rPr>
        <mc:AlternateContent>
          <mc:Choice Requires="wps">
            <w:drawing>
              <wp:anchor distT="0" distB="0" distL="114300" distR="114300" simplePos="0" relativeHeight="251696128" behindDoc="0" locked="0" layoutInCell="1" allowOverlap="1" wp14:anchorId="6FDA5F29" wp14:editId="5DC08A11">
                <wp:simplePos x="0" y="0"/>
                <wp:positionH relativeFrom="column">
                  <wp:posOffset>4407535</wp:posOffset>
                </wp:positionH>
                <wp:positionV relativeFrom="paragraph">
                  <wp:posOffset>438150</wp:posOffset>
                </wp:positionV>
                <wp:extent cx="2066925" cy="256540"/>
                <wp:effectExtent l="0" t="0" r="3175" b="0"/>
                <wp:wrapSquare wrapText="bothSides"/>
                <wp:docPr id="4" name="Text Box 4"/>
                <wp:cNvGraphicFramePr/>
                <a:graphic xmlns:a="http://schemas.openxmlformats.org/drawingml/2006/main">
                  <a:graphicData uri="http://schemas.microsoft.com/office/word/2010/wordprocessingShape">
                    <wps:wsp>
                      <wps:cNvSpPr txBox="1"/>
                      <wps:spPr>
                        <a:xfrm>
                          <a:off x="0" y="0"/>
                          <a:ext cx="2066925" cy="256540"/>
                        </a:xfrm>
                        <a:prstGeom prst="rect">
                          <a:avLst/>
                        </a:prstGeom>
                        <a:solidFill>
                          <a:prstClr val="white"/>
                        </a:solidFill>
                        <a:ln>
                          <a:noFill/>
                        </a:ln>
                      </wps:spPr>
                      <wps:txbx>
                        <w:txbxContent>
                          <w:p w14:paraId="208F8064" w14:textId="025AF575" w:rsidR="002949D6" w:rsidRPr="00394674" w:rsidRDefault="002949D6" w:rsidP="002949D6">
                            <w:pPr>
                              <w:pStyle w:val="Caption"/>
                              <w:rPr>
                                <w:rFonts w:ascii="Arial Narrow" w:hAnsi="Arial Narrow"/>
                                <w:b/>
                                <w:noProof/>
                                <w:sz w:val="26"/>
                              </w:rPr>
                            </w:pPr>
                            <w:r>
                              <w:t xml:space="preserve">Figure </w:t>
                            </w:r>
                            <w:r w:rsidR="0085122C">
                              <w:fldChar w:fldCharType="begin"/>
                            </w:r>
                            <w:r w:rsidR="0085122C">
                              <w:instrText xml:space="preserve"> SEQ Figure \* ARABIC </w:instrText>
                            </w:r>
                            <w:r w:rsidR="0085122C">
                              <w:fldChar w:fldCharType="separate"/>
                            </w:r>
                            <w:r>
                              <w:rPr>
                                <w:noProof/>
                              </w:rPr>
                              <w:t>1</w:t>
                            </w:r>
                            <w:r w:rsidR="0085122C">
                              <w:rPr>
                                <w:noProof/>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FDA5F29" id="_x0000_t202" coordsize="21600,21600" o:spt="202" path="m,l,21600r21600,l21600,xe">
                <v:stroke joinstyle="miter"/>
                <v:path gradientshapeok="t" o:connecttype="rect"/>
              </v:shapetype>
              <v:shape id="Text Box 4" o:spid="_x0000_s1027" type="#_x0000_t202" style="position:absolute;left:0;text-align:left;margin-left:347.05pt;margin-top:34.5pt;width:162.75pt;height:20.2p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" stroked="f">
                <v:textbox inset="0,0,0,0">
                  <w:txbxContent>
                    <w:p w14:paraId="208F8064" w14:textId="025AF575" w:rsidR="002949D6" w:rsidRPr="00394674" w:rsidRDefault="002949D6" w:rsidP="002949D6">
                      <w:pPr>
                        <w:pStyle w:val="Caption"/>
                        <w:rPr>
                          <w:rFonts w:ascii="Arial Narrow" w:hAnsi="Arial Narrow"/>
                          <w:b/>
                          <w:noProof/>
                          <w:sz w:val="26"/>
                        </w:rPr>
                      </w:pPr>
                      <w:r>
                        <w:t xml:space="preserve">Figure </w:t>
                      </w:r>
                      <w:fldSimple w:instr=" SEQ Figure \* ARABIC ">
                        <w:r>
                          <w:rPr>
                            <w:noProof/>
                          </w:rPr>
                          <w:t>1</w:t>
                        </w:r>
                      </w:fldSimple>
                    </w:p>
                  </w:txbxContent>
                </v:textbox>
                <w10:wrap type="square"/>
              </v:shape>
            </w:pict>
          </mc:Fallback>
        </mc:AlternateContent>
      </w:r>
      <w:r w:rsidR="0056059C">
        <w:rPr>
          <w:rFonts w:eastAsia="Arial Unicode MS"/>
        </w:rPr>
        <w:t>3</w:t>
      </w:r>
      <w:r w:rsidR="00CA3F21">
        <w:rPr>
          <w:rFonts w:eastAsia="Arial Unicode MS"/>
        </w:rPr>
        <w:t>.</w:t>
      </w:r>
      <w:r w:rsidR="00CA3F21">
        <w:rPr>
          <w:rFonts w:eastAsia="Arial Unicode MS"/>
        </w:rPr>
        <w:tab/>
      </w:r>
      <w:r w:rsidR="00FA6FE2">
        <w:rPr>
          <w:rFonts w:eastAsia="Arial Unicode MS"/>
        </w:rPr>
        <w:t>Turn on the wireless AC/DC module, the wireless current module, and the wireless voltage sensor.</w:t>
      </w:r>
    </w:p>
    <w:p w14:paraId="4D513D6A" w14:textId="6614CECE" w:rsidR="00F510D3" w:rsidRPr="00F510D3" w:rsidRDefault="0056059C" w:rsidP="00FA6FE2">
      <w:pPr>
        <w:pStyle w:val="Step"/>
      </w:pPr>
      <w:r>
        <w:t>4</w:t>
      </w:r>
      <w:r w:rsidR="00113A33">
        <w:t>.</w:t>
      </w:r>
      <w:r w:rsidR="00113A33">
        <w:tab/>
      </w:r>
      <w:r w:rsidR="00FA6FE2">
        <w:rPr>
          <w:rFonts w:eastAsia="Arial Unicode MS"/>
        </w:rPr>
        <w:t xml:space="preserve">Start your data collection system and connect it to the </w:t>
      </w:r>
      <w:r w:rsidR="00FA6FE2" w:rsidRPr="00FA6FE2">
        <w:rPr>
          <w:rFonts w:eastAsia="Arial Unicode MS"/>
        </w:rPr>
        <w:t>wireless AC/DC module, the wireless current module, and the wireless voltage sensor</w:t>
      </w:r>
      <w:r w:rsidR="00FA6FE2">
        <w:t>.</w:t>
      </w:r>
    </w:p>
    <w:p w14:paraId="40ADF0F6" w14:textId="1FB5CB68" w:rsidR="00070114" w:rsidRDefault="00CD1364" w:rsidP="00204EA6">
      <w:pPr>
        <w:pStyle w:val="Step"/>
      </w:pPr>
      <w:r>
        <w:rPr>
          <w:noProof/>
        </w:rPr>
        <w:drawing>
          <wp:anchor distT="0" distB="0" distL="114300" distR="114300" simplePos="0" relativeHeight="251700224" behindDoc="0" locked="0" layoutInCell="1" allowOverlap="1" wp14:anchorId="1F68C717" wp14:editId="30699327">
            <wp:simplePos x="0" y="0"/>
            <wp:positionH relativeFrom="column">
              <wp:posOffset>3822031</wp:posOffset>
            </wp:positionH>
            <wp:positionV relativeFrom="paragraph">
              <wp:posOffset>164866</wp:posOffset>
            </wp:positionV>
            <wp:extent cx="2221230" cy="1611630"/>
            <wp:effectExtent l="0" t="0" r="1270" b="1270"/>
            <wp:wrapSquare wrapText="bothSides"/>
            <wp:docPr id="32" name="Picture 32" descr="A close up of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ph.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21230" cy="1611630"/>
                    </a:xfrm>
                    <a:prstGeom prst="rect">
                      <a:avLst/>
                    </a:prstGeom>
                  </pic:spPr>
                </pic:pic>
              </a:graphicData>
            </a:graphic>
            <wp14:sizeRelH relativeFrom="page">
              <wp14:pctWidth>0</wp14:pctWidth>
            </wp14:sizeRelH>
            <wp14:sizeRelV relativeFrom="page">
              <wp14:pctHeight>0</wp14:pctHeight>
            </wp14:sizeRelV>
          </wp:anchor>
        </w:drawing>
      </w:r>
      <w:r w:rsidR="00C77192">
        <w:t>5</w:t>
      </w:r>
      <w:r w:rsidR="00F510D3">
        <w:t>.</w:t>
      </w:r>
      <w:r w:rsidR="00F510D3">
        <w:tab/>
      </w:r>
      <w:r w:rsidR="00FA6FE2">
        <w:t xml:space="preserve">Create a graph showing </w:t>
      </w:r>
      <w:r w:rsidR="00E37D67">
        <w:t>2</w:t>
      </w:r>
      <w:r w:rsidR="00FA6FE2">
        <w:t xml:space="preserve"> plot areas, </w:t>
      </w:r>
      <w:r w:rsidR="005067D4">
        <w:t xml:space="preserve">wireless voltage </w:t>
      </w:r>
      <w:r w:rsidR="00FA6FE2">
        <w:t xml:space="preserve">sensor voltage, and </w:t>
      </w:r>
      <w:r w:rsidR="00527400">
        <w:t xml:space="preserve">wireless current module </w:t>
      </w:r>
      <w:r w:rsidR="00FA6FE2">
        <w:t xml:space="preserve">current, all on the same horizontal time axis as shown in Figure </w:t>
      </w:r>
      <w:r w:rsidR="00E37D67">
        <w:t>2</w:t>
      </w:r>
      <w:r w:rsidR="00FA6FE2">
        <w:t>.</w:t>
      </w:r>
    </w:p>
    <w:p w14:paraId="6C01E4F5" w14:textId="503482C6" w:rsidR="00AE2375" w:rsidRDefault="00C77192" w:rsidP="00204EA6">
      <w:pPr>
        <w:pStyle w:val="Step"/>
      </w:pPr>
      <w:r>
        <w:t>6</w:t>
      </w:r>
      <w:r w:rsidR="00AE2375">
        <w:t>.</w:t>
      </w:r>
      <w:r w:rsidR="00AE2375">
        <w:tab/>
        <w:t xml:space="preserve">Zero </w:t>
      </w:r>
      <w:r>
        <w:t xml:space="preserve">the </w:t>
      </w:r>
      <w:r w:rsidR="00AE2375">
        <w:t>wireless current module and voltage sensor using the data collection software.</w:t>
      </w:r>
    </w:p>
    <w:p w14:paraId="1FB971CF" w14:textId="0A5A4CCE" w:rsidR="00AE2375" w:rsidRPr="00204EA6" w:rsidRDefault="00CD1364" w:rsidP="00204EA6">
      <w:pPr>
        <w:pStyle w:val="Step"/>
      </w:pPr>
      <w:r>
        <w:rPr>
          <w:noProof/>
        </w:rPr>
        <mc:AlternateContent>
          <mc:Choice Requires="wps">
            <w:drawing>
              <wp:anchor distT="0" distB="0" distL="114300" distR="114300" simplePos="0" relativeHeight="251698176" behindDoc="0" locked="0" layoutInCell="1" allowOverlap="1" wp14:anchorId="7BA62C96" wp14:editId="41BE0F73">
                <wp:simplePos x="0" y="0"/>
                <wp:positionH relativeFrom="column">
                  <wp:posOffset>3877945</wp:posOffset>
                </wp:positionH>
                <wp:positionV relativeFrom="paragraph">
                  <wp:posOffset>636270</wp:posOffset>
                </wp:positionV>
                <wp:extent cx="625475" cy="280670"/>
                <wp:effectExtent l="0" t="0" r="0" b="0"/>
                <wp:wrapSquare wrapText="bothSides"/>
                <wp:docPr id="7" name="Text Box 7"/>
                <wp:cNvGraphicFramePr/>
                <a:graphic xmlns:a="http://schemas.openxmlformats.org/drawingml/2006/main">
                  <a:graphicData uri="http://schemas.microsoft.com/office/word/2010/wordprocessingShape">
                    <wps:wsp>
                      <wps:cNvSpPr txBox="1"/>
                      <wps:spPr>
                        <a:xfrm>
                          <a:off x="0" y="0"/>
                          <a:ext cx="625475" cy="280670"/>
                        </a:xfrm>
                        <a:prstGeom prst="rect">
                          <a:avLst/>
                        </a:prstGeom>
                        <a:solidFill>
                          <a:prstClr val="white"/>
                        </a:solidFill>
                        <a:ln>
                          <a:noFill/>
                        </a:ln>
                      </wps:spPr>
                      <wps:txbx>
                        <w:txbxContent>
                          <w:p w14:paraId="3EDF2B0F" w14:textId="5B4A2A0C" w:rsidR="002949D6" w:rsidRPr="00723149" w:rsidRDefault="002949D6" w:rsidP="002949D6">
                            <w:pPr>
                              <w:pStyle w:val="Caption"/>
                              <w:rPr>
                                <w:noProof/>
                                <w:color w:val="000000"/>
                                <w:sz w:val="20"/>
                              </w:rPr>
                            </w:pPr>
                            <w:r>
                              <w:t>Figure 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A62C96" id="Text Box 7" o:spid="_x0000_s1028" type="#_x0000_t202" style="position:absolute;left:0;text-align:left;margin-left:305.35pt;margin-top:50.1pt;width:49.25pt;height:22.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" stroked="f">
                <v:textbox inset="0,0,0,0">
                  <w:txbxContent>
                    <w:p w14:paraId="3EDF2B0F" w14:textId="5B4A2A0C" w:rsidR="002949D6" w:rsidRPr="00723149" w:rsidRDefault="002949D6" w:rsidP="002949D6">
                      <w:pPr>
                        <w:pStyle w:val="Caption"/>
                        <w:rPr>
                          <w:noProof/>
                          <w:color w:val="000000"/>
                          <w:sz w:val="20"/>
                        </w:rPr>
                      </w:pPr>
                      <w:r>
                        <w:t>Figure 2</w:t>
                      </w:r>
                    </w:p>
                  </w:txbxContent>
                </v:textbox>
                <w10:wrap type="square"/>
              </v:shape>
            </w:pict>
          </mc:Fallback>
        </mc:AlternateContent>
      </w:r>
      <w:r w:rsidR="00C77192">
        <w:t>7</w:t>
      </w:r>
      <w:r w:rsidR="00AE2375">
        <w:t>.</w:t>
      </w:r>
      <w:r w:rsidR="00AE2375">
        <w:tab/>
        <w:t>Select a common rate for data collection of 50 Hz using the data collection software.</w:t>
      </w:r>
    </w:p>
    <w:p w14:paraId="284FCDC5" w14:textId="4952D8F7" w:rsidR="00396A5B" w:rsidRDefault="00C77192" w:rsidP="00396A5B">
      <w:pPr>
        <w:pStyle w:val="Step"/>
      </w:pPr>
      <w:r>
        <w:t>8</w:t>
      </w:r>
      <w:r w:rsidR="00070114">
        <w:t>.</w:t>
      </w:r>
      <w:r w:rsidR="00070114">
        <w:tab/>
      </w:r>
      <w:r w:rsidR="00AE2375">
        <w:t xml:space="preserve">Configure the wireless AC/DC module output using the signal generator menu. Select triangle for the waveform, </w:t>
      </w:r>
      <w:r w:rsidR="00896C99">
        <w:t>0.5</w:t>
      </w:r>
      <w:r w:rsidR="00AE2375">
        <w:t xml:space="preserve"> Hz for the frequency, </w:t>
      </w:r>
      <w:r w:rsidR="00AE2375">
        <w:lastRenderedPageBreak/>
        <w:t>and 3 V for the amplitude.</w:t>
      </w:r>
      <w:r w:rsidR="002272F5">
        <w:t xml:space="preserve"> </w:t>
      </w:r>
      <w:r w:rsidR="00527400">
        <w:t>Click</w:t>
      </w:r>
      <w:r w:rsidR="002272F5">
        <w:t xml:space="preserve"> the </w:t>
      </w:r>
      <w:proofErr w:type="gramStart"/>
      <w:r w:rsidR="00527400">
        <w:t>O</w:t>
      </w:r>
      <w:r w:rsidR="002272F5">
        <w:t>n</w:t>
      </w:r>
      <w:proofErr w:type="gramEnd"/>
      <w:r w:rsidR="002272F5">
        <w:t xml:space="preserve"> button and close the signal generator tab.</w:t>
      </w:r>
    </w:p>
    <w:p w14:paraId="0A31A22A" w14:textId="5621A514" w:rsidR="00A7426D" w:rsidRDefault="00C77192" w:rsidP="00A7426D">
      <w:pPr>
        <w:pStyle w:val="Step"/>
      </w:pPr>
      <w:r>
        <w:t>9</w:t>
      </w:r>
      <w:r w:rsidR="002272F5">
        <w:t>.</w:t>
      </w:r>
      <w:r w:rsidR="002272F5">
        <w:tab/>
        <w:t xml:space="preserve">Close the switch on the circuit and start data recording. </w:t>
      </w:r>
      <w:r>
        <w:t xml:space="preserve">Observe the behavior of the LED and light bulb. </w:t>
      </w:r>
      <w:r w:rsidR="00A7426D">
        <w:t>Are both lights lit at the same time? What is different about when they are lit? Are they both on when the voltage is negative? Is one bulb a lot brighter than the other, if so, which one?</w:t>
      </w:r>
    </w:p>
    <w:p w14:paraId="63C6D03F" w14:textId="77777777" w:rsidR="00A7426D" w:rsidRDefault="00A7426D" w:rsidP="00A7426D">
      <w:pPr>
        <w:pStyle w:val="SVAnswerWorkspace"/>
      </w:pPr>
    </w:p>
    <w:p w14:paraId="1895C18E" w14:textId="0991DC2A" w:rsidR="002272F5" w:rsidRDefault="00A7426D" w:rsidP="00C77192">
      <w:pPr>
        <w:pStyle w:val="Step"/>
      </w:pPr>
      <w:r>
        <w:t>10.</w:t>
      </w:r>
      <w:r>
        <w:tab/>
      </w:r>
      <w:r w:rsidR="00C77192">
        <w:t>Click stop</w:t>
      </w:r>
      <w:r>
        <w:t xml:space="preserve"> and open the switch. Check to make sure that when the voltage sensor reading (top graph) is positive that the current (bottom graph) is also positive. If not, double check your circuit and sensor connections and repeat the data collection.</w:t>
      </w:r>
    </w:p>
    <w:p w14:paraId="442F26E6" w14:textId="42803D51" w:rsidR="008E6A33" w:rsidRDefault="00C77192" w:rsidP="00396A5B">
      <w:pPr>
        <w:pStyle w:val="Step"/>
      </w:pPr>
      <w:r>
        <w:t>1</w:t>
      </w:r>
      <w:r w:rsidR="00A7426D">
        <w:t>1</w:t>
      </w:r>
      <w:r w:rsidR="008E6A33">
        <w:t>.</w:t>
      </w:r>
      <w:r w:rsidR="008E6A33">
        <w:tab/>
      </w:r>
      <w:r w:rsidR="00527400">
        <w:t xml:space="preserve">Adjust the </w:t>
      </w:r>
      <w:r w:rsidR="00A7426D">
        <w:t xml:space="preserve">vertical </w:t>
      </w:r>
      <w:r w:rsidR="00527400">
        <w:t>axes limits of your graphs so that the data fills up most of the screen</w:t>
      </w:r>
      <w:r w:rsidR="008E6A33">
        <w:t xml:space="preserve">. </w:t>
      </w:r>
      <w:r w:rsidR="00A7426D">
        <w:t>Change the x axis so only the first 4 seconds of data is displayed.</w:t>
      </w:r>
    </w:p>
    <w:p w14:paraId="5FF415E0" w14:textId="6A6F7A81" w:rsidR="00094179" w:rsidRPr="00094179" w:rsidRDefault="00094179" w:rsidP="00C16C83">
      <w:pPr>
        <w:pStyle w:val="SectionHead"/>
      </w:pPr>
      <w:r>
        <w:t>Questions</w:t>
      </w:r>
      <w:r w:rsidR="00B7267B">
        <w:t xml:space="preserve"> and Analysis</w:t>
      </w:r>
    </w:p>
    <w:p w14:paraId="7C98BB4A" w14:textId="21CEE5D1" w:rsidR="00D43B3A" w:rsidRDefault="00A7426D" w:rsidP="00D43B3A">
      <w:pPr>
        <w:pStyle w:val="Step"/>
      </w:pPr>
      <w:r>
        <w:t>1</w:t>
      </w:r>
      <w:r w:rsidR="00E76C58">
        <w:t xml:space="preserve">. </w:t>
      </w:r>
      <w:r w:rsidR="00E76C58">
        <w:tab/>
        <w:t xml:space="preserve">Study the graph of current (bottom graph).  </w:t>
      </w:r>
      <w:r w:rsidR="00D43B3A">
        <w:t xml:space="preserve">This is the current </w:t>
      </w:r>
      <w:r w:rsidR="003C4385">
        <w:t xml:space="preserve">going </w:t>
      </w:r>
      <w:r w:rsidR="00D43B3A">
        <w:t xml:space="preserve">through the </w:t>
      </w:r>
      <w:r w:rsidR="00A32280">
        <w:t>LED</w:t>
      </w:r>
      <w:r w:rsidR="00D43B3A">
        <w:t>. When the voltage is negative, what is the current through the diode? Does the current have this value at any time where the output voltage is positive?</w:t>
      </w:r>
    </w:p>
    <w:p w14:paraId="0A560065" w14:textId="77777777" w:rsidR="00F8308D" w:rsidRDefault="00F8308D" w:rsidP="00F8308D">
      <w:pPr>
        <w:pStyle w:val="SVAnswerWorkspace"/>
      </w:pPr>
    </w:p>
    <w:p w14:paraId="2059D592" w14:textId="30314732" w:rsidR="00F8308D" w:rsidRDefault="00052F00" w:rsidP="00D43B3A">
      <w:pPr>
        <w:pStyle w:val="Step"/>
      </w:pPr>
      <w:r>
        <w:t>2</w:t>
      </w:r>
      <w:r w:rsidR="00D43B3A">
        <w:t>.</w:t>
      </w:r>
      <w:r w:rsidR="00D43B3A">
        <w:tab/>
      </w:r>
      <w:r w:rsidR="00F8308D">
        <w:t xml:space="preserve">Use the data analysis tools on your software to display the value of the voltage just </w:t>
      </w:r>
      <w:r w:rsidR="003C4385">
        <w:t>before</w:t>
      </w:r>
      <w:r w:rsidR="00F8308D">
        <w:t xml:space="preserve"> the current rises above zero and record it below. </w:t>
      </w:r>
      <w:r w:rsidR="003C4385">
        <w:t xml:space="preserve">A more accurate result will be attained by zooming in on this region of the current graph. </w:t>
      </w:r>
      <w:r w:rsidR="00F8308D">
        <w:t xml:space="preserve">This is called the forward voltage. When the applied voltage rises above this value, the </w:t>
      </w:r>
      <w:r w:rsidR="00ED4C68">
        <w:t>LED</w:t>
      </w:r>
      <w:r w:rsidR="00F8308D">
        <w:t xml:space="preserve"> starts to conduct current.</w:t>
      </w:r>
    </w:p>
    <w:p w14:paraId="31630254" w14:textId="77777777" w:rsidR="00D43B3A" w:rsidRDefault="00F8308D" w:rsidP="00F8308D">
      <w:pPr>
        <w:pStyle w:val="SVAnswerWorkspace"/>
      </w:pPr>
      <w:r>
        <w:t xml:space="preserve"> </w:t>
      </w:r>
    </w:p>
    <w:p w14:paraId="1CAA5044" w14:textId="4DB7B8A6" w:rsidR="00052F00" w:rsidRDefault="00052F00" w:rsidP="00D032B6">
      <w:pPr>
        <w:pStyle w:val="Step"/>
      </w:pPr>
      <w:r>
        <w:t>3.</w:t>
      </w:r>
      <w:r>
        <w:tab/>
      </w:r>
      <w:r w:rsidR="00A03CCE">
        <w:t>Use the data analysis tools on your software to display the value of the maximum voltage across the LED and the maximum current flowing through it and record them below. LEDs have a resistance that varies with voltage. Use Ohm's Law to find the resistance of the LED module when the voltage is maximum. The resistor in series with the LED in the module is 330</w:t>
      </w:r>
      <w:r w:rsidR="00A03CCE" w:rsidRPr="001A4292">
        <w:t>Ω</w:t>
      </w:r>
      <w:r w:rsidR="00A03CCE">
        <w:t xml:space="preserve"> (if your module says 100</w:t>
      </w:r>
      <w:r w:rsidR="00A03CCE" w:rsidRPr="001A4292">
        <w:t>Ω</w:t>
      </w:r>
      <w:r w:rsidR="00A03CCE">
        <w:t>, that is incorrect), what is the resistance of the LED by itself? Show all your work below.</w:t>
      </w:r>
    </w:p>
    <w:p w14:paraId="53FD00F4" w14:textId="77777777" w:rsidR="00052F00" w:rsidRPr="00052F00" w:rsidRDefault="00052F00" w:rsidP="00052F00">
      <w:pPr>
        <w:pStyle w:val="SVAnswerWorkspace"/>
      </w:pPr>
    </w:p>
    <w:p w14:paraId="21E9F63D" w14:textId="40DEE52F" w:rsidR="00EC28C8" w:rsidRDefault="00EC28C8" w:rsidP="00EC28C8">
      <w:pPr>
        <w:pStyle w:val="Step"/>
      </w:pPr>
      <w:r>
        <w:lastRenderedPageBreak/>
        <w:t xml:space="preserve">4. </w:t>
      </w:r>
      <w:r>
        <w:tab/>
        <w:t>When the output voltage is negative across the LED it is called a reverse bias. Describe the current through an LED that has a reverse bias below.</w:t>
      </w:r>
    </w:p>
    <w:p w14:paraId="5480FA31" w14:textId="77777777" w:rsidR="00EC28C8" w:rsidRDefault="00EC28C8" w:rsidP="00EC28C8">
      <w:pPr>
        <w:pStyle w:val="SVAnswerWorkspace"/>
      </w:pPr>
    </w:p>
    <w:p w14:paraId="4F0BD975" w14:textId="46C2E766" w:rsidR="00EC28C8" w:rsidRDefault="00EC28C8" w:rsidP="00EC28C8">
      <w:pPr>
        <w:pStyle w:val="Step"/>
      </w:pPr>
      <w:r>
        <w:t xml:space="preserve">5. </w:t>
      </w:r>
      <w:r>
        <w:tab/>
        <w:t>When the output voltage is positive across the diode it is called a forward bias. Describe the current through an LED that has a forward bias below.</w:t>
      </w:r>
    </w:p>
    <w:p w14:paraId="5B04BA75" w14:textId="77777777" w:rsidR="00EC28C8" w:rsidRDefault="00EC28C8" w:rsidP="00EC28C8">
      <w:pPr>
        <w:pStyle w:val="SVAnswerWorkspace"/>
      </w:pPr>
    </w:p>
    <w:p w14:paraId="4CB113B5" w14:textId="33F17F57" w:rsidR="004F4CBB" w:rsidRDefault="00EC28C8" w:rsidP="00D032B6">
      <w:pPr>
        <w:pStyle w:val="Step"/>
      </w:pPr>
      <w:r>
        <w:t>6</w:t>
      </w:r>
      <w:r w:rsidR="004F4CBB">
        <w:t>.</w:t>
      </w:r>
      <w:r w:rsidR="004F4CBB">
        <w:tab/>
        <w:t>Move the current module one block over to measure the current through the light bulb and attach the wireless voltage sensor to the clips attached to the light bulb module as shown in Figure 3. Collect another set of data for about 4 seconds. Describe the similarities and differences between the graph of current through the lightbulb compared to the LED below.</w:t>
      </w:r>
    </w:p>
    <w:p w14:paraId="7170110B" w14:textId="77777777" w:rsidR="004F4CBB" w:rsidRDefault="004F4CBB" w:rsidP="004F4CBB">
      <w:pPr>
        <w:pStyle w:val="SVAnswerWorkspace"/>
      </w:pPr>
    </w:p>
    <w:p w14:paraId="2D3DDCEC" w14:textId="030FB392" w:rsidR="004F4CBB" w:rsidRDefault="00EC28C8" w:rsidP="00D032B6">
      <w:pPr>
        <w:pStyle w:val="Step"/>
      </w:pPr>
      <w:r>
        <w:t>7</w:t>
      </w:r>
      <w:r w:rsidR="004F4CBB">
        <w:t>.</w:t>
      </w:r>
      <w:r w:rsidR="004F4CBB">
        <w:tab/>
      </w:r>
      <w:r w:rsidR="003F0EE9">
        <w:t>Use the data analysis tools on your software to display the value of the maximum voltage across the light bulb and the maximum current flowing through it and record them below. The resistance of a light bulb varies with voltage. Use Ohm's Law to find the resistance of the light bulb at maximum voltage. Show all your work below.</w:t>
      </w:r>
    </w:p>
    <w:p w14:paraId="044EE72C" w14:textId="77777777" w:rsidR="00EC28C8" w:rsidRDefault="00EC28C8" w:rsidP="00EC28C8">
      <w:pPr>
        <w:pStyle w:val="SVAnswerWorkspace"/>
      </w:pPr>
    </w:p>
    <w:p w14:paraId="1FC16670" w14:textId="4B2F9429" w:rsidR="00787335" w:rsidRDefault="00787335" w:rsidP="00D032B6">
      <w:pPr>
        <w:pStyle w:val="Step"/>
      </w:pPr>
      <w:r>
        <w:t>8.</w:t>
      </w:r>
      <w:r>
        <w:tab/>
        <w:t>In question 2 you found the minimum voltage required for the current to flow through the LED, also called the forward voltage. This also is the minimum voltage for the LED to emit light. Test the value of the forward voltage by opening the signal generator window and setting waveform to DC and the DC voltage to the value of the forward voltage rounded up to the nearest 0.1 V. Close the switch, click On and look to see if the LED lights up. It will be very dim, try looking at it through a rolled-up piece of paper to block out background light. It can help to open and close the switch to make it blink. If the LED doesn’t light up, try raising the DC voltage by 0.1 V. Record the results of your test below.</w:t>
      </w:r>
    </w:p>
    <w:p w14:paraId="4A90798B" w14:textId="77777777" w:rsidR="00787335" w:rsidRDefault="00787335" w:rsidP="00787335">
      <w:pPr>
        <w:pStyle w:val="SVAnswerWorkspace"/>
      </w:pPr>
    </w:p>
    <w:p w14:paraId="6CEDDC88" w14:textId="634A3473" w:rsidR="00EC28C8" w:rsidRDefault="00787335" w:rsidP="00D032B6">
      <w:pPr>
        <w:pStyle w:val="Step"/>
      </w:pPr>
      <w:r>
        <w:lastRenderedPageBreak/>
        <w:t>9</w:t>
      </w:r>
      <w:r w:rsidR="00EC28C8">
        <w:t>.</w:t>
      </w:r>
      <w:r w:rsidR="00EC28C8">
        <w:tab/>
        <w:t xml:space="preserve">The power used by a component in a circuit is given by this equation: </w:t>
      </w:r>
      <w:r w:rsidR="0085122C" w:rsidRPr="00EC28C8">
        <w:rPr>
          <w:noProof/>
          <w:position w:val="-4"/>
        </w:rPr>
        <w:object w:dxaOrig="760" w:dyaOrig="240" w14:anchorId="0D5AAE48">
          <v:shape id="_x0000_i1025" type="#_x0000_t75" alt="" style="width:37.9pt;height:12pt;mso-width-percent:0;mso-height-percent:0;mso-width-percent:0;mso-height-percent:0" o:ole="">
            <v:imagedata r:id="rId10" o:title=""/>
          </v:shape>
          <o:OLEObject Type="Embed" ProgID="Equation.DSMT4" ShapeID="_x0000_i1025" DrawAspect="Content" ObjectID="_1643172117" r:id="rId11"/>
        </w:object>
      </w:r>
      <w:r w:rsidR="00EC28C8">
        <w:t>. Find the power used by the LED module (LED and 330</w:t>
      </w:r>
      <w:r w:rsidR="00EC28C8">
        <w:rPr>
          <w:rFonts w:ascii="Cambria Math" w:hAnsi="Cambria Math"/>
        </w:rPr>
        <w:t>Ω</w:t>
      </w:r>
      <w:r w:rsidR="00EC28C8">
        <w:t xml:space="preserve"> resistor together) using </w:t>
      </w:r>
      <w:r w:rsidR="00693C65">
        <w:t>the</w:t>
      </w:r>
      <w:r w:rsidR="00EC28C8">
        <w:t xml:space="preserve"> results from question 3. Show all of your work below.</w:t>
      </w:r>
    </w:p>
    <w:p w14:paraId="53F12CC3" w14:textId="6B3BB724" w:rsidR="00EC28C8" w:rsidRDefault="00EC28C8" w:rsidP="00EC28C8">
      <w:pPr>
        <w:pStyle w:val="SVAnswerWorkspace"/>
      </w:pPr>
      <w:r>
        <w:t xml:space="preserve"> </w:t>
      </w:r>
    </w:p>
    <w:p w14:paraId="1581C641" w14:textId="37F00005" w:rsidR="00EC28C8" w:rsidRDefault="00787335" w:rsidP="00EC28C8">
      <w:pPr>
        <w:pStyle w:val="Step"/>
      </w:pPr>
      <w:r>
        <w:t>10</w:t>
      </w:r>
      <w:r w:rsidR="00EC28C8">
        <w:t>.</w:t>
      </w:r>
      <w:r w:rsidR="00EC28C8">
        <w:tab/>
        <w:t xml:space="preserve">Find the power used by the light bulb using </w:t>
      </w:r>
      <w:r w:rsidR="00693C65">
        <w:t>the</w:t>
      </w:r>
      <w:r w:rsidR="00EC28C8">
        <w:t xml:space="preserve"> results from question 7. Show all of your work below.</w:t>
      </w:r>
    </w:p>
    <w:p w14:paraId="0DE91779" w14:textId="6C6C6DBF" w:rsidR="00EC28C8" w:rsidRPr="00EC28C8" w:rsidRDefault="00EC28C8" w:rsidP="00EC28C8">
      <w:pPr>
        <w:pStyle w:val="SVAnswerWorkspace"/>
      </w:pPr>
    </w:p>
    <w:p w14:paraId="4512CE8C" w14:textId="7F550D1E" w:rsidR="00242FF2" w:rsidRDefault="00242FF2" w:rsidP="00D032B6">
      <w:pPr>
        <w:pStyle w:val="Step"/>
      </w:pPr>
      <w:r>
        <w:t>1</w:t>
      </w:r>
      <w:r w:rsidR="00787335">
        <w:t>1</w:t>
      </w:r>
      <w:r>
        <w:t>.</w:t>
      </w:r>
      <w:r>
        <w:tab/>
        <w:t>Using your results from questions 8 and 9, find how many joules of energy would be used to keep the LED lit for 1 hour and how many to keep the light bulb lit for 1 hour. Use your results to explain why LED based lights are replacing incandescent light bulbs for use in houses, commercial buildings, factories, and streets.</w:t>
      </w:r>
    </w:p>
    <w:p w14:paraId="4C992011" w14:textId="77777777" w:rsidR="00242FF2" w:rsidRDefault="00242FF2" w:rsidP="00242FF2">
      <w:pPr>
        <w:pStyle w:val="SVAnswerWorkspace"/>
      </w:pPr>
    </w:p>
    <w:p w14:paraId="3A538C87" w14:textId="6F956144" w:rsidR="00AE7B71" w:rsidRDefault="00787335" w:rsidP="00AE7B71">
      <w:pPr>
        <w:pStyle w:val="Step"/>
        <w:ind w:left="0" w:firstLine="0"/>
      </w:pPr>
      <w:r>
        <w:t>12. Which of the following graphs would best match the</w:t>
      </w:r>
      <w:r w:rsidRPr="00787335">
        <w:t xml:space="preserve"> current vs voltage</w:t>
      </w:r>
      <w:r>
        <w:t xml:space="preserve"> graph of an LED as the voltage is increased from zero to +3V? Circle your answer and explain your choice below. You can use your data to check your answer by making your own graph in the data collection software.</w:t>
      </w:r>
    </w:p>
    <w:p w14:paraId="1567D97A" w14:textId="7E4297FC" w:rsidR="00787335" w:rsidRPr="00AE7B71" w:rsidRDefault="00CD1364" w:rsidP="00AE7B71">
      <w:pPr>
        <w:pStyle w:val="Step"/>
        <w:ind w:left="0" w:firstLine="0"/>
      </w:pPr>
      <w:r>
        <w:rPr>
          <w:noProof/>
        </w:rPr>
        <w:drawing>
          <wp:anchor distT="0" distB="0" distL="114300" distR="114300" simplePos="0" relativeHeight="251701248" behindDoc="0" locked="0" layoutInCell="1" allowOverlap="1" wp14:anchorId="5BCD8B44" wp14:editId="3374754F">
            <wp:simplePos x="0" y="0"/>
            <wp:positionH relativeFrom="column">
              <wp:posOffset>1094506</wp:posOffset>
            </wp:positionH>
            <wp:positionV relativeFrom="paragraph">
              <wp:posOffset>77470</wp:posOffset>
            </wp:positionV>
            <wp:extent cx="4796155" cy="1198880"/>
            <wp:effectExtent l="0" t="0" r="4445" b="0"/>
            <wp:wrapSquare wrapText="bothSides"/>
            <wp:docPr id="33" name="Picture 33" descr="A picture containing objec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4graphs.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796155" cy="1198880"/>
                    </a:xfrm>
                    <a:prstGeom prst="rect">
                      <a:avLst/>
                    </a:prstGeom>
                  </pic:spPr>
                </pic:pic>
              </a:graphicData>
            </a:graphic>
            <wp14:sizeRelH relativeFrom="page">
              <wp14:pctWidth>0</wp14:pctWidth>
            </wp14:sizeRelH>
            <wp14:sizeRelV relativeFrom="page">
              <wp14:pctHeight>0</wp14:pctHeight>
            </wp14:sizeRelV>
          </wp:anchor>
        </w:drawing>
      </w:r>
    </w:p>
    <w:sectPr w:rsidR="00787335" w:rsidRPr="00AE7B71" w:rsidSect="0093312E">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pgMar w:top="1080" w:right="1080" w:bottom="1080" w:left="1800" w:header="576"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9CA728" w14:textId="77777777" w:rsidR="0085122C" w:rsidRDefault="0085122C" w:rsidP="00B11534">
      <w:pPr>
        <w:pStyle w:val="SectionHead"/>
      </w:pPr>
      <w:r>
        <w:t>References</w:t>
      </w:r>
    </w:p>
    <w:p w14:paraId="0EC591C3" w14:textId="77777777" w:rsidR="0085122C" w:rsidRPr="00B11534" w:rsidRDefault="0085122C" w:rsidP="00B11534">
      <w:pPr>
        <w:pStyle w:val="BodySingle"/>
      </w:pPr>
    </w:p>
  </w:endnote>
  <w:endnote w:type="continuationSeparator" w:id="0">
    <w:p w14:paraId="54964078" w14:textId="77777777" w:rsidR="0085122C" w:rsidRDefault="0085122C" w:rsidP="00466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4D"/>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C1A55D" w14:textId="77777777" w:rsidR="003F7D61" w:rsidRDefault="003F7D61" w:rsidP="00CB7721">
    <w:pPr>
      <w:pStyle w:val="FooterRuled"/>
      <w:tabs>
        <w:tab w:val="clear" w:pos="8352"/>
      </w:tabs>
    </w:pPr>
    <w:r>
      <w:rPr>
        <w:rStyle w:val="Character-PageNumber"/>
      </w:rP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noProof/>
      </w:rPr>
      <w:t>10</w:t>
    </w:r>
    <w:r w:rsidRPr="000D446B">
      <w:rPr>
        <w:rStyle w:val="Character-PageNumber"/>
      </w:rPr>
      <w:fldChar w:fldCharType="end"/>
    </w:r>
    <w:r w:rsidRPr="00913C18">
      <w:tab/>
    </w:r>
    <w:r>
      <w:t>pasco</w:t>
    </w:r>
    <w:r>
      <w:tab/>
    </w:r>
    <w:r w:rsidRPr="00913C18">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D47FE2" w14:textId="77777777" w:rsidR="003F7D61" w:rsidRPr="00F66AC7" w:rsidRDefault="003F7D61" w:rsidP="00CB7721">
    <w:pPr>
      <w:pStyle w:val="FooterRuled"/>
      <w:tabs>
        <w:tab w:val="clear" w:pos="864"/>
      </w:tabs>
    </w:pPr>
    <w:r>
      <w:tab/>
    </w:r>
    <w:r>
      <w:tab/>
      <w:t>pasco</w:t>
    </w:r>
    <w: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noProof/>
      </w:rPr>
      <w:t>11</w:t>
    </w:r>
    <w:r w:rsidRPr="000D446B">
      <w:rPr>
        <w:rStyle w:val="Character-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25BDE1" w14:textId="77777777" w:rsidR="003F7D61" w:rsidRDefault="003F7D61" w:rsidP="00CB7721">
    <w:pPr>
      <w:pStyle w:val="FooterRuled"/>
      <w:tabs>
        <w:tab w:val="clear" w:pos="864"/>
      </w:tabs>
    </w:pPr>
    <w:r>
      <w:tab/>
    </w:r>
    <w:r>
      <w:tab/>
      <w:t>pasco</w:t>
    </w:r>
    <w:r>
      <w:tab/>
    </w:r>
    <w:r w:rsidRPr="000D446B">
      <w:rPr>
        <w:rStyle w:val="Character-PageNumber"/>
      </w:rPr>
      <w:fldChar w:fldCharType="begin"/>
    </w:r>
    <w:r w:rsidRPr="000D446B">
      <w:rPr>
        <w:rStyle w:val="Character-PageNumber"/>
      </w:rPr>
      <w:instrText xml:space="preserve"> PAGE   \* MERGEFORMAT </w:instrText>
    </w:r>
    <w:r w:rsidRPr="000D446B">
      <w:rPr>
        <w:rStyle w:val="Character-PageNumber"/>
      </w:rPr>
      <w:fldChar w:fldCharType="separate"/>
    </w:r>
    <w:r>
      <w:rPr>
        <w:rStyle w:val="Character-PageNumber"/>
        <w:noProof/>
      </w:rPr>
      <w:t>1</w:t>
    </w:r>
    <w:r w:rsidRPr="000D446B">
      <w:rPr>
        <w:rStyle w:val="Character-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F36305" w14:textId="77777777" w:rsidR="0085122C" w:rsidRDefault="0085122C" w:rsidP="00466946">
      <w:r>
        <w:separator/>
      </w:r>
    </w:p>
  </w:footnote>
  <w:footnote w:type="continuationSeparator" w:id="0">
    <w:p w14:paraId="7CABFDD5" w14:textId="77777777" w:rsidR="0085122C" w:rsidRDefault="0085122C" w:rsidP="004669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B243D8" w14:textId="3DAA57D6" w:rsidR="003F7D61" w:rsidRDefault="003F7D61" w:rsidP="00325201">
    <w:pPr>
      <w:pStyle w:val="Header"/>
    </w:pPr>
    <w:r>
      <w:tab/>
    </w:r>
    <w:r>
      <w:rPr>
        <w:noProof/>
      </w:rPr>
      <w:fldChar w:fldCharType="begin"/>
    </w:r>
    <w:r>
      <w:rPr>
        <w:noProof/>
      </w:rPr>
      <w:instrText xml:space="preserve"> STYLEREF  "Heading 1"  \* MERGEFORMAT </w:instrText>
    </w:r>
    <w:r>
      <w:rPr>
        <w:noProof/>
      </w:rPr>
      <w:fldChar w:fldCharType="separate"/>
    </w:r>
    <w:r w:rsidR="00EA15EE">
      <w:rPr>
        <w:noProof/>
      </w:rPr>
      <w:t>Light Emitting Diodes</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E516A9" w14:textId="4DA2D472" w:rsidR="003F7D61" w:rsidRDefault="003F7D61" w:rsidP="00BA7D6E">
    <w:pPr>
      <w:pStyle w:val="Header"/>
    </w:pPr>
    <w:r>
      <w:tab/>
    </w:r>
    <w:r>
      <w:tab/>
    </w:r>
    <w:r>
      <w:tab/>
    </w:r>
    <w:r>
      <w:rPr>
        <w:noProof/>
      </w:rPr>
      <w:fldChar w:fldCharType="begin"/>
    </w:r>
    <w:r>
      <w:rPr>
        <w:noProof/>
      </w:rPr>
      <w:instrText xml:space="preserve"> STYLEREF  "Heading 1"  \* MERGEFORMAT </w:instrText>
    </w:r>
    <w:r>
      <w:rPr>
        <w:noProof/>
      </w:rPr>
      <w:fldChar w:fldCharType="separate"/>
    </w:r>
    <w:r w:rsidR="00EA15EE">
      <w:rPr>
        <w:noProof/>
      </w:rPr>
      <w:t>Light Emitting Diodes</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1A8FC" w14:textId="77777777" w:rsidR="003F7D61" w:rsidRDefault="003F7D61" w:rsidP="00A27B32">
    <w:pPr>
      <w:pStyle w:val="Header-StudentFirstPage"/>
    </w:pPr>
    <w:r>
      <w:tab/>
      <w:t>name</w:t>
    </w:r>
    <w:r>
      <w:tab/>
      <w:t>period</w:t>
    </w:r>
    <w:r>
      <w:tab/>
      <w:t>date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49pt;height:48pt" o:bullet="t">
        <v:imagedata r:id="rId1" o:title="QuestionMark JM1"/>
      </v:shape>
    </w:pict>
  </w:numPicBullet>
  <w:abstractNum w:abstractNumId="0" w15:restartNumberingAfterBreak="0">
    <w:nsid w:val="18193C53"/>
    <w:multiLevelType w:val="hybridMultilevel"/>
    <w:tmpl w:val="AAA04F9E"/>
    <w:lvl w:ilvl="0" w:tplc="B46E6B3A">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F8C6C9E"/>
    <w:multiLevelType w:val="hybridMultilevel"/>
    <w:tmpl w:val="3416B6FA"/>
    <w:lvl w:ilvl="0" w:tplc="11B6B5F0">
      <w:start w:val="1"/>
      <w:numFmt w:val="bullet"/>
      <w:pStyle w:val="BulletedText"/>
      <w:lvlText w:val=""/>
      <w:lvlJc w:val="left"/>
      <w:pPr>
        <w:ind w:left="360"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 w15:restartNumberingAfterBreak="0">
    <w:nsid w:val="545A4DF3"/>
    <w:multiLevelType w:val="hybridMultilevel"/>
    <w:tmpl w:val="99B2E894"/>
    <w:lvl w:ilvl="0" w:tplc="8AAEBA1E">
      <w:start w:val="1"/>
      <w:numFmt w:val="bullet"/>
      <w:pStyle w:val="StepBullet"/>
      <w:lvlText w:val=""/>
      <w:lvlJc w:val="left"/>
      <w:pPr>
        <w:ind w:left="648"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8F4EB4"/>
    <w:multiLevelType w:val="hybridMultilevel"/>
    <w:tmpl w:val="0DB4F480"/>
    <w:lvl w:ilvl="0" w:tplc="640ECB5A">
      <w:start w:val="1"/>
      <w:numFmt w:val="bullet"/>
      <w:pStyle w:val="Materials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3B3BEF"/>
    <w:multiLevelType w:val="hybridMultilevel"/>
    <w:tmpl w:val="54CA39B2"/>
    <w:lvl w:ilvl="0" w:tplc="E9C2440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4EF7C49"/>
    <w:multiLevelType w:val="multilevel"/>
    <w:tmpl w:val="E03CEC40"/>
    <w:lvl w:ilvl="0">
      <w:start w:val="17"/>
      <w:numFmt w:val="decimal"/>
      <w:suff w:val="space"/>
      <w:lvlText w:val="Chapter %1"/>
      <w:lvlJc w:val="left"/>
      <w:pPr>
        <w:ind w:left="720" w:firstLine="0"/>
      </w:pPr>
      <w:rPr>
        <w:rFonts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rPr>
    </w:lvl>
    <w:lvl w:ilvl="3">
      <w:start w:val="1"/>
      <w:numFmt w:val="none"/>
      <w:suff w:val="nothing"/>
      <w:lvlText w:val=""/>
      <w:lvlJc w:val="left"/>
      <w:pPr>
        <w:ind w:left="720" w:firstLine="0"/>
      </w:pPr>
      <w:rPr>
        <w:rFonts w:hint="default"/>
      </w:rPr>
    </w:lvl>
    <w:lvl w:ilvl="4">
      <w:start w:val="1"/>
      <w:numFmt w:val="none"/>
      <w:pStyle w:val="Heading5"/>
      <w:suff w:val="nothing"/>
      <w:lvlText w:val=""/>
      <w:lvlJc w:val="left"/>
      <w:pPr>
        <w:ind w:left="720" w:firstLine="0"/>
      </w:pPr>
      <w:rPr>
        <w:rFonts w:hint="default"/>
      </w:rPr>
    </w:lvl>
    <w:lvl w:ilvl="5">
      <w:start w:val="1"/>
      <w:numFmt w:val="none"/>
      <w:pStyle w:val="Heading6"/>
      <w:suff w:val="nothing"/>
      <w:lvlText w:val=""/>
      <w:lvlJc w:val="left"/>
      <w:pPr>
        <w:ind w:left="720" w:firstLine="0"/>
      </w:pPr>
      <w:rPr>
        <w:rFonts w:hint="default"/>
      </w:rPr>
    </w:lvl>
    <w:lvl w:ilvl="6">
      <w:start w:val="1"/>
      <w:numFmt w:val="none"/>
      <w:pStyle w:val="Heading7"/>
      <w:suff w:val="nothing"/>
      <w:lvlText w:val=""/>
      <w:lvlJc w:val="left"/>
      <w:pPr>
        <w:ind w:left="720" w:firstLine="0"/>
      </w:pPr>
      <w:rPr>
        <w:rFonts w:hint="default"/>
      </w:rPr>
    </w:lvl>
    <w:lvl w:ilvl="7">
      <w:start w:val="17"/>
      <w:numFmt w:val="none"/>
      <w:lvlText w:val="17-1"/>
      <w:lvlJc w:val="right"/>
      <w:pPr>
        <w:tabs>
          <w:tab w:val="num" w:pos="1080"/>
        </w:tabs>
        <w:ind w:left="1080" w:hanging="360"/>
      </w:pPr>
      <w:rPr>
        <w:rFonts w:ascii="Times New Roman" w:hAnsi="Times New Roman" w:hint="default"/>
        <w:b w:val="0"/>
        <w:i/>
        <w:sz w:val="20"/>
        <w:szCs w:val="20"/>
      </w:rPr>
    </w:lvl>
    <w:lvl w:ilvl="8">
      <w:start w:val="1"/>
      <w:numFmt w:val="none"/>
      <w:pStyle w:val="Heading9"/>
      <w:suff w:val="nothing"/>
      <w:lvlText w:val=""/>
      <w:lvlJc w:val="left"/>
      <w:pPr>
        <w:ind w:left="720" w:firstLine="0"/>
      </w:pPr>
      <w:rPr>
        <w:rFonts w:hint="default"/>
      </w:rPr>
    </w:lvl>
  </w:abstractNum>
  <w:abstractNum w:abstractNumId="6" w15:restartNumberingAfterBreak="0">
    <w:nsid w:val="666B5248"/>
    <w:multiLevelType w:val="hybridMultilevel"/>
    <w:tmpl w:val="D3641C38"/>
    <w:lvl w:ilvl="0" w:tplc="D0DC385A">
      <w:start w:val="1"/>
      <w:numFmt w:val="bullet"/>
      <w:pStyle w:val="StepQuestion"/>
      <w:lvlText w:val=""/>
      <w:lvlPicBulletId w:val="0"/>
      <w:lvlJc w:val="center"/>
      <w:pPr>
        <w:ind w:left="72" w:hanging="360"/>
      </w:pPr>
      <w:rPr>
        <w:rFonts w:ascii="Symbol" w:hAnsi="Symbol" w:hint="default"/>
        <w:b/>
        <w:i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57E22A5"/>
    <w:multiLevelType w:val="hybridMultilevel"/>
    <w:tmpl w:val="6DE8EBE0"/>
    <w:lvl w:ilvl="0" w:tplc="A4829FC0">
      <w:start w:val="1"/>
      <w:numFmt w:val="bullet"/>
      <w:pStyle w:val="StepIndentBullet2"/>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E4A31DE"/>
    <w:multiLevelType w:val="hybridMultilevel"/>
    <w:tmpl w:val="795E906C"/>
    <w:lvl w:ilvl="0" w:tplc="5A608266">
      <w:start w:val="1"/>
      <w:numFmt w:val="bullet"/>
      <w:pStyle w:val="Answer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1"/>
  </w:num>
  <w:num w:numId="2">
    <w:abstractNumId w:val="1"/>
  </w:num>
  <w:num w:numId="3">
    <w:abstractNumId w:val="5"/>
  </w:num>
  <w:num w:numId="4">
    <w:abstractNumId w:val="5"/>
  </w:num>
  <w:num w:numId="5">
    <w:abstractNumId w:val="5"/>
  </w:num>
  <w:num w:numId="6">
    <w:abstractNumId w:val="5"/>
  </w:num>
  <w:num w:numId="7">
    <w:abstractNumId w:val="0"/>
  </w:num>
  <w:num w:numId="8">
    <w:abstractNumId w:val="2"/>
  </w:num>
  <w:num w:numId="9">
    <w:abstractNumId w:val="7"/>
  </w:num>
  <w:num w:numId="10">
    <w:abstractNumId w:val="4"/>
  </w:num>
  <w:num w:numId="11">
    <w:abstractNumId w:val="8"/>
  </w:num>
  <w:num w:numId="12">
    <w:abstractNumId w:val="1"/>
  </w:num>
  <w:num w:numId="13">
    <w:abstractNumId w:val="1"/>
  </w:num>
  <w:num w:numId="14">
    <w:abstractNumId w:val="5"/>
  </w:num>
  <w:num w:numId="15">
    <w:abstractNumId w:val="5"/>
  </w:num>
  <w:num w:numId="16">
    <w:abstractNumId w:val="5"/>
  </w:num>
  <w:num w:numId="17">
    <w:abstractNumId w:val="5"/>
  </w:num>
  <w:num w:numId="18">
    <w:abstractNumId w:val="0"/>
  </w:num>
  <w:num w:numId="19">
    <w:abstractNumId w:val="2"/>
  </w:num>
  <w:num w:numId="20">
    <w:abstractNumId w:val="7"/>
  </w:num>
  <w:num w:numId="21">
    <w:abstractNumId w:val="7"/>
  </w:num>
  <w:num w:numId="22">
    <w:abstractNumId w:val="8"/>
  </w:num>
  <w:num w:numId="23">
    <w:abstractNumId w:val="1"/>
  </w:num>
  <w:num w:numId="24">
    <w:abstractNumId w:val="2"/>
  </w:num>
  <w:num w:numId="25">
    <w:abstractNumId w:val="7"/>
  </w:num>
  <w:num w:numId="26">
    <w:abstractNumId w:val="8"/>
  </w:num>
  <w:num w:numId="27">
    <w:abstractNumId w:val="6"/>
  </w:num>
  <w:num w:numId="28">
    <w:abstractNumId w:val="3"/>
  </w:num>
  <w:num w:numId="29">
    <w:abstractNumId w:val="6"/>
  </w:num>
  <w:num w:numId="30">
    <w:abstractNumId w:val="6"/>
  </w:num>
  <w:num w:numId="31">
    <w:abstractNumId w:val="1"/>
  </w:num>
  <w:num w:numId="32">
    <w:abstractNumId w:val="1"/>
  </w:num>
  <w:num w:numId="33">
    <w:abstractNumId w:val="6"/>
  </w:num>
  <w:num w:numId="34">
    <w:abstractNumId w:val="6"/>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9"/>
  <w:mirrorMargins/>
  <w:proofState w:spelling="clean" w:grammar="clean"/>
  <w:attachedTemplate r:id="rId1"/>
  <w:documentProtection w:formatting="1" w:enforcement="1" w:cryptProviderType="rsaFull" w:cryptAlgorithmClass="hash" w:cryptAlgorithmType="typeAny" w:cryptAlgorithmSid="4" w:cryptSpinCount="100000" w:hash="y3VpA/4FgpgS8Pk2Ap0h3QLtG/4=" w:salt="o0YhbxTtdMuH1ggNsCvoOg=="/>
  <w:defaultTabStop w:val="720"/>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E84"/>
    <w:rsid w:val="00003006"/>
    <w:rsid w:val="00003763"/>
    <w:rsid w:val="0001205F"/>
    <w:rsid w:val="00013541"/>
    <w:rsid w:val="00013A3D"/>
    <w:rsid w:val="000143BA"/>
    <w:rsid w:val="000157C0"/>
    <w:rsid w:val="00021B77"/>
    <w:rsid w:val="00022E9E"/>
    <w:rsid w:val="00023362"/>
    <w:rsid w:val="00024273"/>
    <w:rsid w:val="00025411"/>
    <w:rsid w:val="0003002F"/>
    <w:rsid w:val="000312AA"/>
    <w:rsid w:val="000347B3"/>
    <w:rsid w:val="0003532A"/>
    <w:rsid w:val="00040331"/>
    <w:rsid w:val="00044DF4"/>
    <w:rsid w:val="00045D38"/>
    <w:rsid w:val="00052F00"/>
    <w:rsid w:val="00054116"/>
    <w:rsid w:val="0005503E"/>
    <w:rsid w:val="00056ABD"/>
    <w:rsid w:val="000575EF"/>
    <w:rsid w:val="00062E83"/>
    <w:rsid w:val="0006355E"/>
    <w:rsid w:val="00063CAD"/>
    <w:rsid w:val="0006500E"/>
    <w:rsid w:val="0006623A"/>
    <w:rsid w:val="00066C5F"/>
    <w:rsid w:val="00067199"/>
    <w:rsid w:val="00070114"/>
    <w:rsid w:val="00070F0B"/>
    <w:rsid w:val="00071749"/>
    <w:rsid w:val="00071F08"/>
    <w:rsid w:val="00072F39"/>
    <w:rsid w:val="00073330"/>
    <w:rsid w:val="0007382D"/>
    <w:rsid w:val="000740C1"/>
    <w:rsid w:val="00077F49"/>
    <w:rsid w:val="00083499"/>
    <w:rsid w:val="0008438A"/>
    <w:rsid w:val="00084D9F"/>
    <w:rsid w:val="000853EB"/>
    <w:rsid w:val="00087336"/>
    <w:rsid w:val="0008785D"/>
    <w:rsid w:val="000879B4"/>
    <w:rsid w:val="00090B79"/>
    <w:rsid w:val="00090F84"/>
    <w:rsid w:val="00094179"/>
    <w:rsid w:val="00094D6D"/>
    <w:rsid w:val="000A050E"/>
    <w:rsid w:val="000A13D0"/>
    <w:rsid w:val="000A3696"/>
    <w:rsid w:val="000A5E82"/>
    <w:rsid w:val="000B0A90"/>
    <w:rsid w:val="000B22A8"/>
    <w:rsid w:val="000B2792"/>
    <w:rsid w:val="000B2806"/>
    <w:rsid w:val="000B3741"/>
    <w:rsid w:val="000B3935"/>
    <w:rsid w:val="000B7873"/>
    <w:rsid w:val="000C08F8"/>
    <w:rsid w:val="000C0C06"/>
    <w:rsid w:val="000C1B8A"/>
    <w:rsid w:val="000C1ECE"/>
    <w:rsid w:val="000C43D7"/>
    <w:rsid w:val="000C6F07"/>
    <w:rsid w:val="000C6FCF"/>
    <w:rsid w:val="000D00C9"/>
    <w:rsid w:val="000D13A3"/>
    <w:rsid w:val="000D1D3C"/>
    <w:rsid w:val="000D1F2F"/>
    <w:rsid w:val="000D226A"/>
    <w:rsid w:val="000D33FF"/>
    <w:rsid w:val="000D3668"/>
    <w:rsid w:val="000D70A1"/>
    <w:rsid w:val="000E0BA4"/>
    <w:rsid w:val="000E35FD"/>
    <w:rsid w:val="000E4FDF"/>
    <w:rsid w:val="000E6CD0"/>
    <w:rsid w:val="000F0966"/>
    <w:rsid w:val="000F0F86"/>
    <w:rsid w:val="000F122C"/>
    <w:rsid w:val="000F1541"/>
    <w:rsid w:val="000F19C8"/>
    <w:rsid w:val="000F1F19"/>
    <w:rsid w:val="000F24B2"/>
    <w:rsid w:val="000F32B8"/>
    <w:rsid w:val="000F4145"/>
    <w:rsid w:val="000F5A35"/>
    <w:rsid w:val="000F6ECC"/>
    <w:rsid w:val="00101106"/>
    <w:rsid w:val="00103139"/>
    <w:rsid w:val="0010729E"/>
    <w:rsid w:val="0011007B"/>
    <w:rsid w:val="00110B5F"/>
    <w:rsid w:val="00113A33"/>
    <w:rsid w:val="00114B82"/>
    <w:rsid w:val="00116005"/>
    <w:rsid w:val="00117609"/>
    <w:rsid w:val="00117CFF"/>
    <w:rsid w:val="00124EE7"/>
    <w:rsid w:val="00125488"/>
    <w:rsid w:val="0012595A"/>
    <w:rsid w:val="00127437"/>
    <w:rsid w:val="001318A6"/>
    <w:rsid w:val="0013289B"/>
    <w:rsid w:val="001332FF"/>
    <w:rsid w:val="00135526"/>
    <w:rsid w:val="00136A83"/>
    <w:rsid w:val="001401A7"/>
    <w:rsid w:val="00140F26"/>
    <w:rsid w:val="001413D1"/>
    <w:rsid w:val="001418EE"/>
    <w:rsid w:val="0014233D"/>
    <w:rsid w:val="001424CA"/>
    <w:rsid w:val="001434B5"/>
    <w:rsid w:val="00143C15"/>
    <w:rsid w:val="001534C5"/>
    <w:rsid w:val="00153652"/>
    <w:rsid w:val="00154CFC"/>
    <w:rsid w:val="00155353"/>
    <w:rsid w:val="00157A0F"/>
    <w:rsid w:val="0016028F"/>
    <w:rsid w:val="00161058"/>
    <w:rsid w:val="0016247B"/>
    <w:rsid w:val="0016399F"/>
    <w:rsid w:val="00164971"/>
    <w:rsid w:val="001653B0"/>
    <w:rsid w:val="00166077"/>
    <w:rsid w:val="001711F0"/>
    <w:rsid w:val="00172456"/>
    <w:rsid w:val="00172F89"/>
    <w:rsid w:val="00176821"/>
    <w:rsid w:val="00177219"/>
    <w:rsid w:val="0018039F"/>
    <w:rsid w:val="001818EE"/>
    <w:rsid w:val="001826CD"/>
    <w:rsid w:val="00182851"/>
    <w:rsid w:val="00182F47"/>
    <w:rsid w:val="00185B79"/>
    <w:rsid w:val="00185E73"/>
    <w:rsid w:val="00186727"/>
    <w:rsid w:val="0019314A"/>
    <w:rsid w:val="00193724"/>
    <w:rsid w:val="00195E55"/>
    <w:rsid w:val="00196922"/>
    <w:rsid w:val="00197788"/>
    <w:rsid w:val="00197E5A"/>
    <w:rsid w:val="001A03C0"/>
    <w:rsid w:val="001A04C2"/>
    <w:rsid w:val="001A0951"/>
    <w:rsid w:val="001A2037"/>
    <w:rsid w:val="001A26AB"/>
    <w:rsid w:val="001A3B93"/>
    <w:rsid w:val="001A634C"/>
    <w:rsid w:val="001A76E6"/>
    <w:rsid w:val="001B3823"/>
    <w:rsid w:val="001B4D7C"/>
    <w:rsid w:val="001B6939"/>
    <w:rsid w:val="001B6966"/>
    <w:rsid w:val="001C3123"/>
    <w:rsid w:val="001C3349"/>
    <w:rsid w:val="001C399B"/>
    <w:rsid w:val="001C7759"/>
    <w:rsid w:val="001C7842"/>
    <w:rsid w:val="001D2192"/>
    <w:rsid w:val="001D31B0"/>
    <w:rsid w:val="001D6935"/>
    <w:rsid w:val="001E0E29"/>
    <w:rsid w:val="001E2B92"/>
    <w:rsid w:val="001E4519"/>
    <w:rsid w:val="001E509C"/>
    <w:rsid w:val="001E5FCA"/>
    <w:rsid w:val="001E7A86"/>
    <w:rsid w:val="001F227C"/>
    <w:rsid w:val="001F35B8"/>
    <w:rsid w:val="001F4530"/>
    <w:rsid w:val="001F4B29"/>
    <w:rsid w:val="001F67D7"/>
    <w:rsid w:val="00201E8C"/>
    <w:rsid w:val="00202F6C"/>
    <w:rsid w:val="00203077"/>
    <w:rsid w:val="00203282"/>
    <w:rsid w:val="00203C69"/>
    <w:rsid w:val="00204EA6"/>
    <w:rsid w:val="0020549F"/>
    <w:rsid w:val="00205BCF"/>
    <w:rsid w:val="00205F89"/>
    <w:rsid w:val="00210D87"/>
    <w:rsid w:val="002137C2"/>
    <w:rsid w:val="00213ED2"/>
    <w:rsid w:val="00214C3A"/>
    <w:rsid w:val="00220AC8"/>
    <w:rsid w:val="002214EA"/>
    <w:rsid w:val="00221BAF"/>
    <w:rsid w:val="00222345"/>
    <w:rsid w:val="00222639"/>
    <w:rsid w:val="00225279"/>
    <w:rsid w:val="00225A9D"/>
    <w:rsid w:val="002272F5"/>
    <w:rsid w:val="00227EE3"/>
    <w:rsid w:val="00227FD7"/>
    <w:rsid w:val="00231CF8"/>
    <w:rsid w:val="0023453C"/>
    <w:rsid w:val="00237EE5"/>
    <w:rsid w:val="00240B62"/>
    <w:rsid w:val="00240EB3"/>
    <w:rsid w:val="002412C8"/>
    <w:rsid w:val="00242FF2"/>
    <w:rsid w:val="0024480C"/>
    <w:rsid w:val="00245F74"/>
    <w:rsid w:val="002475C4"/>
    <w:rsid w:val="00251BCF"/>
    <w:rsid w:val="0025432C"/>
    <w:rsid w:val="002573F2"/>
    <w:rsid w:val="00261E04"/>
    <w:rsid w:val="00265FF8"/>
    <w:rsid w:val="0026688A"/>
    <w:rsid w:val="002676E9"/>
    <w:rsid w:val="00267FD3"/>
    <w:rsid w:val="00270D04"/>
    <w:rsid w:val="002718F5"/>
    <w:rsid w:val="00271ED4"/>
    <w:rsid w:val="00276C95"/>
    <w:rsid w:val="0027712B"/>
    <w:rsid w:val="002778E8"/>
    <w:rsid w:val="0028054F"/>
    <w:rsid w:val="0028193C"/>
    <w:rsid w:val="00281C47"/>
    <w:rsid w:val="00282696"/>
    <w:rsid w:val="002849C5"/>
    <w:rsid w:val="00285A29"/>
    <w:rsid w:val="00287452"/>
    <w:rsid w:val="00290A3B"/>
    <w:rsid w:val="00290A4C"/>
    <w:rsid w:val="002932AC"/>
    <w:rsid w:val="002949D6"/>
    <w:rsid w:val="00296A2D"/>
    <w:rsid w:val="00296B05"/>
    <w:rsid w:val="002A1CC0"/>
    <w:rsid w:val="002A3C2A"/>
    <w:rsid w:val="002A4170"/>
    <w:rsid w:val="002A61CE"/>
    <w:rsid w:val="002B0DFC"/>
    <w:rsid w:val="002B1AF3"/>
    <w:rsid w:val="002B26ED"/>
    <w:rsid w:val="002B2FD6"/>
    <w:rsid w:val="002B6ACB"/>
    <w:rsid w:val="002C1D23"/>
    <w:rsid w:val="002C2479"/>
    <w:rsid w:val="002C2D12"/>
    <w:rsid w:val="002C642D"/>
    <w:rsid w:val="002C7DC5"/>
    <w:rsid w:val="002D2512"/>
    <w:rsid w:val="002D2798"/>
    <w:rsid w:val="002D2AFE"/>
    <w:rsid w:val="002D534F"/>
    <w:rsid w:val="002D5E83"/>
    <w:rsid w:val="002D6066"/>
    <w:rsid w:val="002D7944"/>
    <w:rsid w:val="002E1416"/>
    <w:rsid w:val="002E4D6F"/>
    <w:rsid w:val="002F0359"/>
    <w:rsid w:val="002F0DAA"/>
    <w:rsid w:val="002F21C0"/>
    <w:rsid w:val="002F2FA1"/>
    <w:rsid w:val="002F357A"/>
    <w:rsid w:val="002F4191"/>
    <w:rsid w:val="002F4881"/>
    <w:rsid w:val="002F49D9"/>
    <w:rsid w:val="002F56A4"/>
    <w:rsid w:val="002F66EF"/>
    <w:rsid w:val="002F675C"/>
    <w:rsid w:val="002F73B9"/>
    <w:rsid w:val="002F7CED"/>
    <w:rsid w:val="00301A8D"/>
    <w:rsid w:val="00303E66"/>
    <w:rsid w:val="003048D6"/>
    <w:rsid w:val="00304F81"/>
    <w:rsid w:val="003068FB"/>
    <w:rsid w:val="003104E1"/>
    <w:rsid w:val="003109B9"/>
    <w:rsid w:val="00313254"/>
    <w:rsid w:val="003155A9"/>
    <w:rsid w:val="0031659E"/>
    <w:rsid w:val="00316C98"/>
    <w:rsid w:val="00321637"/>
    <w:rsid w:val="00322E20"/>
    <w:rsid w:val="00325201"/>
    <w:rsid w:val="00325755"/>
    <w:rsid w:val="003258C4"/>
    <w:rsid w:val="00330A2A"/>
    <w:rsid w:val="00330DF0"/>
    <w:rsid w:val="003329BE"/>
    <w:rsid w:val="00333DF2"/>
    <w:rsid w:val="003351CE"/>
    <w:rsid w:val="00336524"/>
    <w:rsid w:val="00337C52"/>
    <w:rsid w:val="00341048"/>
    <w:rsid w:val="003436BF"/>
    <w:rsid w:val="00350D48"/>
    <w:rsid w:val="00352C6A"/>
    <w:rsid w:val="00353162"/>
    <w:rsid w:val="00353DBF"/>
    <w:rsid w:val="00354D7E"/>
    <w:rsid w:val="00362210"/>
    <w:rsid w:val="003721D7"/>
    <w:rsid w:val="00374634"/>
    <w:rsid w:val="00374F5A"/>
    <w:rsid w:val="003813FC"/>
    <w:rsid w:val="00381A03"/>
    <w:rsid w:val="00381E5C"/>
    <w:rsid w:val="00385EB3"/>
    <w:rsid w:val="00386529"/>
    <w:rsid w:val="00387FAE"/>
    <w:rsid w:val="00391C3A"/>
    <w:rsid w:val="003931F1"/>
    <w:rsid w:val="00393ADA"/>
    <w:rsid w:val="00396281"/>
    <w:rsid w:val="00396A5B"/>
    <w:rsid w:val="00397639"/>
    <w:rsid w:val="00397D92"/>
    <w:rsid w:val="00397F3D"/>
    <w:rsid w:val="003A1580"/>
    <w:rsid w:val="003A2D5B"/>
    <w:rsid w:val="003A2E84"/>
    <w:rsid w:val="003A3046"/>
    <w:rsid w:val="003A4D84"/>
    <w:rsid w:val="003A5F92"/>
    <w:rsid w:val="003A6199"/>
    <w:rsid w:val="003A6250"/>
    <w:rsid w:val="003A6E03"/>
    <w:rsid w:val="003A7BFB"/>
    <w:rsid w:val="003B0920"/>
    <w:rsid w:val="003B2C30"/>
    <w:rsid w:val="003B3075"/>
    <w:rsid w:val="003B528D"/>
    <w:rsid w:val="003B735D"/>
    <w:rsid w:val="003B76BC"/>
    <w:rsid w:val="003C0DC9"/>
    <w:rsid w:val="003C1A02"/>
    <w:rsid w:val="003C2BE8"/>
    <w:rsid w:val="003C2FBB"/>
    <w:rsid w:val="003C3115"/>
    <w:rsid w:val="003C4385"/>
    <w:rsid w:val="003C5804"/>
    <w:rsid w:val="003C6196"/>
    <w:rsid w:val="003D008E"/>
    <w:rsid w:val="003E310F"/>
    <w:rsid w:val="003E4823"/>
    <w:rsid w:val="003E4E1E"/>
    <w:rsid w:val="003E6970"/>
    <w:rsid w:val="003E7799"/>
    <w:rsid w:val="003F0EE9"/>
    <w:rsid w:val="003F1265"/>
    <w:rsid w:val="003F1F04"/>
    <w:rsid w:val="003F64F3"/>
    <w:rsid w:val="003F65C4"/>
    <w:rsid w:val="003F75D3"/>
    <w:rsid w:val="003F7D61"/>
    <w:rsid w:val="00400C45"/>
    <w:rsid w:val="00400FCC"/>
    <w:rsid w:val="00403384"/>
    <w:rsid w:val="0040353C"/>
    <w:rsid w:val="0040679F"/>
    <w:rsid w:val="004109CE"/>
    <w:rsid w:val="00411EC9"/>
    <w:rsid w:val="00412B68"/>
    <w:rsid w:val="004145B6"/>
    <w:rsid w:val="00416D54"/>
    <w:rsid w:val="004171F1"/>
    <w:rsid w:val="004171FF"/>
    <w:rsid w:val="00417796"/>
    <w:rsid w:val="0042126E"/>
    <w:rsid w:val="00421D3E"/>
    <w:rsid w:val="00422190"/>
    <w:rsid w:val="00422D52"/>
    <w:rsid w:val="00423FBB"/>
    <w:rsid w:val="00424C32"/>
    <w:rsid w:val="00424F0E"/>
    <w:rsid w:val="0042569C"/>
    <w:rsid w:val="00426D2F"/>
    <w:rsid w:val="00426E28"/>
    <w:rsid w:val="0042736A"/>
    <w:rsid w:val="004308B1"/>
    <w:rsid w:val="00430A1F"/>
    <w:rsid w:val="0043252E"/>
    <w:rsid w:val="0043575E"/>
    <w:rsid w:val="00442948"/>
    <w:rsid w:val="00443017"/>
    <w:rsid w:val="0044368D"/>
    <w:rsid w:val="00451F1C"/>
    <w:rsid w:val="00453C25"/>
    <w:rsid w:val="00454002"/>
    <w:rsid w:val="004603AB"/>
    <w:rsid w:val="004605F9"/>
    <w:rsid w:val="0046188F"/>
    <w:rsid w:val="00462499"/>
    <w:rsid w:val="00462953"/>
    <w:rsid w:val="00462F5E"/>
    <w:rsid w:val="00464491"/>
    <w:rsid w:val="004651D3"/>
    <w:rsid w:val="004654CA"/>
    <w:rsid w:val="004659A9"/>
    <w:rsid w:val="00466946"/>
    <w:rsid w:val="0046780F"/>
    <w:rsid w:val="00470219"/>
    <w:rsid w:val="004702C1"/>
    <w:rsid w:val="00472A83"/>
    <w:rsid w:val="00474A46"/>
    <w:rsid w:val="00475AB8"/>
    <w:rsid w:val="0048052F"/>
    <w:rsid w:val="00481095"/>
    <w:rsid w:val="00481F53"/>
    <w:rsid w:val="00484FFD"/>
    <w:rsid w:val="0048677D"/>
    <w:rsid w:val="00492E91"/>
    <w:rsid w:val="0049320D"/>
    <w:rsid w:val="004947AD"/>
    <w:rsid w:val="00494AD8"/>
    <w:rsid w:val="0049502B"/>
    <w:rsid w:val="0049510C"/>
    <w:rsid w:val="00495BF8"/>
    <w:rsid w:val="004A1E8D"/>
    <w:rsid w:val="004A1E9A"/>
    <w:rsid w:val="004A274F"/>
    <w:rsid w:val="004A29BD"/>
    <w:rsid w:val="004A653E"/>
    <w:rsid w:val="004A6B0D"/>
    <w:rsid w:val="004A7EE8"/>
    <w:rsid w:val="004B2A45"/>
    <w:rsid w:val="004B309F"/>
    <w:rsid w:val="004B48A3"/>
    <w:rsid w:val="004B6AD4"/>
    <w:rsid w:val="004B74F0"/>
    <w:rsid w:val="004B76EB"/>
    <w:rsid w:val="004B78EC"/>
    <w:rsid w:val="004B7E26"/>
    <w:rsid w:val="004C2563"/>
    <w:rsid w:val="004C2B1D"/>
    <w:rsid w:val="004C5984"/>
    <w:rsid w:val="004C5DE4"/>
    <w:rsid w:val="004D00D3"/>
    <w:rsid w:val="004D06BB"/>
    <w:rsid w:val="004D0869"/>
    <w:rsid w:val="004D2FA5"/>
    <w:rsid w:val="004D46E0"/>
    <w:rsid w:val="004D5D67"/>
    <w:rsid w:val="004D6FA9"/>
    <w:rsid w:val="004E108E"/>
    <w:rsid w:val="004E1EC3"/>
    <w:rsid w:val="004E3AD6"/>
    <w:rsid w:val="004E3C57"/>
    <w:rsid w:val="004E407E"/>
    <w:rsid w:val="004E46EF"/>
    <w:rsid w:val="004E4BB1"/>
    <w:rsid w:val="004E6E2F"/>
    <w:rsid w:val="004E7647"/>
    <w:rsid w:val="004F08EA"/>
    <w:rsid w:val="004F0950"/>
    <w:rsid w:val="004F268F"/>
    <w:rsid w:val="004F3DB3"/>
    <w:rsid w:val="004F4CBB"/>
    <w:rsid w:val="004F5C55"/>
    <w:rsid w:val="004F6544"/>
    <w:rsid w:val="004F6E79"/>
    <w:rsid w:val="004F7CC5"/>
    <w:rsid w:val="00500B7D"/>
    <w:rsid w:val="005025C4"/>
    <w:rsid w:val="005067D4"/>
    <w:rsid w:val="00507090"/>
    <w:rsid w:val="00510C85"/>
    <w:rsid w:val="00511ED2"/>
    <w:rsid w:val="00514B85"/>
    <w:rsid w:val="00515170"/>
    <w:rsid w:val="00515B84"/>
    <w:rsid w:val="005162D7"/>
    <w:rsid w:val="005203CC"/>
    <w:rsid w:val="0052305C"/>
    <w:rsid w:val="00524ECE"/>
    <w:rsid w:val="00526266"/>
    <w:rsid w:val="00527400"/>
    <w:rsid w:val="00527CEF"/>
    <w:rsid w:val="005316CA"/>
    <w:rsid w:val="00533EEF"/>
    <w:rsid w:val="005340A5"/>
    <w:rsid w:val="005360D4"/>
    <w:rsid w:val="00536A12"/>
    <w:rsid w:val="00536DE8"/>
    <w:rsid w:val="00537024"/>
    <w:rsid w:val="0053723F"/>
    <w:rsid w:val="005375E5"/>
    <w:rsid w:val="005418F6"/>
    <w:rsid w:val="00542C55"/>
    <w:rsid w:val="0054315C"/>
    <w:rsid w:val="00544E7F"/>
    <w:rsid w:val="00545638"/>
    <w:rsid w:val="00545A84"/>
    <w:rsid w:val="00545F90"/>
    <w:rsid w:val="005469B5"/>
    <w:rsid w:val="005519A5"/>
    <w:rsid w:val="00552409"/>
    <w:rsid w:val="005543B4"/>
    <w:rsid w:val="00554A6F"/>
    <w:rsid w:val="005564AB"/>
    <w:rsid w:val="0055658F"/>
    <w:rsid w:val="0055720B"/>
    <w:rsid w:val="00557286"/>
    <w:rsid w:val="0056059C"/>
    <w:rsid w:val="0056372D"/>
    <w:rsid w:val="00563AB8"/>
    <w:rsid w:val="00564126"/>
    <w:rsid w:val="00567031"/>
    <w:rsid w:val="005703E5"/>
    <w:rsid w:val="005736CC"/>
    <w:rsid w:val="00574806"/>
    <w:rsid w:val="0057707C"/>
    <w:rsid w:val="00577865"/>
    <w:rsid w:val="00580897"/>
    <w:rsid w:val="00581596"/>
    <w:rsid w:val="0058209F"/>
    <w:rsid w:val="00582634"/>
    <w:rsid w:val="005845F8"/>
    <w:rsid w:val="005864F7"/>
    <w:rsid w:val="00587467"/>
    <w:rsid w:val="00587B44"/>
    <w:rsid w:val="005916BE"/>
    <w:rsid w:val="00592321"/>
    <w:rsid w:val="0059523D"/>
    <w:rsid w:val="0059553F"/>
    <w:rsid w:val="00596A61"/>
    <w:rsid w:val="005A0F20"/>
    <w:rsid w:val="005A12F5"/>
    <w:rsid w:val="005A1689"/>
    <w:rsid w:val="005A3456"/>
    <w:rsid w:val="005A56EF"/>
    <w:rsid w:val="005A60BB"/>
    <w:rsid w:val="005A7069"/>
    <w:rsid w:val="005B12A8"/>
    <w:rsid w:val="005B1A2B"/>
    <w:rsid w:val="005B4037"/>
    <w:rsid w:val="005B4AF0"/>
    <w:rsid w:val="005B5179"/>
    <w:rsid w:val="005B5644"/>
    <w:rsid w:val="005B69D4"/>
    <w:rsid w:val="005C0EC0"/>
    <w:rsid w:val="005C1B48"/>
    <w:rsid w:val="005C44B6"/>
    <w:rsid w:val="005C7095"/>
    <w:rsid w:val="005D2427"/>
    <w:rsid w:val="005E0ECD"/>
    <w:rsid w:val="005E36E2"/>
    <w:rsid w:val="005E46DF"/>
    <w:rsid w:val="005F1D74"/>
    <w:rsid w:val="005F32BD"/>
    <w:rsid w:val="005F37AC"/>
    <w:rsid w:val="005F49A5"/>
    <w:rsid w:val="005F7579"/>
    <w:rsid w:val="005F7FD4"/>
    <w:rsid w:val="006040C0"/>
    <w:rsid w:val="00606ABD"/>
    <w:rsid w:val="00607DC3"/>
    <w:rsid w:val="00607EAE"/>
    <w:rsid w:val="006102FF"/>
    <w:rsid w:val="00611C4B"/>
    <w:rsid w:val="006134E1"/>
    <w:rsid w:val="0061373D"/>
    <w:rsid w:val="006139F3"/>
    <w:rsid w:val="00614BA4"/>
    <w:rsid w:val="00623988"/>
    <w:rsid w:val="00626D2A"/>
    <w:rsid w:val="00630659"/>
    <w:rsid w:val="00631536"/>
    <w:rsid w:val="00633C46"/>
    <w:rsid w:val="0063519E"/>
    <w:rsid w:val="0063756D"/>
    <w:rsid w:val="00637938"/>
    <w:rsid w:val="00642EDB"/>
    <w:rsid w:val="00643662"/>
    <w:rsid w:val="0064426C"/>
    <w:rsid w:val="00645872"/>
    <w:rsid w:val="00645AA5"/>
    <w:rsid w:val="00645BEA"/>
    <w:rsid w:val="006554BA"/>
    <w:rsid w:val="006555E5"/>
    <w:rsid w:val="00656A59"/>
    <w:rsid w:val="006574A1"/>
    <w:rsid w:val="00665317"/>
    <w:rsid w:val="00666F1F"/>
    <w:rsid w:val="00671357"/>
    <w:rsid w:val="00671785"/>
    <w:rsid w:val="00673B3B"/>
    <w:rsid w:val="00676203"/>
    <w:rsid w:val="00677B17"/>
    <w:rsid w:val="00683076"/>
    <w:rsid w:val="00686A00"/>
    <w:rsid w:val="006918DD"/>
    <w:rsid w:val="006920A8"/>
    <w:rsid w:val="00693C65"/>
    <w:rsid w:val="006A6E2F"/>
    <w:rsid w:val="006A70BF"/>
    <w:rsid w:val="006A70FF"/>
    <w:rsid w:val="006A7E2C"/>
    <w:rsid w:val="006B091C"/>
    <w:rsid w:val="006B0E50"/>
    <w:rsid w:val="006B2777"/>
    <w:rsid w:val="006C2604"/>
    <w:rsid w:val="006C4273"/>
    <w:rsid w:val="006C4B08"/>
    <w:rsid w:val="006C5F3C"/>
    <w:rsid w:val="006C6628"/>
    <w:rsid w:val="006C684A"/>
    <w:rsid w:val="006C7E68"/>
    <w:rsid w:val="006D0819"/>
    <w:rsid w:val="006D0C5C"/>
    <w:rsid w:val="006D4849"/>
    <w:rsid w:val="006D52A8"/>
    <w:rsid w:val="006D638A"/>
    <w:rsid w:val="006E0EC0"/>
    <w:rsid w:val="006E1CA5"/>
    <w:rsid w:val="006E2D28"/>
    <w:rsid w:val="006E4018"/>
    <w:rsid w:val="006E5FAE"/>
    <w:rsid w:val="006E6510"/>
    <w:rsid w:val="006F0BED"/>
    <w:rsid w:val="006F10C8"/>
    <w:rsid w:val="006F218E"/>
    <w:rsid w:val="006F268A"/>
    <w:rsid w:val="006F3E52"/>
    <w:rsid w:val="006F4FFB"/>
    <w:rsid w:val="006F5B87"/>
    <w:rsid w:val="006F5D1C"/>
    <w:rsid w:val="006F6527"/>
    <w:rsid w:val="006F6598"/>
    <w:rsid w:val="006F65B9"/>
    <w:rsid w:val="007002B6"/>
    <w:rsid w:val="007015D7"/>
    <w:rsid w:val="00701837"/>
    <w:rsid w:val="00702C2A"/>
    <w:rsid w:val="007031B1"/>
    <w:rsid w:val="00703CEF"/>
    <w:rsid w:val="00704F3B"/>
    <w:rsid w:val="00705311"/>
    <w:rsid w:val="00706F4F"/>
    <w:rsid w:val="00710B53"/>
    <w:rsid w:val="00714326"/>
    <w:rsid w:val="00716034"/>
    <w:rsid w:val="00717626"/>
    <w:rsid w:val="00722AD9"/>
    <w:rsid w:val="00722BE0"/>
    <w:rsid w:val="007276F6"/>
    <w:rsid w:val="00727EED"/>
    <w:rsid w:val="0073557B"/>
    <w:rsid w:val="00735AB8"/>
    <w:rsid w:val="0073697F"/>
    <w:rsid w:val="00737328"/>
    <w:rsid w:val="00741B52"/>
    <w:rsid w:val="00741BAA"/>
    <w:rsid w:val="00745702"/>
    <w:rsid w:val="0074683E"/>
    <w:rsid w:val="00746ED6"/>
    <w:rsid w:val="007501D5"/>
    <w:rsid w:val="00750A37"/>
    <w:rsid w:val="00751C3A"/>
    <w:rsid w:val="00751EA2"/>
    <w:rsid w:val="00752BC6"/>
    <w:rsid w:val="007565FA"/>
    <w:rsid w:val="00757ADC"/>
    <w:rsid w:val="00757F9B"/>
    <w:rsid w:val="00762756"/>
    <w:rsid w:val="00765F38"/>
    <w:rsid w:val="007660E2"/>
    <w:rsid w:val="0076676B"/>
    <w:rsid w:val="00766A05"/>
    <w:rsid w:val="00767331"/>
    <w:rsid w:val="007746C3"/>
    <w:rsid w:val="0077551D"/>
    <w:rsid w:val="00780306"/>
    <w:rsid w:val="00780E1B"/>
    <w:rsid w:val="00781184"/>
    <w:rsid w:val="00781E04"/>
    <w:rsid w:val="00781EFC"/>
    <w:rsid w:val="00783478"/>
    <w:rsid w:val="00783C1E"/>
    <w:rsid w:val="00783DAD"/>
    <w:rsid w:val="007840AC"/>
    <w:rsid w:val="00784499"/>
    <w:rsid w:val="007851FF"/>
    <w:rsid w:val="00785542"/>
    <w:rsid w:val="00787335"/>
    <w:rsid w:val="00787679"/>
    <w:rsid w:val="007900A1"/>
    <w:rsid w:val="00791A1C"/>
    <w:rsid w:val="00792A79"/>
    <w:rsid w:val="00792D07"/>
    <w:rsid w:val="0079359C"/>
    <w:rsid w:val="0079591C"/>
    <w:rsid w:val="0079687A"/>
    <w:rsid w:val="00796B0B"/>
    <w:rsid w:val="00796DE0"/>
    <w:rsid w:val="007A0CFD"/>
    <w:rsid w:val="007A2F8F"/>
    <w:rsid w:val="007A5DEB"/>
    <w:rsid w:val="007A7D3A"/>
    <w:rsid w:val="007B189F"/>
    <w:rsid w:val="007B39AB"/>
    <w:rsid w:val="007B3EAD"/>
    <w:rsid w:val="007B6EE5"/>
    <w:rsid w:val="007B724F"/>
    <w:rsid w:val="007C0148"/>
    <w:rsid w:val="007C16DA"/>
    <w:rsid w:val="007C267A"/>
    <w:rsid w:val="007C7559"/>
    <w:rsid w:val="007D0976"/>
    <w:rsid w:val="007D22DE"/>
    <w:rsid w:val="007D712C"/>
    <w:rsid w:val="007D74B8"/>
    <w:rsid w:val="007E083C"/>
    <w:rsid w:val="007E0DA3"/>
    <w:rsid w:val="007E1063"/>
    <w:rsid w:val="007E19F8"/>
    <w:rsid w:val="007E381E"/>
    <w:rsid w:val="007E431E"/>
    <w:rsid w:val="007E47BB"/>
    <w:rsid w:val="007E484D"/>
    <w:rsid w:val="007F1A6A"/>
    <w:rsid w:val="007F303B"/>
    <w:rsid w:val="007F3051"/>
    <w:rsid w:val="007F38F9"/>
    <w:rsid w:val="007F3A87"/>
    <w:rsid w:val="007F6B4D"/>
    <w:rsid w:val="007F7BF1"/>
    <w:rsid w:val="00802CB9"/>
    <w:rsid w:val="0080589F"/>
    <w:rsid w:val="00806E5E"/>
    <w:rsid w:val="00807F1C"/>
    <w:rsid w:val="008150F7"/>
    <w:rsid w:val="0081564B"/>
    <w:rsid w:val="00815A89"/>
    <w:rsid w:val="008203F1"/>
    <w:rsid w:val="008219CD"/>
    <w:rsid w:val="00822B52"/>
    <w:rsid w:val="008234D7"/>
    <w:rsid w:val="008236DC"/>
    <w:rsid w:val="008246EB"/>
    <w:rsid w:val="00825397"/>
    <w:rsid w:val="008272E5"/>
    <w:rsid w:val="00827B69"/>
    <w:rsid w:val="00830024"/>
    <w:rsid w:val="00831C86"/>
    <w:rsid w:val="00832088"/>
    <w:rsid w:val="00833C38"/>
    <w:rsid w:val="00834EDD"/>
    <w:rsid w:val="0083771F"/>
    <w:rsid w:val="00837BBD"/>
    <w:rsid w:val="00843D11"/>
    <w:rsid w:val="008445E8"/>
    <w:rsid w:val="0085122C"/>
    <w:rsid w:val="0085367E"/>
    <w:rsid w:val="0085386B"/>
    <w:rsid w:val="00856FD5"/>
    <w:rsid w:val="00857CA8"/>
    <w:rsid w:val="00857EDF"/>
    <w:rsid w:val="008609EB"/>
    <w:rsid w:val="00861030"/>
    <w:rsid w:val="0086171A"/>
    <w:rsid w:val="008627BA"/>
    <w:rsid w:val="00863F7E"/>
    <w:rsid w:val="008654A5"/>
    <w:rsid w:val="008670D7"/>
    <w:rsid w:val="008672EC"/>
    <w:rsid w:val="00874AC0"/>
    <w:rsid w:val="0087799C"/>
    <w:rsid w:val="00881F12"/>
    <w:rsid w:val="008838B2"/>
    <w:rsid w:val="00883ECF"/>
    <w:rsid w:val="0088434F"/>
    <w:rsid w:val="00884F4F"/>
    <w:rsid w:val="00891CEC"/>
    <w:rsid w:val="00892897"/>
    <w:rsid w:val="00893291"/>
    <w:rsid w:val="00894714"/>
    <w:rsid w:val="00895939"/>
    <w:rsid w:val="00896C99"/>
    <w:rsid w:val="008A1399"/>
    <w:rsid w:val="008A18FB"/>
    <w:rsid w:val="008A27A3"/>
    <w:rsid w:val="008A60BB"/>
    <w:rsid w:val="008A65E3"/>
    <w:rsid w:val="008A70C4"/>
    <w:rsid w:val="008B00F3"/>
    <w:rsid w:val="008B2773"/>
    <w:rsid w:val="008B2FC6"/>
    <w:rsid w:val="008B4C33"/>
    <w:rsid w:val="008B7543"/>
    <w:rsid w:val="008B7649"/>
    <w:rsid w:val="008C0782"/>
    <w:rsid w:val="008C2E12"/>
    <w:rsid w:val="008C46E8"/>
    <w:rsid w:val="008C4B03"/>
    <w:rsid w:val="008C53BD"/>
    <w:rsid w:val="008C5602"/>
    <w:rsid w:val="008C71F2"/>
    <w:rsid w:val="008D1547"/>
    <w:rsid w:val="008D1B85"/>
    <w:rsid w:val="008D2070"/>
    <w:rsid w:val="008D21C6"/>
    <w:rsid w:val="008D2622"/>
    <w:rsid w:val="008D31A0"/>
    <w:rsid w:val="008D33B1"/>
    <w:rsid w:val="008D59B6"/>
    <w:rsid w:val="008D5A96"/>
    <w:rsid w:val="008D5CFA"/>
    <w:rsid w:val="008D65DC"/>
    <w:rsid w:val="008D6DC7"/>
    <w:rsid w:val="008D7673"/>
    <w:rsid w:val="008E1320"/>
    <w:rsid w:val="008E185F"/>
    <w:rsid w:val="008E278F"/>
    <w:rsid w:val="008E4A4E"/>
    <w:rsid w:val="008E63D2"/>
    <w:rsid w:val="008E6A33"/>
    <w:rsid w:val="008E6C71"/>
    <w:rsid w:val="008E7D83"/>
    <w:rsid w:val="008F016D"/>
    <w:rsid w:val="008F15A1"/>
    <w:rsid w:val="008F301C"/>
    <w:rsid w:val="008F4076"/>
    <w:rsid w:val="008F4FBA"/>
    <w:rsid w:val="00903A14"/>
    <w:rsid w:val="00903DEC"/>
    <w:rsid w:val="009041DF"/>
    <w:rsid w:val="009062FA"/>
    <w:rsid w:val="00912985"/>
    <w:rsid w:val="00916927"/>
    <w:rsid w:val="00922976"/>
    <w:rsid w:val="009229B7"/>
    <w:rsid w:val="00922A47"/>
    <w:rsid w:val="00922F13"/>
    <w:rsid w:val="00923917"/>
    <w:rsid w:val="00924D90"/>
    <w:rsid w:val="00926547"/>
    <w:rsid w:val="009303FF"/>
    <w:rsid w:val="00930CA9"/>
    <w:rsid w:val="00930CCC"/>
    <w:rsid w:val="00932391"/>
    <w:rsid w:val="0093312E"/>
    <w:rsid w:val="00933FF0"/>
    <w:rsid w:val="009343FF"/>
    <w:rsid w:val="00940AB8"/>
    <w:rsid w:val="00940B77"/>
    <w:rsid w:val="00941E02"/>
    <w:rsid w:val="00941FAA"/>
    <w:rsid w:val="00943649"/>
    <w:rsid w:val="0094378B"/>
    <w:rsid w:val="0094430E"/>
    <w:rsid w:val="009445DE"/>
    <w:rsid w:val="009446F5"/>
    <w:rsid w:val="009470EE"/>
    <w:rsid w:val="00947323"/>
    <w:rsid w:val="00947540"/>
    <w:rsid w:val="00947FE6"/>
    <w:rsid w:val="00950596"/>
    <w:rsid w:val="00951C6F"/>
    <w:rsid w:val="00952E5C"/>
    <w:rsid w:val="009534AC"/>
    <w:rsid w:val="009538C2"/>
    <w:rsid w:val="00953913"/>
    <w:rsid w:val="00953BCF"/>
    <w:rsid w:val="00956939"/>
    <w:rsid w:val="00956EEA"/>
    <w:rsid w:val="00960F02"/>
    <w:rsid w:val="0096158F"/>
    <w:rsid w:val="009629D8"/>
    <w:rsid w:val="009632D3"/>
    <w:rsid w:val="00964348"/>
    <w:rsid w:val="00971F01"/>
    <w:rsid w:val="00972E27"/>
    <w:rsid w:val="0097379C"/>
    <w:rsid w:val="00974F5C"/>
    <w:rsid w:val="00976002"/>
    <w:rsid w:val="009768AD"/>
    <w:rsid w:val="00980DC9"/>
    <w:rsid w:val="00981C88"/>
    <w:rsid w:val="00983C76"/>
    <w:rsid w:val="00985796"/>
    <w:rsid w:val="00985DAD"/>
    <w:rsid w:val="00986362"/>
    <w:rsid w:val="009865A7"/>
    <w:rsid w:val="00986DB3"/>
    <w:rsid w:val="00990730"/>
    <w:rsid w:val="00991C55"/>
    <w:rsid w:val="009927AF"/>
    <w:rsid w:val="00995BAC"/>
    <w:rsid w:val="009973E0"/>
    <w:rsid w:val="00997C1A"/>
    <w:rsid w:val="009A03A4"/>
    <w:rsid w:val="009A1203"/>
    <w:rsid w:val="009A3B7B"/>
    <w:rsid w:val="009A3EC9"/>
    <w:rsid w:val="009A41FB"/>
    <w:rsid w:val="009A47C6"/>
    <w:rsid w:val="009A577E"/>
    <w:rsid w:val="009A5F09"/>
    <w:rsid w:val="009A5F22"/>
    <w:rsid w:val="009A62A1"/>
    <w:rsid w:val="009A7A53"/>
    <w:rsid w:val="009B3E93"/>
    <w:rsid w:val="009B4375"/>
    <w:rsid w:val="009B7458"/>
    <w:rsid w:val="009B7CFA"/>
    <w:rsid w:val="009C1A1E"/>
    <w:rsid w:val="009C483E"/>
    <w:rsid w:val="009D1199"/>
    <w:rsid w:val="009D134C"/>
    <w:rsid w:val="009D6958"/>
    <w:rsid w:val="009E04A7"/>
    <w:rsid w:val="009E1BE6"/>
    <w:rsid w:val="009E41CE"/>
    <w:rsid w:val="009E62F0"/>
    <w:rsid w:val="009E6A85"/>
    <w:rsid w:val="009F22DE"/>
    <w:rsid w:val="009F384B"/>
    <w:rsid w:val="009F44F0"/>
    <w:rsid w:val="009F5974"/>
    <w:rsid w:val="009F74B7"/>
    <w:rsid w:val="009F777F"/>
    <w:rsid w:val="009F7C78"/>
    <w:rsid w:val="00A03CCE"/>
    <w:rsid w:val="00A05CE5"/>
    <w:rsid w:val="00A05D63"/>
    <w:rsid w:val="00A06A05"/>
    <w:rsid w:val="00A079DC"/>
    <w:rsid w:val="00A07D1E"/>
    <w:rsid w:val="00A11BA6"/>
    <w:rsid w:val="00A1274A"/>
    <w:rsid w:val="00A14DAC"/>
    <w:rsid w:val="00A172D8"/>
    <w:rsid w:val="00A2045F"/>
    <w:rsid w:val="00A249FA"/>
    <w:rsid w:val="00A26281"/>
    <w:rsid w:val="00A276E1"/>
    <w:rsid w:val="00A27B32"/>
    <w:rsid w:val="00A3005B"/>
    <w:rsid w:val="00A304F9"/>
    <w:rsid w:val="00A31E28"/>
    <w:rsid w:val="00A32280"/>
    <w:rsid w:val="00A3231C"/>
    <w:rsid w:val="00A36F50"/>
    <w:rsid w:val="00A4304C"/>
    <w:rsid w:val="00A43C99"/>
    <w:rsid w:val="00A43DF0"/>
    <w:rsid w:val="00A57D0F"/>
    <w:rsid w:val="00A60609"/>
    <w:rsid w:val="00A60FB5"/>
    <w:rsid w:val="00A62167"/>
    <w:rsid w:val="00A64BC2"/>
    <w:rsid w:val="00A65748"/>
    <w:rsid w:val="00A70468"/>
    <w:rsid w:val="00A7426D"/>
    <w:rsid w:val="00A769C8"/>
    <w:rsid w:val="00A80158"/>
    <w:rsid w:val="00A80FA6"/>
    <w:rsid w:val="00A81C92"/>
    <w:rsid w:val="00A82BCC"/>
    <w:rsid w:val="00A86F1D"/>
    <w:rsid w:val="00A878A3"/>
    <w:rsid w:val="00A91091"/>
    <w:rsid w:val="00AA164D"/>
    <w:rsid w:val="00AA19E4"/>
    <w:rsid w:val="00AB065B"/>
    <w:rsid w:val="00AB11DA"/>
    <w:rsid w:val="00AB2DA4"/>
    <w:rsid w:val="00AB57B3"/>
    <w:rsid w:val="00AB7B7C"/>
    <w:rsid w:val="00AC069A"/>
    <w:rsid w:val="00AC2251"/>
    <w:rsid w:val="00AC6F88"/>
    <w:rsid w:val="00AC7797"/>
    <w:rsid w:val="00AD220C"/>
    <w:rsid w:val="00AD2435"/>
    <w:rsid w:val="00AD6F5F"/>
    <w:rsid w:val="00AD7875"/>
    <w:rsid w:val="00AE1AC1"/>
    <w:rsid w:val="00AE2375"/>
    <w:rsid w:val="00AE27DB"/>
    <w:rsid w:val="00AE7B71"/>
    <w:rsid w:val="00AF297E"/>
    <w:rsid w:val="00AF5101"/>
    <w:rsid w:val="00B00265"/>
    <w:rsid w:val="00B01073"/>
    <w:rsid w:val="00B02546"/>
    <w:rsid w:val="00B02BCC"/>
    <w:rsid w:val="00B031F3"/>
    <w:rsid w:val="00B0420A"/>
    <w:rsid w:val="00B0494B"/>
    <w:rsid w:val="00B05636"/>
    <w:rsid w:val="00B07207"/>
    <w:rsid w:val="00B07A74"/>
    <w:rsid w:val="00B11534"/>
    <w:rsid w:val="00B137D5"/>
    <w:rsid w:val="00B141D5"/>
    <w:rsid w:val="00B14434"/>
    <w:rsid w:val="00B15AB7"/>
    <w:rsid w:val="00B23500"/>
    <w:rsid w:val="00B23953"/>
    <w:rsid w:val="00B23B24"/>
    <w:rsid w:val="00B3327A"/>
    <w:rsid w:val="00B33E96"/>
    <w:rsid w:val="00B3551B"/>
    <w:rsid w:val="00B409EF"/>
    <w:rsid w:val="00B422F1"/>
    <w:rsid w:val="00B42C51"/>
    <w:rsid w:val="00B42D0A"/>
    <w:rsid w:val="00B430BC"/>
    <w:rsid w:val="00B448D4"/>
    <w:rsid w:val="00B4606D"/>
    <w:rsid w:val="00B52AC1"/>
    <w:rsid w:val="00B5617F"/>
    <w:rsid w:val="00B578BC"/>
    <w:rsid w:val="00B61341"/>
    <w:rsid w:val="00B62AD4"/>
    <w:rsid w:val="00B650DC"/>
    <w:rsid w:val="00B66F68"/>
    <w:rsid w:val="00B708A8"/>
    <w:rsid w:val="00B71ACA"/>
    <w:rsid w:val="00B7267B"/>
    <w:rsid w:val="00B746C4"/>
    <w:rsid w:val="00B74F4C"/>
    <w:rsid w:val="00B753EA"/>
    <w:rsid w:val="00B8012F"/>
    <w:rsid w:val="00B81853"/>
    <w:rsid w:val="00B82962"/>
    <w:rsid w:val="00B83A82"/>
    <w:rsid w:val="00B9025F"/>
    <w:rsid w:val="00B906CD"/>
    <w:rsid w:val="00B90917"/>
    <w:rsid w:val="00B90D86"/>
    <w:rsid w:val="00B9167D"/>
    <w:rsid w:val="00B91B3B"/>
    <w:rsid w:val="00B93101"/>
    <w:rsid w:val="00B96ACE"/>
    <w:rsid w:val="00B9773D"/>
    <w:rsid w:val="00BA0FD4"/>
    <w:rsid w:val="00BA1032"/>
    <w:rsid w:val="00BA1122"/>
    <w:rsid w:val="00BA118D"/>
    <w:rsid w:val="00BA11EF"/>
    <w:rsid w:val="00BA15BF"/>
    <w:rsid w:val="00BA3162"/>
    <w:rsid w:val="00BA3A01"/>
    <w:rsid w:val="00BA5879"/>
    <w:rsid w:val="00BA6AA1"/>
    <w:rsid w:val="00BA6CF1"/>
    <w:rsid w:val="00BA7B10"/>
    <w:rsid w:val="00BA7B84"/>
    <w:rsid w:val="00BA7BD3"/>
    <w:rsid w:val="00BA7D6E"/>
    <w:rsid w:val="00BB0AAA"/>
    <w:rsid w:val="00BB1195"/>
    <w:rsid w:val="00BB1813"/>
    <w:rsid w:val="00BB3D14"/>
    <w:rsid w:val="00BB4817"/>
    <w:rsid w:val="00BB7287"/>
    <w:rsid w:val="00BB7693"/>
    <w:rsid w:val="00BC0B64"/>
    <w:rsid w:val="00BC1534"/>
    <w:rsid w:val="00BC1888"/>
    <w:rsid w:val="00BC2ACC"/>
    <w:rsid w:val="00BC3144"/>
    <w:rsid w:val="00BC4807"/>
    <w:rsid w:val="00BC4C30"/>
    <w:rsid w:val="00BC6BD8"/>
    <w:rsid w:val="00BC6F6D"/>
    <w:rsid w:val="00BC707F"/>
    <w:rsid w:val="00BD0BB9"/>
    <w:rsid w:val="00BD711F"/>
    <w:rsid w:val="00BD7B5C"/>
    <w:rsid w:val="00BE0FD8"/>
    <w:rsid w:val="00BE3502"/>
    <w:rsid w:val="00BE49A7"/>
    <w:rsid w:val="00BE4AC0"/>
    <w:rsid w:val="00BE56A3"/>
    <w:rsid w:val="00BE5A5A"/>
    <w:rsid w:val="00BE661A"/>
    <w:rsid w:val="00BE7D2E"/>
    <w:rsid w:val="00BF0625"/>
    <w:rsid w:val="00BF0E36"/>
    <w:rsid w:val="00BF12FD"/>
    <w:rsid w:val="00BF1511"/>
    <w:rsid w:val="00BF183D"/>
    <w:rsid w:val="00BF213D"/>
    <w:rsid w:val="00BF21A3"/>
    <w:rsid w:val="00BF21E2"/>
    <w:rsid w:val="00BF28A0"/>
    <w:rsid w:val="00BF6547"/>
    <w:rsid w:val="00C00A22"/>
    <w:rsid w:val="00C01856"/>
    <w:rsid w:val="00C024B7"/>
    <w:rsid w:val="00C02CA2"/>
    <w:rsid w:val="00C03431"/>
    <w:rsid w:val="00C0587B"/>
    <w:rsid w:val="00C065E7"/>
    <w:rsid w:val="00C067F9"/>
    <w:rsid w:val="00C06E9B"/>
    <w:rsid w:val="00C077E8"/>
    <w:rsid w:val="00C0796E"/>
    <w:rsid w:val="00C10BB5"/>
    <w:rsid w:val="00C11C34"/>
    <w:rsid w:val="00C12062"/>
    <w:rsid w:val="00C13D81"/>
    <w:rsid w:val="00C15BEF"/>
    <w:rsid w:val="00C16688"/>
    <w:rsid w:val="00C16C1F"/>
    <w:rsid w:val="00C16C83"/>
    <w:rsid w:val="00C1761C"/>
    <w:rsid w:val="00C17BFB"/>
    <w:rsid w:val="00C20B68"/>
    <w:rsid w:val="00C22C3F"/>
    <w:rsid w:val="00C267BB"/>
    <w:rsid w:val="00C2794B"/>
    <w:rsid w:val="00C30EA8"/>
    <w:rsid w:val="00C3280A"/>
    <w:rsid w:val="00C33111"/>
    <w:rsid w:val="00C33599"/>
    <w:rsid w:val="00C41F39"/>
    <w:rsid w:val="00C421AD"/>
    <w:rsid w:val="00C42CB0"/>
    <w:rsid w:val="00C42E17"/>
    <w:rsid w:val="00C44CDA"/>
    <w:rsid w:val="00C5089E"/>
    <w:rsid w:val="00C51AD8"/>
    <w:rsid w:val="00C51F4C"/>
    <w:rsid w:val="00C52030"/>
    <w:rsid w:val="00C526E2"/>
    <w:rsid w:val="00C52D10"/>
    <w:rsid w:val="00C53523"/>
    <w:rsid w:val="00C55CA0"/>
    <w:rsid w:val="00C56D85"/>
    <w:rsid w:val="00C5718D"/>
    <w:rsid w:val="00C575AE"/>
    <w:rsid w:val="00C60383"/>
    <w:rsid w:val="00C64279"/>
    <w:rsid w:val="00C64AE9"/>
    <w:rsid w:val="00C65271"/>
    <w:rsid w:val="00C66D41"/>
    <w:rsid w:val="00C67468"/>
    <w:rsid w:val="00C674A0"/>
    <w:rsid w:val="00C67CCC"/>
    <w:rsid w:val="00C7166B"/>
    <w:rsid w:val="00C717C3"/>
    <w:rsid w:val="00C725BE"/>
    <w:rsid w:val="00C72852"/>
    <w:rsid w:val="00C7706D"/>
    <w:rsid w:val="00C77192"/>
    <w:rsid w:val="00C81DD4"/>
    <w:rsid w:val="00C85175"/>
    <w:rsid w:val="00C901FB"/>
    <w:rsid w:val="00C9097B"/>
    <w:rsid w:val="00C91261"/>
    <w:rsid w:val="00C92E2E"/>
    <w:rsid w:val="00C971F5"/>
    <w:rsid w:val="00C97C62"/>
    <w:rsid w:val="00CA00A2"/>
    <w:rsid w:val="00CA0CEB"/>
    <w:rsid w:val="00CA1174"/>
    <w:rsid w:val="00CA1BF0"/>
    <w:rsid w:val="00CA3F21"/>
    <w:rsid w:val="00CA5B9E"/>
    <w:rsid w:val="00CA7CF8"/>
    <w:rsid w:val="00CB01A2"/>
    <w:rsid w:val="00CB1DEF"/>
    <w:rsid w:val="00CB252D"/>
    <w:rsid w:val="00CB308B"/>
    <w:rsid w:val="00CB34D2"/>
    <w:rsid w:val="00CB36AF"/>
    <w:rsid w:val="00CB37AB"/>
    <w:rsid w:val="00CB46E5"/>
    <w:rsid w:val="00CB5F83"/>
    <w:rsid w:val="00CB74E9"/>
    <w:rsid w:val="00CB7721"/>
    <w:rsid w:val="00CC03A1"/>
    <w:rsid w:val="00CC0B6C"/>
    <w:rsid w:val="00CC2378"/>
    <w:rsid w:val="00CC30B8"/>
    <w:rsid w:val="00CC3752"/>
    <w:rsid w:val="00CC42FD"/>
    <w:rsid w:val="00CC49DF"/>
    <w:rsid w:val="00CC621A"/>
    <w:rsid w:val="00CC668C"/>
    <w:rsid w:val="00CC698A"/>
    <w:rsid w:val="00CD0949"/>
    <w:rsid w:val="00CD0B43"/>
    <w:rsid w:val="00CD0E59"/>
    <w:rsid w:val="00CD1364"/>
    <w:rsid w:val="00CD2E8C"/>
    <w:rsid w:val="00CD5F1E"/>
    <w:rsid w:val="00CE0089"/>
    <w:rsid w:val="00CE026F"/>
    <w:rsid w:val="00CE310C"/>
    <w:rsid w:val="00CE3DAE"/>
    <w:rsid w:val="00CE3EE7"/>
    <w:rsid w:val="00CF017C"/>
    <w:rsid w:val="00CF2283"/>
    <w:rsid w:val="00CF34F8"/>
    <w:rsid w:val="00CF4E5F"/>
    <w:rsid w:val="00CF5025"/>
    <w:rsid w:val="00CF7DDD"/>
    <w:rsid w:val="00D013B9"/>
    <w:rsid w:val="00D03166"/>
    <w:rsid w:val="00D032B6"/>
    <w:rsid w:val="00D069F3"/>
    <w:rsid w:val="00D07289"/>
    <w:rsid w:val="00D1128F"/>
    <w:rsid w:val="00D11B12"/>
    <w:rsid w:val="00D12911"/>
    <w:rsid w:val="00D13B21"/>
    <w:rsid w:val="00D144D7"/>
    <w:rsid w:val="00D161A2"/>
    <w:rsid w:val="00D20BCD"/>
    <w:rsid w:val="00D21EE9"/>
    <w:rsid w:val="00D229C7"/>
    <w:rsid w:val="00D23408"/>
    <w:rsid w:val="00D24214"/>
    <w:rsid w:val="00D2579A"/>
    <w:rsid w:val="00D2669A"/>
    <w:rsid w:val="00D30A55"/>
    <w:rsid w:val="00D32797"/>
    <w:rsid w:val="00D327F6"/>
    <w:rsid w:val="00D342A0"/>
    <w:rsid w:val="00D34B3A"/>
    <w:rsid w:val="00D35B22"/>
    <w:rsid w:val="00D36C4B"/>
    <w:rsid w:val="00D37200"/>
    <w:rsid w:val="00D43A5C"/>
    <w:rsid w:val="00D43B3A"/>
    <w:rsid w:val="00D4603C"/>
    <w:rsid w:val="00D50811"/>
    <w:rsid w:val="00D51FC5"/>
    <w:rsid w:val="00D55BDD"/>
    <w:rsid w:val="00D566B8"/>
    <w:rsid w:val="00D57710"/>
    <w:rsid w:val="00D6077F"/>
    <w:rsid w:val="00D61700"/>
    <w:rsid w:val="00D62EE7"/>
    <w:rsid w:val="00D641EB"/>
    <w:rsid w:val="00D64A10"/>
    <w:rsid w:val="00D67B98"/>
    <w:rsid w:val="00D74D97"/>
    <w:rsid w:val="00D751A1"/>
    <w:rsid w:val="00D763B6"/>
    <w:rsid w:val="00D80F15"/>
    <w:rsid w:val="00D81D1E"/>
    <w:rsid w:val="00D83C45"/>
    <w:rsid w:val="00D849E4"/>
    <w:rsid w:val="00D90676"/>
    <w:rsid w:val="00D907E9"/>
    <w:rsid w:val="00D9136F"/>
    <w:rsid w:val="00D9215A"/>
    <w:rsid w:val="00D92F09"/>
    <w:rsid w:val="00D96A04"/>
    <w:rsid w:val="00DA1F69"/>
    <w:rsid w:val="00DA2C7B"/>
    <w:rsid w:val="00DA3B45"/>
    <w:rsid w:val="00DA3D9D"/>
    <w:rsid w:val="00DA7001"/>
    <w:rsid w:val="00DB3076"/>
    <w:rsid w:val="00DC0C11"/>
    <w:rsid w:val="00DC0C47"/>
    <w:rsid w:val="00DC0D0D"/>
    <w:rsid w:val="00DC1320"/>
    <w:rsid w:val="00DC1976"/>
    <w:rsid w:val="00DC2BF7"/>
    <w:rsid w:val="00DC35D5"/>
    <w:rsid w:val="00DC4378"/>
    <w:rsid w:val="00DC650D"/>
    <w:rsid w:val="00DC7282"/>
    <w:rsid w:val="00DD1DCC"/>
    <w:rsid w:val="00DD50AD"/>
    <w:rsid w:val="00DD53DC"/>
    <w:rsid w:val="00DD5432"/>
    <w:rsid w:val="00DD5BBA"/>
    <w:rsid w:val="00DD6A66"/>
    <w:rsid w:val="00DD70F1"/>
    <w:rsid w:val="00DE131F"/>
    <w:rsid w:val="00DE2A18"/>
    <w:rsid w:val="00DE3475"/>
    <w:rsid w:val="00DE45C4"/>
    <w:rsid w:val="00DE54E6"/>
    <w:rsid w:val="00DE61C7"/>
    <w:rsid w:val="00DF0756"/>
    <w:rsid w:val="00DF08B8"/>
    <w:rsid w:val="00DF18F6"/>
    <w:rsid w:val="00DF1D5E"/>
    <w:rsid w:val="00DF2E64"/>
    <w:rsid w:val="00DF408C"/>
    <w:rsid w:val="00DF6851"/>
    <w:rsid w:val="00DF6D46"/>
    <w:rsid w:val="00E037F9"/>
    <w:rsid w:val="00E04829"/>
    <w:rsid w:val="00E04BB9"/>
    <w:rsid w:val="00E04DF5"/>
    <w:rsid w:val="00E064B1"/>
    <w:rsid w:val="00E073A8"/>
    <w:rsid w:val="00E10CCA"/>
    <w:rsid w:val="00E11769"/>
    <w:rsid w:val="00E11B1D"/>
    <w:rsid w:val="00E145E1"/>
    <w:rsid w:val="00E1538F"/>
    <w:rsid w:val="00E16161"/>
    <w:rsid w:val="00E1629A"/>
    <w:rsid w:val="00E1643D"/>
    <w:rsid w:val="00E166E6"/>
    <w:rsid w:val="00E2098B"/>
    <w:rsid w:val="00E25379"/>
    <w:rsid w:val="00E25697"/>
    <w:rsid w:val="00E27880"/>
    <w:rsid w:val="00E34371"/>
    <w:rsid w:val="00E34F64"/>
    <w:rsid w:val="00E35B9B"/>
    <w:rsid w:val="00E37767"/>
    <w:rsid w:val="00E37D67"/>
    <w:rsid w:val="00E40A5E"/>
    <w:rsid w:val="00E44661"/>
    <w:rsid w:val="00E47E72"/>
    <w:rsid w:val="00E53C10"/>
    <w:rsid w:val="00E53DA4"/>
    <w:rsid w:val="00E55960"/>
    <w:rsid w:val="00E55D33"/>
    <w:rsid w:val="00E572DF"/>
    <w:rsid w:val="00E60E53"/>
    <w:rsid w:val="00E62BA2"/>
    <w:rsid w:val="00E62DDA"/>
    <w:rsid w:val="00E64045"/>
    <w:rsid w:val="00E6491B"/>
    <w:rsid w:val="00E64F84"/>
    <w:rsid w:val="00E658F8"/>
    <w:rsid w:val="00E70AE6"/>
    <w:rsid w:val="00E71B45"/>
    <w:rsid w:val="00E71E30"/>
    <w:rsid w:val="00E72C95"/>
    <w:rsid w:val="00E731A7"/>
    <w:rsid w:val="00E73C6A"/>
    <w:rsid w:val="00E75152"/>
    <w:rsid w:val="00E76AD9"/>
    <w:rsid w:val="00E76C58"/>
    <w:rsid w:val="00E8057B"/>
    <w:rsid w:val="00E820BB"/>
    <w:rsid w:val="00E82510"/>
    <w:rsid w:val="00E836EB"/>
    <w:rsid w:val="00E9016F"/>
    <w:rsid w:val="00E9180E"/>
    <w:rsid w:val="00E91B56"/>
    <w:rsid w:val="00E9269C"/>
    <w:rsid w:val="00E92D60"/>
    <w:rsid w:val="00E931A4"/>
    <w:rsid w:val="00E94304"/>
    <w:rsid w:val="00E95D35"/>
    <w:rsid w:val="00E9622F"/>
    <w:rsid w:val="00EA0809"/>
    <w:rsid w:val="00EA0D33"/>
    <w:rsid w:val="00EA15EE"/>
    <w:rsid w:val="00EA4601"/>
    <w:rsid w:val="00EA5999"/>
    <w:rsid w:val="00EA6743"/>
    <w:rsid w:val="00EB3214"/>
    <w:rsid w:val="00EB3D87"/>
    <w:rsid w:val="00EB4F18"/>
    <w:rsid w:val="00EB6586"/>
    <w:rsid w:val="00EC0A9A"/>
    <w:rsid w:val="00EC28C8"/>
    <w:rsid w:val="00EC3277"/>
    <w:rsid w:val="00EC742C"/>
    <w:rsid w:val="00ED11FA"/>
    <w:rsid w:val="00ED1BDE"/>
    <w:rsid w:val="00ED4C68"/>
    <w:rsid w:val="00ED69D3"/>
    <w:rsid w:val="00ED7037"/>
    <w:rsid w:val="00ED77BF"/>
    <w:rsid w:val="00EE0078"/>
    <w:rsid w:val="00EE4078"/>
    <w:rsid w:val="00EE43A0"/>
    <w:rsid w:val="00EE5C05"/>
    <w:rsid w:val="00EE7CDD"/>
    <w:rsid w:val="00EF05CC"/>
    <w:rsid w:val="00EF0A3D"/>
    <w:rsid w:val="00EF151C"/>
    <w:rsid w:val="00EF1870"/>
    <w:rsid w:val="00EF2843"/>
    <w:rsid w:val="00EF287B"/>
    <w:rsid w:val="00EF4E46"/>
    <w:rsid w:val="00EF6927"/>
    <w:rsid w:val="00EF6D0B"/>
    <w:rsid w:val="00EF7832"/>
    <w:rsid w:val="00F0121F"/>
    <w:rsid w:val="00F015BE"/>
    <w:rsid w:val="00F01B73"/>
    <w:rsid w:val="00F05A5E"/>
    <w:rsid w:val="00F06700"/>
    <w:rsid w:val="00F12349"/>
    <w:rsid w:val="00F131CE"/>
    <w:rsid w:val="00F13850"/>
    <w:rsid w:val="00F150E3"/>
    <w:rsid w:val="00F15A24"/>
    <w:rsid w:val="00F17254"/>
    <w:rsid w:val="00F203B1"/>
    <w:rsid w:val="00F228C7"/>
    <w:rsid w:val="00F23098"/>
    <w:rsid w:val="00F25A42"/>
    <w:rsid w:val="00F26C5D"/>
    <w:rsid w:val="00F26F81"/>
    <w:rsid w:val="00F30594"/>
    <w:rsid w:val="00F314B4"/>
    <w:rsid w:val="00F3221F"/>
    <w:rsid w:val="00F32AE9"/>
    <w:rsid w:val="00F333D2"/>
    <w:rsid w:val="00F35A22"/>
    <w:rsid w:val="00F37591"/>
    <w:rsid w:val="00F40DD1"/>
    <w:rsid w:val="00F434DC"/>
    <w:rsid w:val="00F44BDC"/>
    <w:rsid w:val="00F4501E"/>
    <w:rsid w:val="00F468E3"/>
    <w:rsid w:val="00F474E2"/>
    <w:rsid w:val="00F505CA"/>
    <w:rsid w:val="00F50FA5"/>
    <w:rsid w:val="00F50FA9"/>
    <w:rsid w:val="00F510D3"/>
    <w:rsid w:val="00F51B57"/>
    <w:rsid w:val="00F51B83"/>
    <w:rsid w:val="00F53097"/>
    <w:rsid w:val="00F54AD5"/>
    <w:rsid w:val="00F54D03"/>
    <w:rsid w:val="00F55648"/>
    <w:rsid w:val="00F5723E"/>
    <w:rsid w:val="00F579AA"/>
    <w:rsid w:val="00F57F58"/>
    <w:rsid w:val="00F601F5"/>
    <w:rsid w:val="00F6199C"/>
    <w:rsid w:val="00F6401E"/>
    <w:rsid w:val="00F640C5"/>
    <w:rsid w:val="00F64262"/>
    <w:rsid w:val="00F6515F"/>
    <w:rsid w:val="00F6616F"/>
    <w:rsid w:val="00F6627D"/>
    <w:rsid w:val="00F66AC7"/>
    <w:rsid w:val="00F70400"/>
    <w:rsid w:val="00F7453C"/>
    <w:rsid w:val="00F74BF3"/>
    <w:rsid w:val="00F76B6F"/>
    <w:rsid w:val="00F80174"/>
    <w:rsid w:val="00F81739"/>
    <w:rsid w:val="00F8308D"/>
    <w:rsid w:val="00F84917"/>
    <w:rsid w:val="00F8756C"/>
    <w:rsid w:val="00F9213B"/>
    <w:rsid w:val="00F93FE1"/>
    <w:rsid w:val="00F95E50"/>
    <w:rsid w:val="00F96175"/>
    <w:rsid w:val="00F97824"/>
    <w:rsid w:val="00FA0162"/>
    <w:rsid w:val="00FA0DD2"/>
    <w:rsid w:val="00FA14AD"/>
    <w:rsid w:val="00FA55A1"/>
    <w:rsid w:val="00FA6FE2"/>
    <w:rsid w:val="00FA712B"/>
    <w:rsid w:val="00FA7F8F"/>
    <w:rsid w:val="00FB30B6"/>
    <w:rsid w:val="00FB42FA"/>
    <w:rsid w:val="00FB4377"/>
    <w:rsid w:val="00FB7110"/>
    <w:rsid w:val="00FB7897"/>
    <w:rsid w:val="00FC287B"/>
    <w:rsid w:val="00FC305D"/>
    <w:rsid w:val="00FC4063"/>
    <w:rsid w:val="00FC4552"/>
    <w:rsid w:val="00FC69E0"/>
    <w:rsid w:val="00FD09D6"/>
    <w:rsid w:val="00FD2A6C"/>
    <w:rsid w:val="00FD5941"/>
    <w:rsid w:val="00FD72B8"/>
    <w:rsid w:val="00FD77B9"/>
    <w:rsid w:val="00FE09C2"/>
    <w:rsid w:val="00FE1BF5"/>
    <w:rsid w:val="00FE310D"/>
    <w:rsid w:val="00FE5B5B"/>
    <w:rsid w:val="00FE7114"/>
    <w:rsid w:val="00FF0ACC"/>
    <w:rsid w:val="00FF413F"/>
    <w:rsid w:val="00FF480C"/>
    <w:rsid w:val="00FF56D8"/>
    <w:rsid w:val="00FF5DC6"/>
    <w:rsid w:val="00FF63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7B2715"/>
  <w15:docId w15:val="{C227D04A-2321-1A4E-BE16-80B96317C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686A00"/>
    <w:pPr>
      <w:spacing w:after="0" w:line="240" w:lineRule="auto"/>
    </w:pPr>
    <w:rPr>
      <w:rFonts w:ascii="Times New Roman" w:eastAsia="Times New Roman" w:hAnsi="Times New Roman" w:cs="Times New Roman"/>
      <w:sz w:val="24"/>
      <w:szCs w:val="20"/>
    </w:rPr>
  </w:style>
  <w:style w:type="paragraph" w:styleId="Heading1">
    <w:name w:val="heading 1"/>
    <w:next w:val="SectionHead"/>
    <w:link w:val="Heading1Char"/>
    <w:rsid w:val="009A5F22"/>
    <w:pPr>
      <w:keepNext/>
      <w:pageBreakBefore/>
      <w:spacing w:before="480" w:after="0" w:line="440" w:lineRule="exact"/>
      <w:outlineLvl w:val="0"/>
    </w:pPr>
    <w:rPr>
      <w:rFonts w:ascii="Arial Narrow" w:eastAsia="Times New Roman" w:hAnsi="Arial Narrow" w:cs="Times New Roman"/>
      <w:caps/>
      <w:sz w:val="40"/>
      <w:szCs w:val="20"/>
    </w:rPr>
  </w:style>
  <w:style w:type="paragraph" w:styleId="Heading2">
    <w:name w:val="heading 2"/>
    <w:basedOn w:val="Heading1"/>
    <w:next w:val="SectionHead"/>
    <w:link w:val="Heading2Char"/>
    <w:semiHidden/>
    <w:rsid w:val="00B02546"/>
    <w:pPr>
      <w:outlineLvl w:val="1"/>
    </w:pPr>
  </w:style>
  <w:style w:type="paragraph" w:styleId="Heading3">
    <w:name w:val="heading 3"/>
    <w:basedOn w:val="Normal"/>
    <w:next w:val="BodyText"/>
    <w:link w:val="Heading3Char"/>
    <w:semiHidden/>
    <w:qFormat/>
    <w:rsid w:val="00B02546"/>
    <w:pPr>
      <w:spacing w:before="120"/>
      <w:outlineLvl w:val="2"/>
    </w:pPr>
    <w:rPr>
      <w:rFonts w:ascii="Arial" w:hAnsi="Arial"/>
      <w:b/>
    </w:rPr>
  </w:style>
  <w:style w:type="paragraph" w:styleId="Heading4">
    <w:name w:val="heading 4"/>
    <w:basedOn w:val="Normal"/>
    <w:next w:val="Normal"/>
    <w:link w:val="Heading4Char"/>
    <w:semiHidden/>
    <w:qFormat/>
    <w:rsid w:val="00B02546"/>
    <w:pPr>
      <w:keepNext/>
      <w:outlineLvl w:val="3"/>
    </w:pPr>
    <w:rPr>
      <w:rFonts w:ascii="Helvetica" w:hAnsi="Helvetica"/>
      <w:i/>
      <w:sz w:val="20"/>
    </w:rPr>
  </w:style>
  <w:style w:type="paragraph" w:styleId="Heading5">
    <w:name w:val="heading 5"/>
    <w:basedOn w:val="Normal"/>
    <w:next w:val="Normal"/>
    <w:link w:val="Heading5Char"/>
    <w:semiHidden/>
    <w:qFormat/>
    <w:rsid w:val="00B02546"/>
    <w:pPr>
      <w:numPr>
        <w:ilvl w:val="4"/>
        <w:numId w:val="17"/>
      </w:numPr>
      <w:spacing w:before="240" w:after="60"/>
      <w:outlineLvl w:val="4"/>
    </w:pPr>
    <w:rPr>
      <w:b/>
      <w:bCs/>
      <w:i/>
      <w:iCs/>
      <w:sz w:val="26"/>
      <w:szCs w:val="26"/>
    </w:rPr>
  </w:style>
  <w:style w:type="paragraph" w:styleId="Heading6">
    <w:name w:val="heading 6"/>
    <w:basedOn w:val="Normal"/>
    <w:next w:val="Normal"/>
    <w:link w:val="Heading6Char"/>
    <w:semiHidden/>
    <w:qFormat/>
    <w:rsid w:val="00B02546"/>
    <w:pPr>
      <w:numPr>
        <w:ilvl w:val="5"/>
        <w:numId w:val="17"/>
      </w:numPr>
      <w:spacing w:before="240" w:after="60"/>
      <w:outlineLvl w:val="5"/>
    </w:pPr>
    <w:rPr>
      <w:b/>
      <w:bCs/>
      <w:sz w:val="22"/>
      <w:szCs w:val="22"/>
    </w:rPr>
  </w:style>
  <w:style w:type="paragraph" w:styleId="Heading7">
    <w:name w:val="heading 7"/>
    <w:basedOn w:val="Normal"/>
    <w:next w:val="Normal"/>
    <w:link w:val="Heading7Char"/>
    <w:semiHidden/>
    <w:qFormat/>
    <w:rsid w:val="00B02546"/>
    <w:pPr>
      <w:numPr>
        <w:ilvl w:val="6"/>
        <w:numId w:val="17"/>
      </w:numPr>
      <w:spacing w:before="240" w:after="60"/>
      <w:outlineLvl w:val="6"/>
    </w:pPr>
  </w:style>
  <w:style w:type="paragraph" w:styleId="Heading8">
    <w:name w:val="heading 8"/>
    <w:basedOn w:val="Normal"/>
    <w:next w:val="Normal"/>
    <w:link w:val="Heading8Char"/>
    <w:semiHidden/>
    <w:qFormat/>
    <w:rsid w:val="00B02546"/>
    <w:pPr>
      <w:spacing w:before="240" w:after="60"/>
      <w:outlineLvl w:val="7"/>
    </w:pPr>
    <w:rPr>
      <w:i/>
      <w:iCs/>
    </w:rPr>
  </w:style>
  <w:style w:type="paragraph" w:styleId="Heading9">
    <w:name w:val="heading 9"/>
    <w:basedOn w:val="Normal"/>
    <w:next w:val="Normal"/>
    <w:link w:val="Heading9Char"/>
    <w:semiHidden/>
    <w:qFormat/>
    <w:rsid w:val="00B02546"/>
    <w:pPr>
      <w:numPr>
        <w:ilvl w:val="8"/>
        <w:numId w:val="17"/>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ep">
    <w:name w:val="Step"/>
    <w:link w:val="StepChar"/>
    <w:qFormat/>
    <w:rsid w:val="00DC0C11"/>
    <w:pPr>
      <w:tabs>
        <w:tab w:val="left" w:pos="360"/>
        <w:tab w:val="left" w:pos="648"/>
      </w:tabs>
      <w:spacing w:before="240" w:after="0" w:line="240" w:lineRule="auto"/>
      <w:ind w:left="360" w:hanging="360"/>
    </w:pPr>
    <w:rPr>
      <w:rFonts w:ascii="Century Schoolbook" w:eastAsia="Times New Roman" w:hAnsi="Century Schoolbook" w:cs="Times New Roman"/>
      <w:color w:val="000000"/>
      <w:sz w:val="20"/>
      <w:szCs w:val="20"/>
    </w:rPr>
  </w:style>
  <w:style w:type="paragraph" w:customStyle="1" w:styleId="StepIndent">
    <w:name w:val="Step Indent"/>
    <w:basedOn w:val="Step"/>
    <w:link w:val="StepIndentChar"/>
    <w:qFormat/>
    <w:rsid w:val="00DC0C11"/>
    <w:pPr>
      <w:ind w:firstLine="0"/>
    </w:pPr>
  </w:style>
  <w:style w:type="paragraph" w:customStyle="1" w:styleId="Answer">
    <w:name w:val="Answer"/>
    <w:basedOn w:val="StepIndent"/>
    <w:link w:val="AnswerChar"/>
    <w:qFormat/>
    <w:rsid w:val="00DC0C11"/>
    <w:pPr>
      <w:spacing w:before="60" w:after="60" w:line="240" w:lineRule="atLeast"/>
    </w:pPr>
    <w:rPr>
      <w:rFonts w:ascii="Arial Narrow" w:hAnsi="Arial Narrow" w:cs="Arial"/>
      <w:sz w:val="18"/>
    </w:rPr>
  </w:style>
  <w:style w:type="paragraph" w:customStyle="1" w:styleId="AnswerCentered">
    <w:name w:val="Answer Centered"/>
    <w:basedOn w:val="Answer"/>
    <w:rsid w:val="00DC0C11"/>
    <w:pPr>
      <w:tabs>
        <w:tab w:val="left" w:pos="216"/>
      </w:tabs>
      <w:jc w:val="center"/>
    </w:pPr>
  </w:style>
  <w:style w:type="table" w:customStyle="1" w:styleId="AnswersTable">
    <w:name w:val="Answers Table"/>
    <w:basedOn w:val="TableNormal"/>
    <w:rsid w:val="00DC0C11"/>
    <w:pPr>
      <w:spacing w:after="0" w:line="240" w:lineRule="auto"/>
    </w:pPr>
    <w:rPr>
      <w:rFonts w:ascii="Arial" w:eastAsia="Times New Roman" w:hAnsi="Arial" w:cs="Times New Roman"/>
      <w:sz w:val="20"/>
      <w:szCs w:val="20"/>
    </w:rPr>
    <w:tblPr/>
  </w:style>
  <w:style w:type="paragraph" w:styleId="BalloonText">
    <w:name w:val="Balloon Text"/>
    <w:basedOn w:val="Normal"/>
    <w:link w:val="BalloonTextChar"/>
    <w:semiHidden/>
    <w:rsid w:val="00B02546"/>
    <w:rPr>
      <w:rFonts w:ascii="Tahoma" w:hAnsi="Tahoma" w:cs="Tahoma"/>
      <w:sz w:val="16"/>
      <w:szCs w:val="16"/>
    </w:rPr>
  </w:style>
  <w:style w:type="character" w:customStyle="1" w:styleId="BalloonTextChar">
    <w:name w:val="Balloon Text Char"/>
    <w:basedOn w:val="DefaultParagraphFont"/>
    <w:link w:val="BalloonText"/>
    <w:semiHidden/>
    <w:rsid w:val="00466946"/>
    <w:rPr>
      <w:rFonts w:ascii="Tahoma" w:eastAsia="Times New Roman" w:hAnsi="Tahoma" w:cs="Tahoma"/>
      <w:sz w:val="16"/>
      <w:szCs w:val="16"/>
    </w:rPr>
  </w:style>
  <w:style w:type="paragraph" w:styleId="BodyText">
    <w:name w:val="Body Text"/>
    <w:link w:val="BodyTextChar"/>
    <w:rsid w:val="00DC0C11"/>
    <w:pPr>
      <w:suppressAutoHyphens/>
      <w:spacing w:before="120" w:after="0" w:line="240" w:lineRule="auto"/>
    </w:pPr>
    <w:rPr>
      <w:rFonts w:ascii="Century Schoolbook" w:eastAsia="Times New Roman" w:hAnsi="Century Schoolbook" w:cs="Times New Roman"/>
      <w:sz w:val="20"/>
      <w:szCs w:val="20"/>
    </w:rPr>
  </w:style>
  <w:style w:type="character" w:customStyle="1" w:styleId="BodyTextChar">
    <w:name w:val="Body Text Char"/>
    <w:basedOn w:val="DefaultParagraphFont"/>
    <w:link w:val="BodyText"/>
    <w:rsid w:val="00466946"/>
    <w:rPr>
      <w:rFonts w:ascii="Century Schoolbook" w:eastAsia="Times New Roman" w:hAnsi="Century Schoolbook" w:cs="Times New Roman"/>
      <w:sz w:val="20"/>
      <w:szCs w:val="20"/>
    </w:rPr>
  </w:style>
  <w:style w:type="paragraph" w:customStyle="1" w:styleId="BodyIndent">
    <w:name w:val="Body Indent"/>
    <w:basedOn w:val="BodyText"/>
    <w:rsid w:val="00DC0C11"/>
    <w:pPr>
      <w:ind w:left="360"/>
    </w:pPr>
  </w:style>
  <w:style w:type="paragraph" w:customStyle="1" w:styleId="BodySpace">
    <w:name w:val="Body Space"/>
    <w:basedOn w:val="BodyText"/>
    <w:rsid w:val="00DC0C11"/>
    <w:pPr>
      <w:spacing w:before="0"/>
    </w:pPr>
    <w:rPr>
      <w:sz w:val="12"/>
    </w:rPr>
  </w:style>
  <w:style w:type="paragraph" w:customStyle="1" w:styleId="BodyTextCentered">
    <w:name w:val="Body Text Centered"/>
    <w:basedOn w:val="BodyText"/>
    <w:qFormat/>
    <w:rsid w:val="00DC0C11"/>
    <w:pPr>
      <w:jc w:val="center"/>
    </w:pPr>
  </w:style>
  <w:style w:type="paragraph" w:styleId="Caption">
    <w:name w:val="caption"/>
    <w:qFormat/>
    <w:rsid w:val="00DC0C11"/>
    <w:pPr>
      <w:keepNext/>
      <w:spacing w:before="120" w:after="0" w:line="240" w:lineRule="auto"/>
    </w:pPr>
    <w:rPr>
      <w:rFonts w:ascii="Century Schoolbook" w:eastAsia="Times New Roman" w:hAnsi="Century Schoolbook" w:cs="Times New Roman"/>
      <w:sz w:val="18"/>
      <w:szCs w:val="20"/>
    </w:rPr>
  </w:style>
  <w:style w:type="paragraph" w:customStyle="1" w:styleId="CaptionBelow">
    <w:name w:val="Caption Below"/>
    <w:basedOn w:val="Caption"/>
    <w:rsid w:val="003813FC"/>
    <w:pPr>
      <w:keepNext w:val="0"/>
      <w:spacing w:after="120"/>
    </w:pPr>
  </w:style>
  <w:style w:type="character" w:customStyle="1" w:styleId="Character-Bold">
    <w:name w:val="Character - Bold"/>
    <w:rsid w:val="00DC0C11"/>
    <w:rPr>
      <w:b/>
    </w:rPr>
  </w:style>
  <w:style w:type="character" w:customStyle="1" w:styleId="Character-BoldandItalic">
    <w:name w:val="Character - Bold and Italic"/>
    <w:rsid w:val="00DC0C11"/>
    <w:rPr>
      <w:b/>
      <w:i/>
    </w:rPr>
  </w:style>
  <w:style w:type="character" w:customStyle="1" w:styleId="Character-Subscript">
    <w:name w:val="Character - Subscript"/>
    <w:basedOn w:val="DefaultParagraphFont"/>
    <w:qFormat/>
    <w:rsid w:val="0006355E"/>
    <w:rPr>
      <w:dstrike w:val="0"/>
      <w:vertAlign w:val="subscript"/>
    </w:rPr>
  </w:style>
  <w:style w:type="character" w:customStyle="1" w:styleId="Character-ChemSubscript">
    <w:name w:val="Character - Chem Subscript"/>
    <w:basedOn w:val="Character-Subscript"/>
    <w:qFormat/>
    <w:rsid w:val="00DC0C11"/>
    <w:rPr>
      <w:rFonts w:ascii="Arial" w:hAnsi="Arial"/>
      <w:dstrike w:val="0"/>
      <w:vertAlign w:val="subscript"/>
    </w:rPr>
  </w:style>
  <w:style w:type="character" w:customStyle="1" w:styleId="Character-Superscript">
    <w:name w:val="Character - Superscript"/>
    <w:basedOn w:val="DefaultParagraphFont"/>
    <w:qFormat/>
    <w:rsid w:val="0006355E"/>
    <w:rPr>
      <w:dstrike w:val="0"/>
      <w:vertAlign w:val="superscript"/>
    </w:rPr>
  </w:style>
  <w:style w:type="character" w:customStyle="1" w:styleId="Character-ChemSuperscript">
    <w:name w:val="Character - Chem Superscript"/>
    <w:basedOn w:val="Character-Superscript"/>
    <w:qFormat/>
    <w:rsid w:val="00DC0C11"/>
    <w:rPr>
      <w:rFonts w:ascii="Arial" w:hAnsi="Arial"/>
      <w:dstrike w:val="0"/>
      <w:vertAlign w:val="superscript"/>
    </w:rPr>
  </w:style>
  <w:style w:type="character" w:customStyle="1" w:styleId="Character-Italic">
    <w:name w:val="Character - Italic"/>
    <w:qFormat/>
    <w:rsid w:val="00DC0C11"/>
    <w:rPr>
      <w:i/>
    </w:rPr>
  </w:style>
  <w:style w:type="character" w:customStyle="1" w:styleId="Character-PageNumber">
    <w:name w:val="Character - Page Number"/>
    <w:semiHidden/>
    <w:qFormat/>
    <w:rsid w:val="00DC0C11"/>
    <w:rPr>
      <w:rFonts w:ascii="Arial Narrow" w:hAnsi="Arial Narrow"/>
      <w:b/>
      <w:dstrike w:val="0"/>
      <w:color w:val="auto"/>
      <w:sz w:val="28"/>
      <w:vertAlign w:val="baseline"/>
    </w:rPr>
  </w:style>
  <w:style w:type="character" w:styleId="CommentReference">
    <w:name w:val="annotation reference"/>
    <w:basedOn w:val="DefaultParagraphFont"/>
    <w:semiHidden/>
    <w:rsid w:val="00B02546"/>
    <w:rPr>
      <w:sz w:val="16"/>
      <w:szCs w:val="16"/>
    </w:rPr>
  </w:style>
  <w:style w:type="paragraph" w:styleId="CommentText">
    <w:name w:val="annotation text"/>
    <w:basedOn w:val="Normal"/>
    <w:link w:val="CommentTextChar"/>
    <w:semiHidden/>
    <w:rsid w:val="00B02546"/>
    <w:rPr>
      <w:sz w:val="20"/>
    </w:rPr>
  </w:style>
  <w:style w:type="character" w:customStyle="1" w:styleId="CommentTextChar">
    <w:name w:val="Comment Text Char"/>
    <w:basedOn w:val="DefaultParagraphFont"/>
    <w:link w:val="CommentText"/>
    <w:semiHidden/>
    <w:rsid w:val="0046694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B02546"/>
    <w:rPr>
      <w:b/>
      <w:bCs/>
    </w:rPr>
  </w:style>
  <w:style w:type="character" w:customStyle="1" w:styleId="CommentSubjectChar">
    <w:name w:val="Comment Subject Char"/>
    <w:basedOn w:val="CommentTextChar"/>
    <w:link w:val="CommentSubject"/>
    <w:semiHidden/>
    <w:rsid w:val="00466946"/>
    <w:rPr>
      <w:rFonts w:ascii="Times New Roman" w:eastAsia="Times New Roman" w:hAnsi="Times New Roman" w:cs="Times New Roman"/>
      <w:b/>
      <w:bCs/>
      <w:sz w:val="20"/>
      <w:szCs w:val="20"/>
    </w:rPr>
  </w:style>
  <w:style w:type="table" w:customStyle="1" w:styleId="DataTable">
    <w:name w:val="Data Table"/>
    <w:basedOn w:val="AnswersTable"/>
    <w:rsid w:val="00DC0C11"/>
    <w:pPr>
      <w:jc w:val="center"/>
    </w:pPr>
    <w:rPr>
      <w:sz w:val="18"/>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43" w:type="dxa"/>
        <w:left w:w="115" w:type="dxa"/>
        <w:bottom w:w="43" w:type="dxa"/>
        <w:right w:w="115" w:type="dxa"/>
      </w:tblCellMar>
    </w:tblPr>
    <w:tcPr>
      <w:vAlign w:val="center"/>
    </w:tcPr>
  </w:style>
  <w:style w:type="paragraph" w:customStyle="1" w:styleId="Equation">
    <w:name w:val="Equation"/>
    <w:basedOn w:val="BodyText"/>
    <w:qFormat/>
    <w:rsid w:val="00DC0C11"/>
    <w:pPr>
      <w:tabs>
        <w:tab w:val="right" w:pos="8640"/>
      </w:tabs>
      <w:ind w:left="648"/>
    </w:pPr>
  </w:style>
  <w:style w:type="paragraph" w:customStyle="1" w:styleId="FirstPageHeader">
    <w:name w:val="First Page Header"/>
    <w:basedOn w:val="Normal"/>
    <w:semiHidden/>
    <w:locked/>
    <w:rsid w:val="00B02546"/>
    <w:pPr>
      <w:pBdr>
        <w:bottom w:val="single" w:sz="4" w:space="1" w:color="808080"/>
      </w:pBdr>
      <w:tabs>
        <w:tab w:val="left" w:pos="360"/>
        <w:tab w:val="left" w:pos="4680"/>
        <w:tab w:val="left" w:pos="6480"/>
        <w:tab w:val="right" w:pos="9720"/>
      </w:tabs>
      <w:spacing w:line="280" w:lineRule="exact"/>
    </w:pPr>
    <w:rPr>
      <w:rFonts w:ascii="Arial" w:hAnsi="Arial"/>
      <w:b/>
      <w:i/>
      <w:sz w:val="20"/>
      <w:szCs w:val="18"/>
    </w:rPr>
  </w:style>
  <w:style w:type="paragraph" w:customStyle="1" w:styleId="FooterRuled">
    <w:name w:val="Footer Ruled"/>
    <w:next w:val="BodyText"/>
    <w:rsid w:val="0081564B"/>
    <w:pPr>
      <w:pBdr>
        <w:top w:val="dotted" w:sz="12" w:space="0" w:color="595959" w:themeColor="text1" w:themeTint="A6"/>
      </w:pBdr>
      <w:tabs>
        <w:tab w:val="left" w:pos="144"/>
        <w:tab w:val="left" w:pos="864"/>
        <w:tab w:val="right" w:pos="8352"/>
        <w:tab w:val="right" w:pos="9216"/>
      </w:tabs>
      <w:spacing w:after="0" w:line="240" w:lineRule="atLeast"/>
    </w:pPr>
    <w:rPr>
      <w:rFonts w:ascii="Arial Narrow" w:eastAsia="Times New Roman" w:hAnsi="Arial Narrow" w:cs="Times New Roman"/>
      <w:caps/>
      <w:color w:val="595959" w:themeColor="text1" w:themeTint="A6"/>
      <w:sz w:val="16"/>
      <w:szCs w:val="20"/>
    </w:rPr>
  </w:style>
  <w:style w:type="paragraph" w:customStyle="1" w:styleId="Footnote">
    <w:name w:val="Footnote"/>
    <w:basedOn w:val="BodyText"/>
    <w:link w:val="FootnoteChar"/>
    <w:rsid w:val="00DC0C11"/>
    <w:pPr>
      <w:spacing w:before="40" w:line="180" w:lineRule="atLeast"/>
    </w:pPr>
    <w:rPr>
      <w:rFonts w:ascii="Arial Narrow" w:hAnsi="Arial Narrow"/>
      <w:sz w:val="18"/>
      <w:szCs w:val="18"/>
    </w:rPr>
  </w:style>
  <w:style w:type="character" w:styleId="FootnoteReference">
    <w:name w:val="footnote reference"/>
    <w:basedOn w:val="DefaultParagraphFont"/>
    <w:semiHidden/>
    <w:rsid w:val="00466946"/>
    <w:rPr>
      <w:vertAlign w:val="superscript"/>
    </w:rPr>
  </w:style>
  <w:style w:type="paragraph" w:styleId="FootnoteText">
    <w:name w:val="footnote text"/>
    <w:link w:val="FootnoteTextChar"/>
    <w:semiHidden/>
    <w:rsid w:val="00E27880"/>
    <w:pPr>
      <w:spacing w:after="40" w:line="240" w:lineRule="auto"/>
    </w:pPr>
    <w:rPr>
      <w:rFonts w:ascii="Arial Narrow" w:eastAsia="Times New Roman" w:hAnsi="Arial Narrow" w:cs="Times New Roman"/>
      <w:sz w:val="18"/>
      <w:szCs w:val="18"/>
    </w:rPr>
  </w:style>
  <w:style w:type="character" w:customStyle="1" w:styleId="FootnoteTextChar">
    <w:name w:val="Footnote Text Char"/>
    <w:basedOn w:val="DefaultParagraphFont"/>
    <w:link w:val="FootnoteText"/>
    <w:semiHidden/>
    <w:rsid w:val="00E27880"/>
    <w:rPr>
      <w:rFonts w:ascii="Arial Narrow" w:eastAsia="Times New Roman" w:hAnsi="Arial Narrow" w:cs="Times New Roman"/>
      <w:sz w:val="18"/>
      <w:szCs w:val="18"/>
    </w:rPr>
  </w:style>
  <w:style w:type="paragraph" w:styleId="Header">
    <w:name w:val="header"/>
    <w:link w:val="HeaderChar"/>
    <w:rsid w:val="0001205F"/>
    <w:pPr>
      <w:pBdr>
        <w:bottom w:val="dotted" w:sz="12" w:space="2" w:color="595959" w:themeColor="text1" w:themeTint="A6"/>
      </w:pBdr>
      <w:tabs>
        <w:tab w:val="left" w:pos="144"/>
        <w:tab w:val="left" w:pos="2880"/>
        <w:tab w:val="right" w:pos="9216"/>
      </w:tabs>
      <w:spacing w:after="120" w:line="280" w:lineRule="exact"/>
    </w:pPr>
    <w:rPr>
      <w:rFonts w:ascii="Arial Narrow" w:eastAsia="Times New Roman" w:hAnsi="Arial Narrow" w:cs="Times New Roman"/>
      <w:caps/>
      <w:color w:val="595959" w:themeColor="text1" w:themeTint="A6"/>
      <w:sz w:val="20"/>
      <w:szCs w:val="20"/>
    </w:rPr>
  </w:style>
  <w:style w:type="character" w:customStyle="1" w:styleId="HeaderChar">
    <w:name w:val="Header Char"/>
    <w:basedOn w:val="DefaultParagraphFont"/>
    <w:link w:val="Header"/>
    <w:rsid w:val="0001205F"/>
    <w:rPr>
      <w:rFonts w:ascii="Arial Narrow" w:eastAsia="Times New Roman" w:hAnsi="Arial Narrow" w:cs="Times New Roman"/>
      <w:caps/>
      <w:color w:val="595959" w:themeColor="text1" w:themeTint="A6"/>
      <w:sz w:val="20"/>
      <w:szCs w:val="20"/>
    </w:rPr>
  </w:style>
  <w:style w:type="character" w:customStyle="1" w:styleId="Heading1Char">
    <w:name w:val="Heading 1 Char"/>
    <w:basedOn w:val="DefaultParagraphFont"/>
    <w:link w:val="Heading1"/>
    <w:rsid w:val="009A5F22"/>
    <w:rPr>
      <w:rFonts w:ascii="Arial Narrow" w:eastAsia="Times New Roman" w:hAnsi="Arial Narrow" w:cs="Times New Roman"/>
      <w:caps/>
      <w:sz w:val="40"/>
      <w:szCs w:val="20"/>
    </w:rPr>
  </w:style>
  <w:style w:type="character" w:customStyle="1" w:styleId="Heading2Char">
    <w:name w:val="Heading 2 Char"/>
    <w:basedOn w:val="DefaultParagraphFont"/>
    <w:link w:val="Heading2"/>
    <w:semiHidden/>
    <w:rsid w:val="00466946"/>
    <w:rPr>
      <w:rFonts w:ascii="Arial Narrow" w:eastAsia="Times New Roman" w:hAnsi="Arial Narrow" w:cs="Times New Roman"/>
      <w:caps/>
      <w:sz w:val="40"/>
      <w:szCs w:val="20"/>
    </w:rPr>
  </w:style>
  <w:style w:type="character" w:customStyle="1" w:styleId="Heading3Char">
    <w:name w:val="Heading 3 Char"/>
    <w:basedOn w:val="DefaultParagraphFont"/>
    <w:link w:val="Heading3"/>
    <w:semiHidden/>
    <w:rsid w:val="00466946"/>
    <w:rPr>
      <w:rFonts w:ascii="Arial" w:eastAsia="Times New Roman" w:hAnsi="Arial" w:cs="Times New Roman"/>
      <w:b/>
      <w:sz w:val="24"/>
      <w:szCs w:val="20"/>
    </w:rPr>
  </w:style>
  <w:style w:type="character" w:customStyle="1" w:styleId="Heading4Char">
    <w:name w:val="Heading 4 Char"/>
    <w:basedOn w:val="DefaultParagraphFont"/>
    <w:link w:val="Heading4"/>
    <w:semiHidden/>
    <w:rsid w:val="00466946"/>
    <w:rPr>
      <w:rFonts w:ascii="Helvetica" w:eastAsia="Times New Roman" w:hAnsi="Helvetica" w:cs="Times New Roman"/>
      <w:i/>
      <w:sz w:val="20"/>
      <w:szCs w:val="20"/>
    </w:rPr>
  </w:style>
  <w:style w:type="character" w:customStyle="1" w:styleId="Heading5Char">
    <w:name w:val="Heading 5 Char"/>
    <w:basedOn w:val="DefaultParagraphFont"/>
    <w:link w:val="Heading5"/>
    <w:semiHidden/>
    <w:rsid w:val="00466946"/>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semiHidden/>
    <w:rsid w:val="00466946"/>
    <w:rPr>
      <w:rFonts w:ascii="Times New Roman" w:eastAsia="Times New Roman" w:hAnsi="Times New Roman" w:cs="Times New Roman"/>
      <w:b/>
      <w:bCs/>
    </w:rPr>
  </w:style>
  <w:style w:type="character" w:customStyle="1" w:styleId="Heading7Char">
    <w:name w:val="Heading 7 Char"/>
    <w:basedOn w:val="DefaultParagraphFont"/>
    <w:link w:val="Heading7"/>
    <w:semiHidden/>
    <w:rsid w:val="00466946"/>
    <w:rPr>
      <w:rFonts w:ascii="Times New Roman" w:eastAsia="Times New Roman" w:hAnsi="Times New Roman" w:cs="Times New Roman"/>
      <w:sz w:val="24"/>
      <w:szCs w:val="20"/>
    </w:rPr>
  </w:style>
  <w:style w:type="character" w:customStyle="1" w:styleId="Heading8Char">
    <w:name w:val="Heading 8 Char"/>
    <w:basedOn w:val="DefaultParagraphFont"/>
    <w:link w:val="Heading8"/>
    <w:semiHidden/>
    <w:rsid w:val="00466946"/>
    <w:rPr>
      <w:rFonts w:ascii="Times New Roman" w:eastAsia="Times New Roman" w:hAnsi="Times New Roman" w:cs="Times New Roman"/>
      <w:i/>
      <w:iCs/>
      <w:sz w:val="24"/>
      <w:szCs w:val="20"/>
    </w:rPr>
  </w:style>
  <w:style w:type="character" w:customStyle="1" w:styleId="Heading9Char">
    <w:name w:val="Heading 9 Char"/>
    <w:basedOn w:val="DefaultParagraphFont"/>
    <w:link w:val="Heading9"/>
    <w:semiHidden/>
    <w:rsid w:val="00466946"/>
    <w:rPr>
      <w:rFonts w:ascii="Arial" w:eastAsia="Times New Roman" w:hAnsi="Arial" w:cs="Arial"/>
    </w:rPr>
  </w:style>
  <w:style w:type="paragraph" w:customStyle="1" w:styleId="Materialslist">
    <w:name w:val="Materials list"/>
    <w:basedOn w:val="BodyText"/>
    <w:rsid w:val="00825397"/>
    <w:pPr>
      <w:numPr>
        <w:numId w:val="28"/>
      </w:numPr>
      <w:tabs>
        <w:tab w:val="left" w:pos="144"/>
      </w:tabs>
      <w:spacing w:before="40" w:after="40"/>
      <w:ind w:left="0" w:firstLine="0"/>
    </w:pPr>
    <w:rPr>
      <w:sz w:val="18"/>
    </w:rPr>
  </w:style>
  <w:style w:type="table" w:customStyle="1" w:styleId="MaterialsList0">
    <w:name w:val="Materials List"/>
    <w:basedOn w:val="AnswersTable"/>
    <w:locked/>
    <w:rsid w:val="00466946"/>
    <w:tblPr>
      <w:tblCellMar>
        <w:left w:w="115" w:type="dxa"/>
        <w:right w:w="115" w:type="dxa"/>
      </w:tblCellMar>
    </w:tblPr>
    <w:tcPr>
      <w:noWrap/>
    </w:tcPr>
  </w:style>
  <w:style w:type="paragraph" w:customStyle="1" w:styleId="MaterialsListCont">
    <w:name w:val="Materials List Cont."/>
    <w:basedOn w:val="Materialslist"/>
    <w:rsid w:val="00825397"/>
    <w:pPr>
      <w:numPr>
        <w:numId w:val="0"/>
      </w:numPr>
      <w:ind w:firstLine="144"/>
    </w:pPr>
  </w:style>
  <w:style w:type="paragraph" w:customStyle="1" w:styleId="Note">
    <w:name w:val="Note"/>
    <w:qFormat/>
    <w:rsid w:val="00DC0C11"/>
    <w:pPr>
      <w:spacing w:before="120" w:after="0" w:line="240" w:lineRule="auto"/>
    </w:pPr>
    <w:rPr>
      <w:rFonts w:ascii="Century Schoolbook" w:eastAsia="Times New Roman" w:hAnsi="Century Schoolbook" w:cs="Times New Roman"/>
      <w:i/>
      <w:sz w:val="20"/>
      <w:szCs w:val="20"/>
    </w:rPr>
  </w:style>
  <w:style w:type="character" w:styleId="PlaceholderText">
    <w:name w:val="Placeholder Text"/>
    <w:basedOn w:val="DefaultParagraphFont"/>
    <w:uiPriority w:val="99"/>
    <w:semiHidden/>
    <w:rsid w:val="00466946"/>
    <w:rPr>
      <w:color w:val="808080"/>
    </w:rPr>
  </w:style>
  <w:style w:type="paragraph" w:customStyle="1" w:styleId="SectionHead">
    <w:name w:val="Section Head"/>
    <w:next w:val="BodyText"/>
    <w:rsid w:val="00DC0C11"/>
    <w:pPr>
      <w:keepNext/>
      <w:spacing w:before="300" w:after="0" w:line="240" w:lineRule="auto"/>
    </w:pPr>
    <w:rPr>
      <w:rFonts w:ascii="Arial Narrow" w:eastAsia="Times New Roman" w:hAnsi="Arial Narrow" w:cs="Times New Roman"/>
      <w:b/>
      <w:sz w:val="26"/>
      <w:szCs w:val="20"/>
    </w:rPr>
  </w:style>
  <w:style w:type="paragraph" w:customStyle="1" w:styleId="SectionHeadTOP">
    <w:name w:val="Section Head TOP"/>
    <w:basedOn w:val="SectionHead"/>
    <w:next w:val="BodyText"/>
    <w:qFormat/>
    <w:rsid w:val="00DC0C11"/>
    <w:pPr>
      <w:pageBreakBefore/>
      <w:spacing w:before="120"/>
    </w:pPr>
  </w:style>
  <w:style w:type="paragraph" w:customStyle="1" w:styleId="StepBullet">
    <w:name w:val="Step Bullet"/>
    <w:basedOn w:val="Step"/>
    <w:rsid w:val="00393ADA"/>
    <w:pPr>
      <w:numPr>
        <w:numId w:val="24"/>
      </w:numPr>
      <w:tabs>
        <w:tab w:val="left" w:pos="864"/>
      </w:tabs>
      <w:ind w:hanging="288"/>
    </w:pPr>
  </w:style>
  <w:style w:type="paragraph" w:customStyle="1" w:styleId="StepIndent2">
    <w:name w:val="Step Indent 2"/>
    <w:basedOn w:val="Step"/>
    <w:link w:val="StepIndent2Char"/>
    <w:rsid w:val="00DC0C11"/>
    <w:pPr>
      <w:ind w:left="648" w:firstLine="0"/>
    </w:pPr>
  </w:style>
  <w:style w:type="paragraph" w:customStyle="1" w:styleId="StepIndentList">
    <w:name w:val="Step Indent List"/>
    <w:basedOn w:val="StepIndent"/>
    <w:link w:val="StepIndentListChar"/>
    <w:qFormat/>
    <w:rsid w:val="00DC0C11"/>
    <w:pPr>
      <w:ind w:left="648" w:hanging="288"/>
    </w:pPr>
  </w:style>
  <w:style w:type="paragraph" w:customStyle="1" w:styleId="Subhead1">
    <w:name w:val="Subhead 1"/>
    <w:basedOn w:val="SectionHead"/>
    <w:next w:val="BodyText"/>
    <w:qFormat/>
    <w:rsid w:val="00DC0C11"/>
    <w:pPr>
      <w:spacing w:before="240" w:line="240" w:lineRule="exact"/>
    </w:pPr>
    <w:rPr>
      <w:rFonts w:ascii="Arial" w:hAnsi="Arial"/>
      <w:i/>
      <w:sz w:val="20"/>
    </w:rPr>
  </w:style>
  <w:style w:type="paragraph" w:customStyle="1" w:styleId="Subhead1TOP">
    <w:name w:val="Subhead 1 TOP"/>
    <w:basedOn w:val="Subhead1"/>
    <w:qFormat/>
    <w:rsid w:val="00DC0C11"/>
    <w:pPr>
      <w:pageBreakBefore/>
      <w:spacing w:before="120"/>
    </w:pPr>
  </w:style>
  <w:style w:type="paragraph" w:customStyle="1" w:styleId="SVAnswerLine">
    <w:name w:val="SV_Answer Line"/>
    <w:basedOn w:val="Normal"/>
    <w:qFormat/>
    <w:rsid w:val="008A27A3"/>
    <w:pPr>
      <w:tabs>
        <w:tab w:val="right" w:leader="underscore" w:pos="9360"/>
      </w:tabs>
      <w:spacing w:before="180" w:after="120" w:line="240" w:lineRule="atLeast"/>
    </w:pPr>
    <w:rPr>
      <w:rFonts w:ascii="Century Schoolbook" w:hAnsi="Century Schoolbook"/>
      <w:b/>
      <w:color w:val="000000"/>
      <w:sz w:val="20"/>
    </w:rPr>
  </w:style>
  <w:style w:type="paragraph" w:customStyle="1" w:styleId="SVAnswerWorkspace">
    <w:name w:val="SV_Answer Workspace"/>
    <w:basedOn w:val="BodyText"/>
    <w:qFormat/>
    <w:rsid w:val="00DC0C11"/>
    <w:pPr>
      <w:spacing w:before="1200" w:after="60" w:line="220" w:lineRule="atLeast"/>
    </w:pPr>
  </w:style>
  <w:style w:type="paragraph" w:customStyle="1" w:styleId="TableColumnHdg">
    <w:name w:val="Table Column Hdg"/>
    <w:rsid w:val="00DC0C11"/>
    <w:pPr>
      <w:keepNext/>
      <w:spacing w:before="60" w:after="60" w:line="240" w:lineRule="auto"/>
      <w:jc w:val="center"/>
    </w:pPr>
    <w:rPr>
      <w:rFonts w:ascii="Arial Narrow" w:eastAsia="Times New Roman" w:hAnsi="Arial Narrow" w:cs="Times New Roman"/>
      <w:b/>
      <w:sz w:val="20"/>
      <w:szCs w:val="20"/>
    </w:rPr>
  </w:style>
  <w:style w:type="paragraph" w:customStyle="1" w:styleId="TableColumnHdgSmall">
    <w:name w:val="Table Column Hdg Small"/>
    <w:basedOn w:val="TableColumnHdg"/>
    <w:qFormat/>
    <w:rsid w:val="00DC0C11"/>
    <w:rPr>
      <w:sz w:val="18"/>
      <w:szCs w:val="16"/>
    </w:rPr>
  </w:style>
  <w:style w:type="paragraph" w:customStyle="1" w:styleId="TableTextCentered">
    <w:name w:val="Table Text Centered"/>
    <w:basedOn w:val="TableTextLeft"/>
    <w:qFormat/>
    <w:rsid w:val="00DC0C11"/>
    <w:pPr>
      <w:jc w:val="center"/>
    </w:pPr>
  </w:style>
  <w:style w:type="table" w:styleId="TableGrid">
    <w:name w:val="Table Grid"/>
    <w:basedOn w:val="TableNormal"/>
    <w:rsid w:val="00B0254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Left">
    <w:name w:val="Table Text Left"/>
    <w:qFormat/>
    <w:rsid w:val="002F357A"/>
    <w:pPr>
      <w:spacing w:before="40" w:after="40" w:line="240" w:lineRule="auto"/>
    </w:pPr>
    <w:rPr>
      <w:rFonts w:ascii="Century Schoolbook" w:eastAsia="Times New Roman" w:hAnsi="Century Schoolbook" w:cs="Times New Roman"/>
      <w:sz w:val="18"/>
      <w:szCs w:val="20"/>
    </w:rPr>
  </w:style>
  <w:style w:type="character" w:customStyle="1" w:styleId="StepChar">
    <w:name w:val="Step Char"/>
    <w:basedOn w:val="DefaultParagraphFont"/>
    <w:link w:val="Step"/>
    <w:rsid w:val="002412C8"/>
    <w:rPr>
      <w:rFonts w:ascii="Century Schoolbook" w:eastAsia="Times New Roman" w:hAnsi="Century Schoolbook" w:cs="Times New Roman"/>
      <w:color w:val="000000"/>
      <w:sz w:val="20"/>
      <w:szCs w:val="20"/>
    </w:rPr>
  </w:style>
  <w:style w:type="character" w:customStyle="1" w:styleId="StepIndentChar">
    <w:name w:val="Step Indent Char"/>
    <w:basedOn w:val="DefaultParagraphFont"/>
    <w:link w:val="StepIndent"/>
    <w:rsid w:val="00B0420A"/>
    <w:rPr>
      <w:rFonts w:ascii="Century Schoolbook" w:eastAsia="Times New Roman" w:hAnsi="Century Schoolbook" w:cs="Times New Roman"/>
      <w:color w:val="000000"/>
      <w:sz w:val="20"/>
      <w:szCs w:val="20"/>
    </w:rPr>
  </w:style>
  <w:style w:type="character" w:customStyle="1" w:styleId="AnswerChar">
    <w:name w:val="Answer Char"/>
    <w:basedOn w:val="DefaultParagraphFont"/>
    <w:link w:val="Answer"/>
    <w:rsid w:val="002412C8"/>
    <w:rPr>
      <w:rFonts w:ascii="Arial Narrow" w:eastAsia="Times New Roman" w:hAnsi="Arial Narrow" w:cs="Arial"/>
      <w:color w:val="000000"/>
      <w:sz w:val="18"/>
      <w:szCs w:val="20"/>
    </w:rPr>
  </w:style>
  <w:style w:type="character" w:customStyle="1" w:styleId="StepIndentListChar">
    <w:name w:val="Step Indent List Char"/>
    <w:basedOn w:val="StepIndentChar"/>
    <w:link w:val="StepIndentList"/>
    <w:rsid w:val="00857CA8"/>
    <w:rPr>
      <w:rFonts w:ascii="Century Schoolbook" w:eastAsia="Times New Roman" w:hAnsi="Century Schoolbook" w:cs="Times New Roman"/>
      <w:color w:val="000000"/>
      <w:sz w:val="20"/>
      <w:szCs w:val="20"/>
    </w:rPr>
  </w:style>
  <w:style w:type="character" w:customStyle="1" w:styleId="FootnoteChar">
    <w:name w:val="Footnote Char"/>
    <w:basedOn w:val="DefaultParagraphFont"/>
    <w:link w:val="Footnote"/>
    <w:rsid w:val="00466946"/>
    <w:rPr>
      <w:rFonts w:ascii="Arial Narrow" w:eastAsia="Times New Roman" w:hAnsi="Arial Narrow" w:cs="Times New Roman"/>
      <w:sz w:val="18"/>
      <w:szCs w:val="18"/>
    </w:rPr>
  </w:style>
  <w:style w:type="paragraph" w:styleId="Footer">
    <w:name w:val="footer"/>
    <w:basedOn w:val="Normal"/>
    <w:link w:val="FooterChar"/>
    <w:uiPriority w:val="99"/>
    <w:semiHidden/>
    <w:rsid w:val="00DC0C11"/>
    <w:pPr>
      <w:tabs>
        <w:tab w:val="center" w:pos="4680"/>
        <w:tab w:val="right" w:pos="9360"/>
      </w:tabs>
    </w:pPr>
  </w:style>
  <w:style w:type="character" w:customStyle="1" w:styleId="FooterChar">
    <w:name w:val="Footer Char"/>
    <w:basedOn w:val="DefaultParagraphFont"/>
    <w:link w:val="Footer"/>
    <w:uiPriority w:val="99"/>
    <w:semiHidden/>
    <w:rsid w:val="00466946"/>
    <w:rPr>
      <w:rFonts w:ascii="Times New Roman" w:eastAsia="Times New Roman" w:hAnsi="Times New Roman" w:cs="Times New Roman"/>
      <w:sz w:val="24"/>
      <w:szCs w:val="20"/>
    </w:rPr>
  </w:style>
  <w:style w:type="paragraph" w:styleId="Revision">
    <w:name w:val="Revision"/>
    <w:hidden/>
    <w:uiPriority w:val="99"/>
    <w:semiHidden/>
    <w:rsid w:val="00903DEC"/>
    <w:pPr>
      <w:spacing w:after="0" w:line="240" w:lineRule="auto"/>
    </w:pPr>
    <w:rPr>
      <w:rFonts w:ascii="Times New Roman" w:eastAsia="Times New Roman" w:hAnsi="Times New Roman" w:cs="Times New Roman"/>
      <w:sz w:val="24"/>
      <w:szCs w:val="20"/>
    </w:rPr>
  </w:style>
  <w:style w:type="paragraph" w:customStyle="1" w:styleId="Callout">
    <w:name w:val="Callout"/>
    <w:rsid w:val="00DC0C11"/>
    <w:pPr>
      <w:spacing w:after="0" w:line="240" w:lineRule="auto"/>
    </w:pPr>
    <w:rPr>
      <w:rFonts w:ascii="Arial" w:eastAsia="Times New Roman" w:hAnsi="Arial" w:cs="Times New Roman"/>
      <w:sz w:val="16"/>
      <w:szCs w:val="20"/>
    </w:rPr>
  </w:style>
  <w:style w:type="paragraph" w:customStyle="1" w:styleId="TableAnswerLeft">
    <w:name w:val="Table Answer Left"/>
    <w:basedOn w:val="TableTextLeft"/>
    <w:qFormat/>
    <w:rsid w:val="008D6DC7"/>
    <w:rPr>
      <w:rFonts w:ascii="Arial Narrow" w:hAnsi="Arial Narrow"/>
    </w:rPr>
  </w:style>
  <w:style w:type="paragraph" w:customStyle="1" w:styleId="TableAnswerCentered">
    <w:name w:val="Table Answer Centered"/>
    <w:basedOn w:val="TableAnswerLeft"/>
    <w:qFormat/>
    <w:rsid w:val="008D6DC7"/>
    <w:pPr>
      <w:jc w:val="center"/>
    </w:pPr>
  </w:style>
  <w:style w:type="paragraph" w:customStyle="1" w:styleId="AnswerList">
    <w:name w:val="Answer List"/>
    <w:basedOn w:val="Answer"/>
    <w:qFormat/>
    <w:rsid w:val="00DC0C11"/>
    <w:pPr>
      <w:ind w:left="648" w:hanging="288"/>
    </w:pPr>
  </w:style>
  <w:style w:type="paragraph" w:customStyle="1" w:styleId="StepIndent2Hdg">
    <w:name w:val="Step Indent 2 Hdg"/>
    <w:basedOn w:val="StepIndent2"/>
    <w:qFormat/>
    <w:rsid w:val="00DC0C11"/>
    <w:rPr>
      <w:smallCaps/>
      <w:sz w:val="18"/>
    </w:rPr>
  </w:style>
  <w:style w:type="paragraph" w:customStyle="1" w:styleId="StepIndentBullet2">
    <w:name w:val="Step Indent Bullet 2"/>
    <w:basedOn w:val="StepIndent"/>
    <w:qFormat/>
    <w:rsid w:val="00DC0C11"/>
    <w:pPr>
      <w:numPr>
        <w:numId w:val="25"/>
      </w:numPr>
      <w:tabs>
        <w:tab w:val="left" w:pos="1008"/>
      </w:tabs>
    </w:pPr>
  </w:style>
  <w:style w:type="paragraph" w:customStyle="1" w:styleId="AnswerBullet">
    <w:name w:val="Answer Bullet"/>
    <w:basedOn w:val="Answer"/>
    <w:qFormat/>
    <w:rsid w:val="000D3668"/>
    <w:pPr>
      <w:numPr>
        <w:numId w:val="26"/>
      </w:numPr>
      <w:tabs>
        <w:tab w:val="clear" w:pos="360"/>
      </w:tabs>
      <w:ind w:left="648" w:hanging="288"/>
    </w:pPr>
  </w:style>
  <w:style w:type="paragraph" w:customStyle="1" w:styleId="AnswerIndent">
    <w:name w:val="Answer Indent"/>
    <w:basedOn w:val="Answer"/>
    <w:qFormat/>
    <w:rsid w:val="00DC0C11"/>
    <w:pPr>
      <w:tabs>
        <w:tab w:val="left" w:pos="936"/>
        <w:tab w:val="left" w:pos="1224"/>
        <w:tab w:val="left" w:pos="1512"/>
      </w:tabs>
      <w:ind w:left="648"/>
    </w:pPr>
  </w:style>
  <w:style w:type="paragraph" w:customStyle="1" w:styleId="Subhead2">
    <w:name w:val="Subhead 2"/>
    <w:next w:val="Step"/>
    <w:qFormat/>
    <w:rsid w:val="00DC0C11"/>
    <w:pPr>
      <w:keepNext/>
      <w:spacing w:before="240" w:after="0"/>
    </w:pPr>
    <w:rPr>
      <w:rFonts w:ascii="Arial Rounded MT Bold" w:eastAsia="Times New Roman" w:hAnsi="Arial Rounded MT Bold" w:cs="Times New Roman"/>
      <w:smallCaps/>
      <w:sz w:val="18"/>
      <w:szCs w:val="20"/>
    </w:rPr>
  </w:style>
  <w:style w:type="paragraph" w:customStyle="1" w:styleId="Subhead2TOP">
    <w:name w:val="Subhead 2 TOP"/>
    <w:basedOn w:val="Subhead2"/>
    <w:qFormat/>
    <w:rsid w:val="00DC0C11"/>
    <w:pPr>
      <w:pageBreakBefore/>
      <w:spacing w:before="120"/>
    </w:pPr>
    <w:rPr>
      <w:rFonts w:eastAsia="Arial Unicode MS"/>
    </w:rPr>
  </w:style>
  <w:style w:type="paragraph" w:customStyle="1" w:styleId="AnswerSingle">
    <w:name w:val="Answer Single"/>
    <w:basedOn w:val="Answer"/>
    <w:qFormat/>
    <w:rsid w:val="00DC0C11"/>
    <w:pPr>
      <w:spacing w:before="0" w:after="0"/>
    </w:pPr>
  </w:style>
  <w:style w:type="paragraph" w:customStyle="1" w:styleId="AuthorNote">
    <w:name w:val="Author Note"/>
    <w:rsid w:val="00DC0C11"/>
    <w:pPr>
      <w:spacing w:before="120" w:after="120" w:line="240" w:lineRule="auto"/>
    </w:pPr>
    <w:rPr>
      <w:rFonts w:ascii="Arial" w:eastAsia="Times New Roman" w:hAnsi="Arial" w:cs="Times New Roman"/>
      <w:color w:val="FF0000"/>
      <w:sz w:val="18"/>
      <w:szCs w:val="20"/>
    </w:rPr>
  </w:style>
  <w:style w:type="paragraph" w:customStyle="1" w:styleId="BodySingle">
    <w:name w:val="Body Single"/>
    <w:basedOn w:val="BodyText"/>
    <w:qFormat/>
    <w:rsid w:val="00DC0C11"/>
    <w:pPr>
      <w:spacing w:before="0"/>
    </w:pPr>
  </w:style>
  <w:style w:type="character" w:customStyle="1" w:styleId="Character-Regular">
    <w:name w:val="Character - Regular"/>
    <w:qFormat/>
    <w:rsid w:val="00DC0C11"/>
  </w:style>
  <w:style w:type="character" w:customStyle="1" w:styleId="Character-Run-inHead">
    <w:name w:val="Character - Run-in Head"/>
    <w:rsid w:val="00DC0C11"/>
    <w:rPr>
      <w:rFonts w:ascii="Century Schoolbook" w:hAnsi="Century Schoolbook"/>
      <w:b/>
      <w:sz w:val="18"/>
    </w:rPr>
  </w:style>
  <w:style w:type="paragraph" w:customStyle="1" w:styleId="Objectives">
    <w:name w:val="Objectives"/>
    <w:basedOn w:val="BodyText"/>
    <w:qFormat/>
    <w:rsid w:val="00DC0C11"/>
    <w:rPr>
      <w:sz w:val="18"/>
    </w:rPr>
  </w:style>
  <w:style w:type="paragraph" w:customStyle="1" w:styleId="TableTextRight">
    <w:name w:val="Table Text Right"/>
    <w:basedOn w:val="TableTextLeft"/>
    <w:qFormat/>
    <w:rsid w:val="00DC0C11"/>
    <w:pPr>
      <w:framePr w:hSpace="7200" w:wrap="around" w:vAnchor="text" w:hAnchor="text" w:y="1"/>
      <w:ind w:right="144"/>
      <w:suppressOverlap/>
      <w:jc w:val="right"/>
    </w:pPr>
  </w:style>
  <w:style w:type="paragraph" w:customStyle="1" w:styleId="Image-Center">
    <w:name w:val="Image - Center"/>
    <w:basedOn w:val="Normal"/>
    <w:qFormat/>
    <w:rsid w:val="00DC0C11"/>
    <w:pPr>
      <w:spacing w:before="120" w:after="120" w:line="240" w:lineRule="atLeast"/>
      <w:jc w:val="center"/>
    </w:pPr>
    <w:rPr>
      <w:rFonts w:ascii="Century Schoolbook" w:hAnsi="Century Schoolbook"/>
      <w:sz w:val="20"/>
    </w:rPr>
  </w:style>
  <w:style w:type="paragraph" w:customStyle="1" w:styleId="Image-Left">
    <w:name w:val="Image - Left"/>
    <w:basedOn w:val="BodyText"/>
    <w:qFormat/>
    <w:rsid w:val="00DC0C11"/>
    <w:pPr>
      <w:suppressAutoHyphens w:val="0"/>
      <w:spacing w:after="120" w:line="240" w:lineRule="atLeast"/>
    </w:pPr>
  </w:style>
  <w:style w:type="paragraph" w:customStyle="1" w:styleId="Image-Indent">
    <w:name w:val="Image - Indent"/>
    <w:basedOn w:val="Image-Left"/>
    <w:qFormat/>
    <w:rsid w:val="00DC0C11"/>
    <w:pPr>
      <w:ind w:left="720"/>
    </w:pPr>
  </w:style>
  <w:style w:type="character" w:customStyle="1" w:styleId="StepIndent2Char">
    <w:name w:val="Step Indent 2 Char"/>
    <w:basedOn w:val="StepChar"/>
    <w:link w:val="StepIndent2"/>
    <w:rsid w:val="000D3668"/>
    <w:rPr>
      <w:rFonts w:ascii="Century Schoolbook" w:eastAsia="Times New Roman" w:hAnsi="Century Schoolbook" w:cs="Times New Roman"/>
      <w:color w:val="000000"/>
      <w:sz w:val="20"/>
      <w:szCs w:val="20"/>
    </w:rPr>
  </w:style>
  <w:style w:type="paragraph" w:customStyle="1" w:styleId="Header-StudentFirstPage">
    <w:name w:val="Header - Student First Page"/>
    <w:basedOn w:val="Normal"/>
    <w:locked/>
    <w:rsid w:val="008C71F2"/>
    <w:pPr>
      <w:pBdr>
        <w:bottom w:val="dotted" w:sz="12" w:space="1" w:color="auto"/>
      </w:pBdr>
      <w:tabs>
        <w:tab w:val="left" w:pos="144"/>
        <w:tab w:val="left" w:pos="4680"/>
        <w:tab w:val="left" w:pos="6480"/>
        <w:tab w:val="right" w:pos="9720"/>
      </w:tabs>
      <w:spacing w:line="280" w:lineRule="exact"/>
    </w:pPr>
    <w:rPr>
      <w:rFonts w:ascii="Arial Narrow" w:hAnsi="Arial Narrow"/>
      <w:caps/>
      <w:sz w:val="20"/>
      <w:szCs w:val="18"/>
    </w:rPr>
  </w:style>
  <w:style w:type="paragraph" w:customStyle="1" w:styleId="QuestionTableSpace">
    <w:name w:val="Question Table Space"/>
    <w:basedOn w:val="BodySpace"/>
    <w:semiHidden/>
    <w:rsid w:val="002D6066"/>
    <w:rPr>
      <w:sz w:val="2"/>
    </w:rPr>
  </w:style>
  <w:style w:type="paragraph" w:customStyle="1" w:styleId="CaptionIndent">
    <w:name w:val="Caption Indent"/>
    <w:basedOn w:val="Caption"/>
    <w:qFormat/>
    <w:rsid w:val="00781EFC"/>
    <w:pPr>
      <w:ind w:left="360"/>
    </w:pPr>
  </w:style>
  <w:style w:type="paragraph" w:customStyle="1" w:styleId="NoteIndent">
    <w:name w:val="Note Indent"/>
    <w:basedOn w:val="Note"/>
    <w:qFormat/>
    <w:rsid w:val="00F55648"/>
    <w:pPr>
      <w:ind w:left="360"/>
    </w:pPr>
  </w:style>
  <w:style w:type="paragraph" w:customStyle="1" w:styleId="StepQuestion">
    <w:name w:val="Step Question"/>
    <w:basedOn w:val="Step"/>
    <w:rsid w:val="00A86F1D"/>
    <w:pPr>
      <w:numPr>
        <w:numId w:val="34"/>
      </w:numPr>
      <w:tabs>
        <w:tab w:val="clear" w:pos="360"/>
        <w:tab w:val="left" w:pos="0"/>
      </w:tabs>
      <w:ind w:left="360" w:hanging="648"/>
    </w:pPr>
  </w:style>
  <w:style w:type="character" w:styleId="EndnoteReference">
    <w:name w:val="endnote reference"/>
    <w:basedOn w:val="DefaultParagraphFont"/>
    <w:semiHidden/>
    <w:rsid w:val="007565FA"/>
    <w:rPr>
      <w:vertAlign w:val="superscript"/>
    </w:rPr>
  </w:style>
  <w:style w:type="paragraph" w:styleId="EndnoteText">
    <w:name w:val="endnote text"/>
    <w:basedOn w:val="Normal"/>
    <w:link w:val="EndnoteTextChar"/>
    <w:semiHidden/>
    <w:rsid w:val="0094430E"/>
    <w:pPr>
      <w:spacing w:before="60"/>
      <w:ind w:left="360" w:hanging="360"/>
    </w:pPr>
    <w:rPr>
      <w:rFonts w:ascii="Century Schoolbook" w:hAnsi="Century Schoolbook"/>
      <w:sz w:val="18"/>
    </w:rPr>
  </w:style>
  <w:style w:type="character" w:customStyle="1" w:styleId="EndnoteTextChar">
    <w:name w:val="Endnote Text Char"/>
    <w:basedOn w:val="DefaultParagraphFont"/>
    <w:link w:val="EndnoteText"/>
    <w:semiHidden/>
    <w:rsid w:val="0094430E"/>
    <w:rPr>
      <w:rFonts w:ascii="Century Schoolbook" w:eastAsia="Times New Roman" w:hAnsi="Century Schoolbook" w:cs="Times New Roman"/>
      <w:sz w:val="18"/>
      <w:szCs w:val="20"/>
    </w:rPr>
  </w:style>
  <w:style w:type="paragraph" w:customStyle="1" w:styleId="AnswerLeft">
    <w:name w:val="Answer Left"/>
    <w:basedOn w:val="Answer"/>
    <w:qFormat/>
    <w:rsid w:val="00F76B6F"/>
    <w:pPr>
      <w:ind w:left="0"/>
    </w:pPr>
    <w:rPr>
      <w:sz w:val="20"/>
    </w:rPr>
  </w:style>
  <w:style w:type="paragraph" w:customStyle="1" w:styleId="NoteIndent2">
    <w:name w:val="Note Indent 2"/>
    <w:basedOn w:val="NoteIndent"/>
    <w:qFormat/>
    <w:rsid w:val="008B7649"/>
    <w:pPr>
      <w:ind w:left="648"/>
    </w:pPr>
  </w:style>
  <w:style w:type="paragraph" w:customStyle="1" w:styleId="HeadingSubhead">
    <w:name w:val="Heading Subhead"/>
    <w:basedOn w:val="Subhead2"/>
    <w:qFormat/>
    <w:rsid w:val="00A27B32"/>
    <w:pPr>
      <w:spacing w:before="0"/>
      <w:jc w:val="right"/>
    </w:pPr>
  </w:style>
  <w:style w:type="character" w:customStyle="1" w:styleId="Character-SubscriptItalic">
    <w:name w:val="Character - Subscript Italic"/>
    <w:qFormat/>
    <w:rsid w:val="0006355E"/>
    <w:rPr>
      <w:i/>
      <w:dstrike w:val="0"/>
      <w:vertAlign w:val="subscript"/>
    </w:rPr>
  </w:style>
  <w:style w:type="paragraph" w:customStyle="1" w:styleId="StepQuestionTOP">
    <w:name w:val="Step Question TOP"/>
    <w:basedOn w:val="StepQuestion"/>
    <w:qFormat/>
    <w:rsid w:val="00F17254"/>
    <w:pPr>
      <w:pageBreakBefore/>
      <w:spacing w:before="0"/>
    </w:pPr>
  </w:style>
  <w:style w:type="paragraph" w:customStyle="1" w:styleId="StepTOP">
    <w:name w:val="Step TOP"/>
    <w:basedOn w:val="Step"/>
    <w:qFormat/>
    <w:rsid w:val="0006355E"/>
    <w:pPr>
      <w:pageBreakBefore/>
      <w:spacing w:before="0"/>
    </w:pPr>
  </w:style>
  <w:style w:type="paragraph" w:customStyle="1" w:styleId="BulletedText">
    <w:name w:val="Bulleted Text"/>
    <w:basedOn w:val="Normal"/>
    <w:qFormat/>
    <w:rsid w:val="00203282"/>
    <w:pPr>
      <w:numPr>
        <w:numId w:val="35"/>
      </w:numPr>
      <w:tabs>
        <w:tab w:val="left" w:pos="360"/>
        <w:tab w:val="left" w:pos="720"/>
      </w:tabs>
      <w:spacing w:before="120"/>
    </w:pPr>
    <w:rPr>
      <w:rFonts w:ascii="Century Schoolbook" w:hAnsi="Century Schoolbook"/>
      <w:sz w:val="20"/>
    </w:rPr>
  </w:style>
  <w:style w:type="paragraph" w:customStyle="1" w:styleId="BodyIndent2">
    <w:name w:val="Body Indent 2"/>
    <w:basedOn w:val="BodyIndent"/>
    <w:qFormat/>
    <w:rsid w:val="001434B5"/>
    <w:pPr>
      <w:ind w:left="720"/>
    </w:pPr>
  </w:style>
  <w:style w:type="paragraph" w:customStyle="1" w:styleId="BulletedText2">
    <w:name w:val="Bulleted Text 2"/>
    <w:basedOn w:val="BulletedText"/>
    <w:qFormat/>
    <w:rsid w:val="007E47BB"/>
    <w:pPr>
      <w:ind w:left="720"/>
    </w:pPr>
  </w:style>
  <w:style w:type="paragraph" w:customStyle="1" w:styleId="TableDataCentered">
    <w:name w:val="Table Data Centered"/>
    <w:basedOn w:val="TableTextLeft"/>
    <w:qFormat/>
    <w:rsid w:val="00CB7721"/>
    <w:pPr>
      <w:jc w:val="center"/>
    </w:pPr>
  </w:style>
  <w:style w:type="character" w:styleId="Hyperlink">
    <w:name w:val="Hyperlink"/>
    <w:basedOn w:val="DefaultParagraphFont"/>
    <w:uiPriority w:val="99"/>
    <w:unhideWhenUsed/>
    <w:rsid w:val="00CB7721"/>
    <w:rPr>
      <w:color w:val="0000FF" w:themeColor="hyperlink"/>
      <w:u w:val="single"/>
    </w:rPr>
  </w:style>
  <w:style w:type="paragraph" w:customStyle="1" w:styleId="BodyTextTblBottom">
    <w:name w:val="Body Text Tbl Bottom"/>
    <w:basedOn w:val="BodyText"/>
    <w:rsid w:val="00686A00"/>
    <w:pPr>
      <w:suppressAutoHyphens w:val="0"/>
      <w:spacing w:before="240" w:line="240" w:lineRule="atLeast"/>
    </w:pPr>
  </w:style>
  <w:style w:type="character" w:styleId="Emphasis">
    <w:name w:val="Emphasis"/>
    <w:basedOn w:val="DefaultParagraphFont"/>
    <w:qFormat/>
    <w:rsid w:val="00DD70F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823611">
      <w:bodyDiv w:val="1"/>
      <w:marLeft w:val="0"/>
      <w:marRight w:val="0"/>
      <w:marTop w:val="0"/>
      <w:marBottom w:val="0"/>
      <w:divBdr>
        <w:top w:val="none" w:sz="0" w:space="0" w:color="auto"/>
        <w:left w:val="none" w:sz="0" w:space="0" w:color="auto"/>
        <w:bottom w:val="none" w:sz="0" w:space="0" w:color="auto"/>
        <w:right w:val="none" w:sz="0" w:space="0" w:color="auto"/>
      </w:divBdr>
    </w:div>
    <w:div w:id="1477260829">
      <w:bodyDiv w:val="1"/>
      <w:marLeft w:val="0"/>
      <w:marRight w:val="0"/>
      <w:marTop w:val="0"/>
      <w:marBottom w:val="0"/>
      <w:divBdr>
        <w:top w:val="none" w:sz="0" w:space="0" w:color="auto"/>
        <w:left w:val="none" w:sz="0" w:space="0" w:color="auto"/>
        <w:bottom w:val="none" w:sz="0" w:space="0" w:color="auto"/>
        <w:right w:val="none" w:sz="0" w:space="0" w:color="auto"/>
      </w:divBdr>
    </w:div>
    <w:div w:id="1860502397">
      <w:bodyDiv w:val="1"/>
      <w:marLeft w:val="0"/>
      <w:marRight w:val="0"/>
      <w:marTop w:val="0"/>
      <w:marBottom w:val="0"/>
      <w:divBdr>
        <w:top w:val="none" w:sz="0" w:space="0" w:color="auto"/>
        <w:left w:val="none" w:sz="0" w:space="0" w:color="auto"/>
        <w:bottom w:val="none" w:sz="0" w:space="0" w:color="auto"/>
        <w:right w:val="none" w:sz="0" w:space="0" w:color="auto"/>
      </w:divBdr>
    </w:div>
    <w:div w:id="204238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4.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anburns/Documents/PASCO/WirelessSensorLabs/2page-templat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2381261E-8135-ED45-A306-73F2F8B9E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2page-template-S.dotx</Template>
  <TotalTime>164</TotalTime>
  <Pages>4</Pages>
  <Words>979</Words>
  <Characters>5585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Dan Burns</cp:lastModifiedBy>
  <cp:revision>15</cp:revision>
  <cp:lastPrinted>2013-11-01T04:29:00Z</cp:lastPrinted>
  <dcterms:created xsi:type="dcterms:W3CDTF">2019-10-03T20:43:00Z</dcterms:created>
  <dcterms:modified xsi:type="dcterms:W3CDTF">2020-02-14T15:55:00Z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MacEqns">
    <vt:bool>true</vt:bool>
  </property>
</Properties>
</file>