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5F53A" w14:textId="305CB0DD" w:rsidR="00466946" w:rsidRDefault="00174BC2" w:rsidP="00466946">
      <w:pPr>
        <w:pStyle w:val="Heading1"/>
      </w:pPr>
      <w:r>
        <w:t>Newton's Second Law</w:t>
      </w:r>
    </w:p>
    <w:p w14:paraId="7C1D8490" w14:textId="77777777" w:rsidR="006E7A80" w:rsidRPr="006E7A80" w:rsidRDefault="006E7A80" w:rsidP="006E7A80">
      <w:pPr>
        <w:pStyle w:val="HeadingSubhead"/>
      </w:pPr>
      <w:r>
        <w:t>Guided Inquiry</w:t>
      </w:r>
    </w:p>
    <w:p w14:paraId="137387FE" w14:textId="77777777" w:rsidR="00466946" w:rsidRDefault="006D0819" w:rsidP="00466946">
      <w:pPr>
        <w:pStyle w:val="SectionHead"/>
      </w:pPr>
      <w:r>
        <w:t>Driving Question | Objective</w:t>
      </w:r>
    </w:p>
    <w:p w14:paraId="5234E288" w14:textId="77777777" w:rsidR="004D45D2" w:rsidRDefault="004D45D2" w:rsidP="004D45D2">
      <w:pPr>
        <w:pStyle w:val="BodyText"/>
      </w:pPr>
      <w:r>
        <w:t>What factors affect the acceleration of an object or system? Experimentally determine the relationship between an object’s or system’s mass, acceleration, and the net force being applied to the object or system.</w:t>
      </w:r>
    </w:p>
    <w:p w14:paraId="51E34B47" w14:textId="77777777" w:rsidR="00C65DC0" w:rsidRDefault="00C65DC0" w:rsidP="00C65DC0">
      <w:pPr>
        <w:pStyle w:val="SectionHead"/>
      </w:pPr>
      <w:r>
        <w:t>Design and Conduct Your Experiment</w:t>
      </w:r>
    </w:p>
    <w:p w14:paraId="17CBD4C3" w14:textId="77777777" w:rsidR="00C65DC0" w:rsidRDefault="00C65DC0" w:rsidP="00C65DC0">
      <w:pPr>
        <w:pStyle w:val="BodyText"/>
      </w:pPr>
      <w:r>
        <w:t>It is your group’s responsibility to design and conduct an experiment whose data will support your answer to the driving question above. Use the answers to th</w:t>
      </w:r>
      <w:r w:rsidRPr="00AA6254">
        <w:t xml:space="preserve">e </w:t>
      </w:r>
      <w:r>
        <w:t>guiding</w:t>
      </w:r>
      <w:r w:rsidRPr="00AA6254">
        <w:t xml:space="preserve"> questions </w:t>
      </w:r>
      <w:r>
        <w:t>below to help guide</w:t>
      </w:r>
      <w:r w:rsidRPr="00AA6254">
        <w:t xml:space="preserve"> your experiment design</w:t>
      </w:r>
      <w:r>
        <w:t>. After you have answered the guiding questions, w</w:t>
      </w:r>
      <w:r w:rsidRPr="00AA6254">
        <w:t>rite</w:t>
      </w:r>
      <w:r>
        <w:t xml:space="preserve"> an</w:t>
      </w:r>
      <w:r w:rsidRPr="00AA6254">
        <w:t xml:space="preserve"> outline of the </w:t>
      </w:r>
      <w:r>
        <w:t xml:space="preserve">equipment setup and </w:t>
      </w:r>
      <w:r w:rsidRPr="00AA6254">
        <w:t>procedu</w:t>
      </w:r>
      <w:r>
        <w:t>re you will use to collect data,</w:t>
      </w:r>
      <w:r w:rsidRPr="00AA6254">
        <w:t xml:space="preserve"> </w:t>
      </w:r>
      <w:r>
        <w:t>i</w:t>
      </w:r>
      <w:r w:rsidRPr="00AA6254">
        <w:t>dentify</w:t>
      </w:r>
      <w:r>
        <w:t>ing</w:t>
      </w:r>
      <w:r w:rsidRPr="00AA6254">
        <w:t xml:space="preserve"> the steps in sequence and the points at which each piece of equipment will be used.</w:t>
      </w:r>
    </w:p>
    <w:p w14:paraId="01ADFAE2" w14:textId="77777777" w:rsidR="00F51B57" w:rsidRDefault="00C65DC0" w:rsidP="00A16592">
      <w:pPr>
        <w:pStyle w:val="Subhead1"/>
      </w:pPr>
      <w:r>
        <w:t xml:space="preserve">Suggested </w:t>
      </w:r>
      <w:r w:rsidR="00F51B57">
        <w:t xml:space="preserve">Materials and </w:t>
      </w:r>
      <w:r w:rsidR="00F51B57" w:rsidRPr="008C6EE7">
        <w:t>Equipment</w:t>
      </w:r>
    </w:p>
    <w:p w14:paraId="0A7E72DE" w14:textId="77777777" w:rsidR="00C65DC0" w:rsidRDefault="00C65DC0" w:rsidP="00C65DC0">
      <w:pPr>
        <w:pStyle w:val="BodyText"/>
      </w:pPr>
      <w:r>
        <w:t>Although you have the freedom to design your procedure using any reasonable equipment at your disposal, the following equipment is recommended for your experimental setup.</w:t>
      </w:r>
    </w:p>
    <w:p w14:paraId="30095C0F" w14:textId="77777777" w:rsidR="00C65DC0" w:rsidRPr="00C65DC0" w:rsidRDefault="00C65DC0" w:rsidP="00C65DC0">
      <w:pPr>
        <w:pStyle w:val="BodyText"/>
      </w:pP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653E56" w14:paraId="20E85106" w14:textId="77777777" w:rsidTr="00CC6727">
        <w:tc>
          <w:tcPr>
            <w:tcW w:w="4622" w:type="dxa"/>
            <w:noWrap/>
            <w:hideMark/>
          </w:tcPr>
          <w:p w14:paraId="721D78C3" w14:textId="77777777" w:rsidR="00653E56" w:rsidRDefault="00653E56" w:rsidP="00653E56">
            <w:pPr>
              <w:pStyle w:val="Materialslist"/>
              <w:numPr>
                <w:ilvl w:val="0"/>
                <w:numId w:val="30"/>
              </w:numPr>
              <w:spacing w:line="276" w:lineRule="auto"/>
              <w:ind w:left="0" w:firstLine="0"/>
            </w:pPr>
            <w:r>
              <w:t>Data collection system</w:t>
            </w:r>
          </w:p>
        </w:tc>
        <w:tc>
          <w:tcPr>
            <w:tcW w:w="4623" w:type="dxa"/>
            <w:noWrap/>
            <w:hideMark/>
          </w:tcPr>
          <w:p w14:paraId="6FAED32D" w14:textId="516AB8C4" w:rsidR="00653E56" w:rsidRDefault="00DF6E72" w:rsidP="00653E56">
            <w:pPr>
              <w:pStyle w:val="Materialslist"/>
              <w:numPr>
                <w:ilvl w:val="0"/>
                <w:numId w:val="30"/>
              </w:numPr>
              <w:spacing w:line="276" w:lineRule="auto"/>
              <w:ind w:left="0" w:firstLine="0"/>
            </w:pPr>
            <w:r>
              <w:t>PASCO Cart Mass (2), 250-g</w:t>
            </w:r>
          </w:p>
        </w:tc>
      </w:tr>
      <w:tr w:rsidR="00653E56" w14:paraId="3FDCF1B0" w14:textId="77777777" w:rsidTr="00CC6727">
        <w:tc>
          <w:tcPr>
            <w:tcW w:w="4622" w:type="dxa"/>
            <w:noWrap/>
            <w:hideMark/>
          </w:tcPr>
          <w:p w14:paraId="0B790769" w14:textId="4BB8144B" w:rsidR="00653E56" w:rsidRDefault="00DF6E72" w:rsidP="00653E56">
            <w:pPr>
              <w:pStyle w:val="Materialslist"/>
              <w:numPr>
                <w:ilvl w:val="0"/>
                <w:numId w:val="30"/>
              </w:numPr>
              <w:spacing w:line="276" w:lineRule="auto"/>
              <w:ind w:left="0" w:firstLine="0"/>
            </w:pPr>
            <w:r>
              <w:t>PASCO Dynamics Track</w:t>
            </w:r>
            <w:r w:rsidR="007664F9">
              <w:t xml:space="preserve"> with feet</w:t>
            </w:r>
            <w:r>
              <w:rPr>
                <w:rStyle w:val="Character-Superscript"/>
              </w:rPr>
              <w:t>1</w:t>
            </w:r>
          </w:p>
        </w:tc>
        <w:tc>
          <w:tcPr>
            <w:tcW w:w="4623" w:type="dxa"/>
            <w:noWrap/>
            <w:hideMark/>
          </w:tcPr>
          <w:p w14:paraId="3D1DEB69" w14:textId="77777777" w:rsidR="00653E56" w:rsidRDefault="00DF6E72" w:rsidP="00653E56">
            <w:pPr>
              <w:pStyle w:val="Materialslist"/>
              <w:numPr>
                <w:ilvl w:val="0"/>
                <w:numId w:val="30"/>
              </w:numPr>
              <w:spacing w:line="276" w:lineRule="auto"/>
              <w:ind w:left="0" w:firstLine="0"/>
              <w:rPr>
                <w:b/>
              </w:rPr>
            </w:pPr>
            <w:r>
              <w:t>PASCO Mass and Hanger Set</w:t>
            </w:r>
          </w:p>
        </w:tc>
      </w:tr>
      <w:tr w:rsidR="005B73ED" w14:paraId="5F791B99" w14:textId="77777777" w:rsidTr="00CC6727">
        <w:tc>
          <w:tcPr>
            <w:tcW w:w="4622" w:type="dxa"/>
            <w:noWrap/>
            <w:hideMark/>
          </w:tcPr>
          <w:p w14:paraId="1A30BEE9" w14:textId="77777777" w:rsidR="005B73ED" w:rsidRPr="00574A54" w:rsidRDefault="005B73ED" w:rsidP="005B73ED">
            <w:pPr>
              <w:pStyle w:val="Materialslist"/>
              <w:numPr>
                <w:ilvl w:val="0"/>
                <w:numId w:val="30"/>
              </w:numPr>
              <w:ind w:left="0" w:firstLine="0"/>
            </w:pPr>
            <w:r>
              <w:t>PASCO Smart Cart</w:t>
            </w:r>
            <w:r>
              <w:rPr>
                <w:rStyle w:val="Character-Superscript"/>
              </w:rPr>
              <w:t>2</w:t>
            </w:r>
          </w:p>
        </w:tc>
        <w:tc>
          <w:tcPr>
            <w:tcW w:w="4623" w:type="dxa"/>
            <w:noWrap/>
            <w:hideMark/>
          </w:tcPr>
          <w:p w14:paraId="5B18BF8B" w14:textId="77777777" w:rsidR="005B73ED" w:rsidRDefault="005B73ED" w:rsidP="005B73ED">
            <w:pPr>
              <w:pStyle w:val="Materialslist"/>
              <w:numPr>
                <w:ilvl w:val="0"/>
                <w:numId w:val="30"/>
              </w:numPr>
              <w:spacing w:line="276" w:lineRule="auto"/>
              <w:ind w:left="0" w:firstLine="0"/>
            </w:pPr>
            <w:r>
              <w:t>Thread</w:t>
            </w:r>
          </w:p>
        </w:tc>
      </w:tr>
      <w:tr w:rsidR="00DF6E72" w14:paraId="5ECEAE0F" w14:textId="77777777" w:rsidTr="00CC6727">
        <w:tc>
          <w:tcPr>
            <w:tcW w:w="4622" w:type="dxa"/>
            <w:noWrap/>
            <w:hideMark/>
          </w:tcPr>
          <w:p w14:paraId="4424B032" w14:textId="77777777" w:rsidR="00DF6E72" w:rsidRDefault="00DF6E72" w:rsidP="00DF6E72">
            <w:pPr>
              <w:pStyle w:val="Materialslist"/>
              <w:numPr>
                <w:ilvl w:val="0"/>
                <w:numId w:val="31"/>
              </w:numPr>
              <w:spacing w:line="276" w:lineRule="auto"/>
            </w:pPr>
            <w:r>
              <w:t>PASCO Dynamics Track End Stop</w:t>
            </w:r>
            <w:r>
              <w:rPr>
                <w:rStyle w:val="Character-Superscript"/>
              </w:rPr>
              <w:t>3</w:t>
            </w:r>
          </w:p>
        </w:tc>
        <w:tc>
          <w:tcPr>
            <w:tcW w:w="4623" w:type="dxa"/>
            <w:noWrap/>
            <w:hideMark/>
          </w:tcPr>
          <w:p w14:paraId="4E88526B" w14:textId="77777777" w:rsidR="00DF6E72" w:rsidRPr="00863433" w:rsidRDefault="00DF6E72" w:rsidP="00DF6E72">
            <w:pPr>
              <w:pStyle w:val="Materialslist"/>
              <w:numPr>
                <w:ilvl w:val="0"/>
                <w:numId w:val="30"/>
              </w:numPr>
              <w:ind w:left="0" w:firstLine="0"/>
            </w:pPr>
            <w:r>
              <w:t>Balance, 0.1-g resolution, 2,000-g capacity</w:t>
            </w:r>
          </w:p>
        </w:tc>
      </w:tr>
      <w:tr w:rsidR="00DF6E72" w:rsidRPr="001A7C7B" w14:paraId="44846ECE" w14:textId="77777777" w:rsidTr="006933E1">
        <w:tc>
          <w:tcPr>
            <w:tcW w:w="4622" w:type="dxa"/>
            <w:noWrap/>
          </w:tcPr>
          <w:p w14:paraId="39F85176" w14:textId="77777777" w:rsidR="00DF6E72" w:rsidRPr="009844EF" w:rsidRDefault="00DF6E72" w:rsidP="00DF6E72">
            <w:pPr>
              <w:pStyle w:val="Materialslist"/>
              <w:numPr>
                <w:ilvl w:val="0"/>
                <w:numId w:val="7"/>
              </w:numPr>
            </w:pPr>
            <w:r>
              <w:t>PASCO Super Pulley with Clamp</w:t>
            </w:r>
            <w:r>
              <w:rPr>
                <w:rStyle w:val="Character-Superscript"/>
              </w:rPr>
              <w:t>4</w:t>
            </w:r>
          </w:p>
        </w:tc>
        <w:tc>
          <w:tcPr>
            <w:tcW w:w="4623" w:type="dxa"/>
            <w:noWrap/>
          </w:tcPr>
          <w:p w14:paraId="0659F7CF" w14:textId="77777777" w:rsidR="00DF6E72" w:rsidRDefault="00DF6E72" w:rsidP="00DF6E72">
            <w:pPr>
              <w:pStyle w:val="MaterialsListCont"/>
            </w:pPr>
            <w:r>
              <w:t>(1 per class)</w:t>
            </w:r>
          </w:p>
        </w:tc>
      </w:tr>
      <w:tr w:rsidR="00DF6E72" w:rsidRPr="001A7C7B" w14:paraId="445948CD" w14:textId="77777777" w:rsidTr="006933E1">
        <w:tc>
          <w:tcPr>
            <w:tcW w:w="4622" w:type="dxa"/>
            <w:noWrap/>
          </w:tcPr>
          <w:p w14:paraId="279BADED" w14:textId="77777777" w:rsidR="00DF6E72" w:rsidRPr="00863433" w:rsidRDefault="00DF6E72" w:rsidP="00DF6E72">
            <w:pPr>
              <w:pStyle w:val="MaterialsListCont"/>
            </w:pPr>
          </w:p>
        </w:tc>
        <w:tc>
          <w:tcPr>
            <w:tcW w:w="4623" w:type="dxa"/>
            <w:noWrap/>
          </w:tcPr>
          <w:p w14:paraId="1A6C35D1" w14:textId="77777777" w:rsidR="00DF6E72" w:rsidRDefault="00DF6E72" w:rsidP="00DF6E72">
            <w:pPr>
              <w:pStyle w:val="MaterialsListCont"/>
              <w:ind w:firstLine="0"/>
            </w:pPr>
          </w:p>
        </w:tc>
      </w:tr>
    </w:tbl>
    <w:tbl>
      <w:tblPr>
        <w:tblStyle w:val="TableGrid"/>
        <w:tblW w:w="9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gridCol w:w="2319"/>
        <w:gridCol w:w="2319"/>
        <w:gridCol w:w="2319"/>
      </w:tblGrid>
      <w:tr w:rsidR="000D526A" w:rsidRPr="00396D50" w14:paraId="4180235E" w14:textId="77777777" w:rsidTr="005B73ED">
        <w:trPr>
          <w:cantSplit/>
        </w:trPr>
        <w:tc>
          <w:tcPr>
            <w:tcW w:w="2318" w:type="dxa"/>
            <w:vAlign w:val="bottom"/>
          </w:tcPr>
          <w:p w14:paraId="304AAAF4" w14:textId="77777777" w:rsidR="000D526A" w:rsidRPr="00D76C84" w:rsidRDefault="000D526A" w:rsidP="000D526A">
            <w:pPr>
              <w:pStyle w:val="TableAnswerCentered"/>
            </w:pPr>
            <w:r>
              <w:rPr>
                <w:rStyle w:val="Character-Superscript"/>
              </w:rPr>
              <w:t>1</w:t>
            </w:r>
            <w:hyperlink r:id="rId8" w:history="1">
              <w:r w:rsidRPr="00E236AC">
                <w:rPr>
                  <w:rStyle w:val="Hyperlink"/>
                </w:rPr>
                <w:t>www.pasco.com/ap08</w:t>
              </w:r>
            </w:hyperlink>
          </w:p>
        </w:tc>
        <w:tc>
          <w:tcPr>
            <w:tcW w:w="2319" w:type="dxa"/>
            <w:vAlign w:val="bottom"/>
          </w:tcPr>
          <w:p w14:paraId="3B8D1B3F" w14:textId="71810A45" w:rsidR="000D526A" w:rsidRPr="00D76C84" w:rsidRDefault="000D526A" w:rsidP="000D526A">
            <w:pPr>
              <w:pStyle w:val="TableAnswerCentered"/>
            </w:pPr>
            <w:r>
              <w:rPr>
                <w:rStyle w:val="Character-Superscript"/>
              </w:rPr>
              <w:t>2</w:t>
            </w:r>
            <w:hyperlink r:id="rId9" w:history="1">
              <w:r w:rsidRPr="00962CED">
                <w:rPr>
                  <w:rStyle w:val="Hyperlink"/>
                </w:rPr>
                <w:t>www.pasco.com/ap37</w:t>
              </w:r>
            </w:hyperlink>
          </w:p>
        </w:tc>
        <w:tc>
          <w:tcPr>
            <w:tcW w:w="2319" w:type="dxa"/>
            <w:vAlign w:val="bottom"/>
          </w:tcPr>
          <w:p w14:paraId="2F5B1A1A" w14:textId="77777777" w:rsidR="000D526A" w:rsidRPr="00D76C84" w:rsidRDefault="000D526A" w:rsidP="000D526A">
            <w:pPr>
              <w:pStyle w:val="TableAnswerCentered"/>
            </w:pPr>
            <w:r>
              <w:rPr>
                <w:rStyle w:val="Character-Superscript"/>
              </w:rPr>
              <w:t>3</w:t>
            </w:r>
            <w:hyperlink r:id="rId10" w:history="1">
              <w:r w:rsidRPr="00865B65">
                <w:rPr>
                  <w:rStyle w:val="Hyperlink"/>
                </w:rPr>
                <w:t>www.pasco.com/ap11</w:t>
              </w:r>
            </w:hyperlink>
          </w:p>
        </w:tc>
        <w:tc>
          <w:tcPr>
            <w:tcW w:w="2319" w:type="dxa"/>
            <w:vAlign w:val="bottom"/>
          </w:tcPr>
          <w:p w14:paraId="55052598" w14:textId="77777777" w:rsidR="000D526A" w:rsidRPr="00D76C84" w:rsidRDefault="000D526A" w:rsidP="000D526A">
            <w:pPr>
              <w:pStyle w:val="TableAnswerCentered"/>
            </w:pPr>
            <w:r>
              <w:rPr>
                <w:rStyle w:val="Character-Superscript"/>
              </w:rPr>
              <w:t>4</w:t>
            </w:r>
            <w:hyperlink r:id="rId11" w:history="1">
              <w:r w:rsidRPr="00865B65">
                <w:rPr>
                  <w:rStyle w:val="Hyperlink"/>
                </w:rPr>
                <w:t>www.pasco.com/ap13</w:t>
              </w:r>
            </w:hyperlink>
          </w:p>
        </w:tc>
      </w:tr>
      <w:tr w:rsidR="000D526A" w:rsidRPr="00E55F81" w14:paraId="77A81047" w14:textId="77777777" w:rsidTr="005B73ED">
        <w:trPr>
          <w:cantSplit/>
        </w:trPr>
        <w:tc>
          <w:tcPr>
            <w:tcW w:w="2318" w:type="dxa"/>
          </w:tcPr>
          <w:p w14:paraId="6BD99D3F" w14:textId="77777777" w:rsidR="000D526A" w:rsidRPr="00D76C84" w:rsidRDefault="000D526A" w:rsidP="000D526A">
            <w:pPr>
              <w:pStyle w:val="TableDataCentered"/>
            </w:pPr>
            <w:r w:rsidRPr="00D76C84">
              <w:rPr>
                <w:noProof/>
              </w:rPr>
              <w:drawing>
                <wp:inline distT="0" distB="0" distL="0" distR="0" wp14:anchorId="7FAC85F5" wp14:editId="189C098F">
                  <wp:extent cx="475488" cy="475488"/>
                  <wp:effectExtent l="0" t="0" r="127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9" w:type="dxa"/>
          </w:tcPr>
          <w:p w14:paraId="16725A66" w14:textId="5A816A96" w:rsidR="000D526A" w:rsidRPr="00D76C84" w:rsidRDefault="000D526A" w:rsidP="000D526A">
            <w:pPr>
              <w:pStyle w:val="TableDataCentered"/>
            </w:pPr>
            <w:r>
              <w:rPr>
                <w:noProof/>
              </w:rPr>
              <w:drawing>
                <wp:inline distT="0" distB="0" distL="0" distR="0" wp14:anchorId="31E2F20E" wp14:editId="6A6CDCB3">
                  <wp:extent cx="475489" cy="475489"/>
                  <wp:effectExtent l="0" t="0" r="1270" b="127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ap37.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5489" cy="475489"/>
                          </a:xfrm>
                          <a:prstGeom prst="rect">
                            <a:avLst/>
                          </a:prstGeom>
                        </pic:spPr>
                      </pic:pic>
                    </a:graphicData>
                  </a:graphic>
                </wp:inline>
              </w:drawing>
            </w:r>
          </w:p>
        </w:tc>
        <w:tc>
          <w:tcPr>
            <w:tcW w:w="2319" w:type="dxa"/>
          </w:tcPr>
          <w:p w14:paraId="3C02ACBC" w14:textId="77777777" w:rsidR="000D526A" w:rsidRPr="00D76C84" w:rsidRDefault="000D526A" w:rsidP="000D526A">
            <w:pPr>
              <w:pStyle w:val="TableDataCentered"/>
            </w:pPr>
            <w:r w:rsidRPr="00D76C84">
              <w:rPr>
                <w:noProof/>
              </w:rPr>
              <w:drawing>
                <wp:inline distT="0" distB="0" distL="0" distR="0" wp14:anchorId="20F5DA2E" wp14:editId="12BFC9D1">
                  <wp:extent cx="475488" cy="475488"/>
                  <wp:effectExtent l="0" t="0" r="127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9" w:type="dxa"/>
          </w:tcPr>
          <w:p w14:paraId="4DA96C2E" w14:textId="77777777" w:rsidR="000D526A" w:rsidRPr="00D76C84" w:rsidRDefault="000D526A" w:rsidP="000D526A">
            <w:pPr>
              <w:pStyle w:val="TableDataCentered"/>
            </w:pPr>
            <w:r w:rsidRPr="00D76C84">
              <w:rPr>
                <w:noProof/>
              </w:rPr>
              <w:drawing>
                <wp:inline distT="0" distB="0" distL="0" distR="0" wp14:anchorId="62AE05C1" wp14:editId="491FAB1C">
                  <wp:extent cx="475488" cy="475488"/>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r>
      <w:tr w:rsidR="000D526A" w:rsidRPr="00C97108" w14:paraId="1C8C4069" w14:textId="77777777" w:rsidTr="005B73ED">
        <w:trPr>
          <w:cantSplit/>
        </w:trPr>
        <w:tc>
          <w:tcPr>
            <w:tcW w:w="2318" w:type="dxa"/>
          </w:tcPr>
          <w:p w14:paraId="05855F65" w14:textId="77777777" w:rsidR="000D526A" w:rsidRPr="00D76C84" w:rsidRDefault="000D526A" w:rsidP="000D526A">
            <w:pPr>
              <w:pStyle w:val="TableDataCentered"/>
            </w:pPr>
            <w:r>
              <w:t xml:space="preserve">PASCO </w:t>
            </w:r>
            <w:proofErr w:type="spellStart"/>
            <w:r>
              <w:t>PAStrack</w:t>
            </w:r>
            <w:proofErr w:type="spellEnd"/>
          </w:p>
        </w:tc>
        <w:tc>
          <w:tcPr>
            <w:tcW w:w="2319" w:type="dxa"/>
          </w:tcPr>
          <w:p w14:paraId="68A952DF" w14:textId="6F68BE48" w:rsidR="000D526A" w:rsidRPr="00D76C84" w:rsidRDefault="000D526A" w:rsidP="000D526A">
            <w:pPr>
              <w:pStyle w:val="TableDataCentered"/>
            </w:pPr>
            <w:r>
              <w:t>PASCO Smart Cart</w:t>
            </w:r>
          </w:p>
        </w:tc>
        <w:tc>
          <w:tcPr>
            <w:tcW w:w="2319" w:type="dxa"/>
          </w:tcPr>
          <w:p w14:paraId="42DD2328" w14:textId="77777777" w:rsidR="000D526A" w:rsidRPr="00D76C84" w:rsidRDefault="000D526A" w:rsidP="000D526A">
            <w:pPr>
              <w:pStyle w:val="TableDataCentered"/>
            </w:pPr>
            <w:r>
              <w:t>PASCO Dynamics Track End Stop</w:t>
            </w:r>
          </w:p>
        </w:tc>
        <w:tc>
          <w:tcPr>
            <w:tcW w:w="2319" w:type="dxa"/>
          </w:tcPr>
          <w:p w14:paraId="389A8FD2" w14:textId="77777777" w:rsidR="000D526A" w:rsidRPr="00D76C84" w:rsidRDefault="000D526A" w:rsidP="000D526A">
            <w:pPr>
              <w:pStyle w:val="TableDataCentered"/>
            </w:pPr>
            <w:r>
              <w:t>PASCO Super Pulley with Clamp</w:t>
            </w:r>
          </w:p>
        </w:tc>
      </w:tr>
    </w:tbl>
    <w:p w14:paraId="4B8FBCCF" w14:textId="77777777" w:rsidR="00C65DC0" w:rsidRDefault="00C65DC0" w:rsidP="00CC426F">
      <w:pPr>
        <w:pStyle w:val="SectionHeadTOP"/>
      </w:pPr>
      <w:r>
        <w:lastRenderedPageBreak/>
        <w:t>Guiding Questions</w:t>
      </w:r>
    </w:p>
    <w:p w14:paraId="644B21AC" w14:textId="77777777" w:rsidR="002E0579" w:rsidRDefault="002E0579" w:rsidP="002E0579">
      <w:pPr>
        <w:pStyle w:val="StepQuestion"/>
        <w:numPr>
          <w:ilvl w:val="0"/>
          <w:numId w:val="32"/>
        </w:numPr>
        <w:ind w:left="360" w:hanging="648"/>
      </w:pPr>
      <w:r>
        <w:t>1.</w:t>
      </w:r>
      <w:r>
        <w:tab/>
        <w:t xml:space="preserve">Based on the lab objective, what variables will you measure and what piece of equipment will you use to measure each variable? </w:t>
      </w:r>
    </w:p>
    <w:p w14:paraId="3157A079" w14:textId="77777777" w:rsidR="00174BC2" w:rsidRDefault="00174BC2" w:rsidP="00174BC2">
      <w:pPr>
        <w:pStyle w:val="SVAnswerLine"/>
      </w:pPr>
      <w:r>
        <w:tab/>
      </w:r>
    </w:p>
    <w:p w14:paraId="09B40565" w14:textId="77777777" w:rsidR="00174BC2" w:rsidRDefault="00174BC2" w:rsidP="00174BC2">
      <w:pPr>
        <w:pStyle w:val="SVAnswerLine"/>
      </w:pPr>
      <w:r>
        <w:tab/>
      </w:r>
    </w:p>
    <w:p w14:paraId="5A3FB973" w14:textId="77777777" w:rsidR="00174BC2" w:rsidRDefault="00174BC2" w:rsidP="00174BC2">
      <w:pPr>
        <w:pStyle w:val="SVAnswerLine"/>
      </w:pPr>
      <w:r>
        <w:tab/>
      </w:r>
    </w:p>
    <w:p w14:paraId="59BA4EBC" w14:textId="77777777" w:rsidR="00174BC2" w:rsidRPr="00456B7C" w:rsidRDefault="00174BC2" w:rsidP="00174BC2">
      <w:pPr>
        <w:pStyle w:val="StepQuestion"/>
      </w:pPr>
      <w:r>
        <w:t>2</w:t>
      </w:r>
      <w:r w:rsidRPr="00D105D7">
        <w:t>.</w:t>
      </w:r>
      <w:r w:rsidRPr="00D105D7">
        <w:tab/>
      </w:r>
      <w:r>
        <w:t>How will you display your measurements so they can be analyzed to determine the relationship between the variables?</w:t>
      </w:r>
      <w:r w:rsidRPr="00456B7C">
        <w:t xml:space="preserve"> </w:t>
      </w:r>
    </w:p>
    <w:p w14:paraId="5B6B79F5" w14:textId="77777777" w:rsidR="00174BC2" w:rsidRDefault="00174BC2" w:rsidP="00174BC2">
      <w:pPr>
        <w:pStyle w:val="SVAnswerLine"/>
      </w:pPr>
      <w:r>
        <w:tab/>
      </w:r>
    </w:p>
    <w:p w14:paraId="453288EA" w14:textId="77777777" w:rsidR="00174BC2" w:rsidRDefault="00174BC2" w:rsidP="00174BC2">
      <w:pPr>
        <w:pStyle w:val="SVAnswerLine"/>
      </w:pPr>
      <w:r>
        <w:tab/>
      </w:r>
    </w:p>
    <w:p w14:paraId="3EBB5BD7" w14:textId="77777777" w:rsidR="00174BC2" w:rsidRDefault="00174BC2" w:rsidP="00174BC2">
      <w:pPr>
        <w:pStyle w:val="SVAnswerLine"/>
      </w:pPr>
      <w:r>
        <w:tab/>
      </w:r>
    </w:p>
    <w:p w14:paraId="34BF10FC" w14:textId="77777777" w:rsidR="00C83FE6" w:rsidRPr="00456B7C" w:rsidRDefault="00C83FE6" w:rsidP="00C83FE6">
      <w:pPr>
        <w:pStyle w:val="StepQuestion"/>
      </w:pPr>
      <w:r>
        <w:t>3</w:t>
      </w:r>
      <w:r w:rsidRPr="00D105D7">
        <w:t>.</w:t>
      </w:r>
      <w:r w:rsidRPr="00D105D7">
        <w:tab/>
      </w:r>
      <w:r>
        <w:t xml:space="preserve">What variables will you change to get at least 5 different data points for the acceleration of your object or system? What variables must remain constant </w:t>
      </w:r>
      <w:proofErr w:type="gramStart"/>
      <w:r>
        <w:t>in order to</w:t>
      </w:r>
      <w:proofErr w:type="gramEnd"/>
      <w:r>
        <w:t xml:space="preserve"> get a consistent graph of acceleration?</w:t>
      </w:r>
      <w:r w:rsidRPr="00456B7C">
        <w:t xml:space="preserve"> </w:t>
      </w:r>
    </w:p>
    <w:p w14:paraId="20FB7122" w14:textId="77777777" w:rsidR="00174BC2" w:rsidRDefault="00174BC2" w:rsidP="00174BC2">
      <w:pPr>
        <w:pStyle w:val="SVAnswerLine"/>
      </w:pPr>
      <w:r>
        <w:tab/>
      </w:r>
    </w:p>
    <w:p w14:paraId="692FFA2B" w14:textId="77777777" w:rsidR="00174BC2" w:rsidRDefault="00174BC2" w:rsidP="00174BC2">
      <w:pPr>
        <w:pStyle w:val="SVAnswerLine"/>
      </w:pPr>
      <w:r>
        <w:tab/>
      </w:r>
    </w:p>
    <w:p w14:paraId="709D3523" w14:textId="77777777" w:rsidR="00174BC2" w:rsidRDefault="00174BC2" w:rsidP="00174BC2">
      <w:pPr>
        <w:pStyle w:val="SVAnswerLine"/>
      </w:pPr>
      <w:r>
        <w:tab/>
      </w:r>
    </w:p>
    <w:p w14:paraId="5A0C60AC" w14:textId="77777777" w:rsidR="00174BC2" w:rsidRPr="00456B7C" w:rsidRDefault="00174BC2" w:rsidP="00174BC2">
      <w:pPr>
        <w:pStyle w:val="StepQuestion"/>
      </w:pPr>
      <w:r>
        <w:t>4</w:t>
      </w:r>
      <w:r w:rsidRPr="00D105D7">
        <w:t>.</w:t>
      </w:r>
      <w:r w:rsidRPr="00D105D7">
        <w:tab/>
      </w:r>
      <w:r>
        <w:t>Describe some potential errors that could prevent you from gathering accurate consistent data?</w:t>
      </w:r>
      <w:r w:rsidRPr="00456B7C">
        <w:t xml:space="preserve"> </w:t>
      </w:r>
    </w:p>
    <w:p w14:paraId="27E58220" w14:textId="77777777" w:rsidR="00174BC2" w:rsidRDefault="00174BC2" w:rsidP="00174BC2">
      <w:pPr>
        <w:pStyle w:val="SVAnswerLine"/>
      </w:pPr>
      <w:r>
        <w:tab/>
      </w:r>
    </w:p>
    <w:p w14:paraId="2ABDBEB9" w14:textId="77777777" w:rsidR="00174BC2" w:rsidRDefault="00174BC2" w:rsidP="00174BC2">
      <w:pPr>
        <w:pStyle w:val="SVAnswerLine"/>
      </w:pPr>
      <w:r>
        <w:tab/>
      </w:r>
    </w:p>
    <w:p w14:paraId="4C4A826B" w14:textId="77777777" w:rsidR="00174BC2" w:rsidRDefault="00174BC2" w:rsidP="00174BC2">
      <w:pPr>
        <w:pStyle w:val="SVAnswerLine"/>
      </w:pPr>
      <w:r>
        <w:tab/>
      </w:r>
    </w:p>
    <w:p w14:paraId="617A1A16" w14:textId="77777777" w:rsidR="002337EA" w:rsidRDefault="002337EA" w:rsidP="002337EA">
      <w:pPr>
        <w:pStyle w:val="SectionHead"/>
      </w:pPr>
      <w:r>
        <w:t>Experimental Design</w:t>
      </w:r>
    </w:p>
    <w:p w14:paraId="2447A851" w14:textId="77777777" w:rsidR="002337EA" w:rsidRDefault="00174BC2" w:rsidP="002337EA">
      <w:pPr>
        <w:pStyle w:val="BodyText"/>
      </w:pPr>
      <w:r w:rsidRPr="00F601B7">
        <w:t xml:space="preserve">Your goal is to experimentally determine the relationship between </w:t>
      </w:r>
      <w:r>
        <w:t>an object</w:t>
      </w:r>
      <w:r w:rsidR="00135B1E">
        <w:t>’s</w:t>
      </w:r>
      <w:r>
        <w:t xml:space="preserve"> or system's mass, acceleration, and the net force being applied to the object or system</w:t>
      </w:r>
      <w:r w:rsidRPr="00F601B7">
        <w:t>.</w:t>
      </w:r>
      <w:r w:rsidR="002337EA">
        <w:t xml:space="preserve"> Use the responses to the Guiding Questions to help finalize your </w:t>
      </w:r>
      <w:r w:rsidR="00916795">
        <w:t xml:space="preserve">procedure </w:t>
      </w:r>
      <w:r w:rsidR="002337EA">
        <w:t xml:space="preserve">and your equipment </w:t>
      </w:r>
      <w:r w:rsidR="00916795">
        <w:t>configuration</w:t>
      </w:r>
      <w:r w:rsidR="002337EA">
        <w:t>.</w:t>
      </w:r>
    </w:p>
    <w:p w14:paraId="6C10FB99" w14:textId="77777777" w:rsidR="002337EA" w:rsidRDefault="002337EA" w:rsidP="002337EA">
      <w:pPr>
        <w:pStyle w:val="BodyText"/>
      </w:pPr>
      <w:r>
        <w:t xml:space="preserve">Once you are convinced that your procedure will accomplish the experiment's objectives, record your experimental setup and procedure in the following sections. </w:t>
      </w:r>
    </w:p>
    <w:p w14:paraId="6291040E" w14:textId="77777777" w:rsidR="006D0819" w:rsidRDefault="002337EA" w:rsidP="002337EA">
      <w:pPr>
        <w:pStyle w:val="Subhead1"/>
      </w:pPr>
      <w:r>
        <w:t>Setup</w:t>
      </w:r>
    </w:p>
    <w:p w14:paraId="70558771" w14:textId="77777777" w:rsidR="002337EA" w:rsidRDefault="002337EA" w:rsidP="006D0819">
      <w:pPr>
        <w:pStyle w:val="BodyText"/>
      </w:pPr>
      <w:r>
        <w:t xml:space="preserve">Draw and/or describe your experimental setup such that a third party could recreate the same setup </w:t>
      </w:r>
      <w:proofErr w:type="gramStart"/>
      <w:r>
        <w:t>in an attempt to</w:t>
      </w:r>
      <w:proofErr w:type="gramEnd"/>
      <w:r>
        <w:t xml:space="preserve"> reproduce your experiment?</w:t>
      </w:r>
    </w:p>
    <w:p w14:paraId="1C39EBA5" w14:textId="77777777" w:rsidR="002337EA" w:rsidRDefault="002337EA" w:rsidP="002337EA">
      <w:pPr>
        <w:pStyle w:val="SVAnswerWorkspace"/>
      </w:pPr>
    </w:p>
    <w:p w14:paraId="7511DA80" w14:textId="77777777" w:rsidR="002337EA" w:rsidRDefault="002337EA" w:rsidP="009D313E">
      <w:pPr>
        <w:pStyle w:val="Subhead1TOP"/>
      </w:pPr>
      <w:r>
        <w:lastRenderedPageBreak/>
        <w:t>Procedure</w:t>
      </w:r>
    </w:p>
    <w:p w14:paraId="48F85E3B" w14:textId="77777777" w:rsidR="002337EA" w:rsidRDefault="002337EA" w:rsidP="002337EA">
      <w:pPr>
        <w:pStyle w:val="BodyText"/>
      </w:pPr>
      <w:r w:rsidRPr="00F601B7">
        <w:t xml:space="preserve">Outline the procedure you will use </w:t>
      </w:r>
      <w:r>
        <w:t xml:space="preserve">in your experiment, listing </w:t>
      </w:r>
      <w:proofErr w:type="gramStart"/>
      <w:r>
        <w:t>all of</w:t>
      </w:r>
      <w:proofErr w:type="gramEnd"/>
      <w:r>
        <w:t xml:space="preserve"> the steps below.</w:t>
      </w:r>
      <w:r w:rsidRPr="00F601B7">
        <w:t xml:space="preserve"> </w:t>
      </w:r>
      <w:r>
        <w:t xml:space="preserve">Your outline should be written such that a third party could follow the same procedure </w:t>
      </w:r>
      <w:proofErr w:type="gramStart"/>
      <w:r>
        <w:t>in an attempt to</w:t>
      </w:r>
      <w:proofErr w:type="gramEnd"/>
      <w:r>
        <w:t xml:space="preserve"> reproduce your experiment?</w:t>
      </w:r>
    </w:p>
    <w:p w14:paraId="7B43CF7A" w14:textId="77777777" w:rsidR="002337EA" w:rsidRDefault="006D1936" w:rsidP="006D1936">
      <w:pPr>
        <w:pStyle w:val="SVAnswerLine"/>
      </w:pPr>
      <w:r>
        <w:tab/>
      </w:r>
    </w:p>
    <w:p w14:paraId="737B778C" w14:textId="77777777" w:rsidR="006D1936" w:rsidRDefault="006D1936" w:rsidP="006D1936">
      <w:pPr>
        <w:pStyle w:val="SVAnswerLine"/>
      </w:pPr>
      <w:r>
        <w:tab/>
      </w:r>
    </w:p>
    <w:p w14:paraId="62A63C5B" w14:textId="77777777" w:rsidR="006D1936" w:rsidRDefault="006D1936" w:rsidP="006D1936">
      <w:pPr>
        <w:pStyle w:val="SVAnswerLine"/>
      </w:pPr>
      <w:r>
        <w:tab/>
      </w:r>
    </w:p>
    <w:p w14:paraId="1E664AB3" w14:textId="77777777" w:rsidR="006D1936" w:rsidRDefault="006D1936" w:rsidP="006D1936">
      <w:pPr>
        <w:pStyle w:val="SVAnswerLine"/>
      </w:pPr>
      <w:r>
        <w:tab/>
      </w:r>
    </w:p>
    <w:p w14:paraId="554C6E1F" w14:textId="77777777" w:rsidR="006D1936" w:rsidRDefault="006D1936" w:rsidP="006D1936">
      <w:pPr>
        <w:pStyle w:val="SVAnswerLine"/>
      </w:pPr>
      <w:r>
        <w:tab/>
      </w:r>
    </w:p>
    <w:p w14:paraId="702984D5" w14:textId="77777777" w:rsidR="006D1936" w:rsidRDefault="006D1936" w:rsidP="006D1936">
      <w:pPr>
        <w:pStyle w:val="SVAnswerLine"/>
      </w:pPr>
      <w:r>
        <w:tab/>
      </w:r>
    </w:p>
    <w:p w14:paraId="03D9DCF6" w14:textId="77777777" w:rsidR="006D1936" w:rsidRDefault="006D1936" w:rsidP="006D1936">
      <w:pPr>
        <w:pStyle w:val="SVAnswerLine"/>
      </w:pPr>
      <w:r>
        <w:tab/>
      </w:r>
    </w:p>
    <w:p w14:paraId="57FE8D53" w14:textId="77777777" w:rsidR="006D1936" w:rsidRDefault="006D1936" w:rsidP="006D1936">
      <w:pPr>
        <w:pStyle w:val="SVAnswerLine"/>
      </w:pPr>
      <w:r>
        <w:tab/>
      </w:r>
    </w:p>
    <w:p w14:paraId="5B809FB0" w14:textId="77777777" w:rsidR="006D1936" w:rsidRDefault="006D1936" w:rsidP="006D1936">
      <w:pPr>
        <w:pStyle w:val="SVAnswerLine"/>
      </w:pPr>
      <w:r>
        <w:tab/>
      </w:r>
    </w:p>
    <w:p w14:paraId="707B0A69" w14:textId="77777777" w:rsidR="006D1936" w:rsidRDefault="006D1936" w:rsidP="006D1936">
      <w:pPr>
        <w:pStyle w:val="SVAnswerLine"/>
      </w:pPr>
      <w:r>
        <w:tab/>
      </w:r>
    </w:p>
    <w:p w14:paraId="3B4B586E" w14:textId="77777777" w:rsidR="006D1936" w:rsidRDefault="006D1936" w:rsidP="006D1936">
      <w:pPr>
        <w:pStyle w:val="Subhead1"/>
      </w:pPr>
      <w:r>
        <w:t>Collect Data</w:t>
      </w:r>
    </w:p>
    <w:p w14:paraId="548C3838" w14:textId="77777777" w:rsidR="006D1936" w:rsidRPr="00F601B7" w:rsidRDefault="006D1936" w:rsidP="006D1936">
      <w:pPr>
        <w:pStyle w:val="BodyText"/>
      </w:pPr>
      <w:r>
        <w:t xml:space="preserve">Perform your experiment and record all relevant data. Present your data below (or in an attached document) in a form that best suits the experiment format, such that a third party can understand your experimental results </w:t>
      </w:r>
      <w:proofErr w:type="gramStart"/>
      <w:r>
        <w:t>in an attempt to</w:t>
      </w:r>
      <w:proofErr w:type="gramEnd"/>
      <w:r w:rsidRPr="00820DA7">
        <w:t xml:space="preserve"> </w:t>
      </w:r>
      <w:r>
        <w:t>reproduce them.</w:t>
      </w:r>
    </w:p>
    <w:p w14:paraId="2255A864" w14:textId="77777777" w:rsidR="006D1936" w:rsidRDefault="006D1936" w:rsidP="006D1936">
      <w:pPr>
        <w:pStyle w:val="SVAnswerWorkspace"/>
      </w:pPr>
    </w:p>
    <w:p w14:paraId="4B29DB52" w14:textId="77777777" w:rsidR="006D1936" w:rsidRDefault="006D1936" w:rsidP="006D1936">
      <w:pPr>
        <w:pStyle w:val="SVAnswerWorkspace"/>
      </w:pPr>
    </w:p>
    <w:p w14:paraId="1FCFAE36" w14:textId="77777777" w:rsidR="006D1936" w:rsidRDefault="006D1936" w:rsidP="006D1936">
      <w:pPr>
        <w:pStyle w:val="SVAnswerWorkspace"/>
      </w:pPr>
    </w:p>
    <w:p w14:paraId="7D5B03C9" w14:textId="77777777" w:rsidR="006D1936" w:rsidRDefault="006D1936" w:rsidP="006D1936">
      <w:pPr>
        <w:pStyle w:val="SVAnswerWorkspace"/>
      </w:pPr>
    </w:p>
    <w:p w14:paraId="27AD42BD" w14:textId="77777777" w:rsidR="00113A33" w:rsidRDefault="00113A33" w:rsidP="00CC426F">
      <w:pPr>
        <w:pStyle w:val="BodyText"/>
      </w:pPr>
    </w:p>
    <w:p w14:paraId="3CE604EF" w14:textId="77777777" w:rsidR="00053478" w:rsidRDefault="00053478" w:rsidP="00053478">
      <w:pPr>
        <w:pStyle w:val="SectionHead"/>
      </w:pPr>
      <w:r>
        <w:lastRenderedPageBreak/>
        <w:t>Analysis Questions</w:t>
      </w:r>
    </w:p>
    <w:p w14:paraId="5F58081C" w14:textId="77777777" w:rsidR="00053478" w:rsidRDefault="00053478" w:rsidP="00053478">
      <w:pPr>
        <w:pStyle w:val="StepQuestion"/>
        <w:numPr>
          <w:ilvl w:val="0"/>
          <w:numId w:val="32"/>
        </w:numPr>
        <w:ind w:left="360" w:hanging="648"/>
      </w:pPr>
      <w:r>
        <w:t>1.</w:t>
      </w:r>
      <w:r>
        <w:tab/>
        <w:t>Qualitatively, what effect did your object’s or system’s mass have on its acceleration? Support your answer with data.</w:t>
      </w:r>
    </w:p>
    <w:p w14:paraId="4F3BF85B" w14:textId="77777777" w:rsidR="00053478" w:rsidRDefault="00053478" w:rsidP="00053478">
      <w:pPr>
        <w:pStyle w:val="SVAnswerLine"/>
      </w:pPr>
      <w:r>
        <w:tab/>
      </w:r>
    </w:p>
    <w:p w14:paraId="4AB3A143" w14:textId="77777777" w:rsidR="00053478" w:rsidRDefault="00053478" w:rsidP="00053478">
      <w:pPr>
        <w:pStyle w:val="SVAnswerLine"/>
      </w:pPr>
      <w:r>
        <w:tab/>
      </w:r>
    </w:p>
    <w:p w14:paraId="683E57E3" w14:textId="77777777" w:rsidR="00053478" w:rsidRDefault="00053478" w:rsidP="00053478">
      <w:pPr>
        <w:pStyle w:val="SVAnswerLine"/>
      </w:pPr>
      <w:r>
        <w:tab/>
      </w:r>
    </w:p>
    <w:p w14:paraId="3ABE836B" w14:textId="77777777" w:rsidR="00053478" w:rsidRDefault="00053478" w:rsidP="00053478">
      <w:pPr>
        <w:pStyle w:val="StepQuestion"/>
        <w:numPr>
          <w:ilvl w:val="0"/>
          <w:numId w:val="32"/>
        </w:numPr>
        <w:ind w:left="360" w:hanging="648"/>
      </w:pPr>
      <w:r>
        <w:t>2.</w:t>
      </w:r>
      <w:r>
        <w:tab/>
        <w:t>What is the relationship (inverse, proportional, equal, squared, et cetera) between the mass of your object or system and its acceleration? How do you know?</w:t>
      </w:r>
    </w:p>
    <w:p w14:paraId="39C4858D" w14:textId="77777777" w:rsidR="00053478" w:rsidRDefault="00053478" w:rsidP="00053478">
      <w:pPr>
        <w:pStyle w:val="SVAnswerLine"/>
      </w:pPr>
      <w:r>
        <w:tab/>
      </w:r>
    </w:p>
    <w:p w14:paraId="4344385B" w14:textId="77777777" w:rsidR="00053478" w:rsidRDefault="00053478" w:rsidP="00053478">
      <w:pPr>
        <w:pStyle w:val="SVAnswerLine"/>
      </w:pPr>
      <w:r>
        <w:tab/>
      </w:r>
    </w:p>
    <w:p w14:paraId="2B32D580" w14:textId="77777777" w:rsidR="00053478" w:rsidRDefault="00053478" w:rsidP="00053478">
      <w:pPr>
        <w:pStyle w:val="SVAnswerLine"/>
      </w:pPr>
      <w:r>
        <w:tab/>
      </w:r>
    </w:p>
    <w:p w14:paraId="58354C31" w14:textId="77777777" w:rsidR="00053478" w:rsidRDefault="00053478" w:rsidP="00053478">
      <w:pPr>
        <w:pStyle w:val="StepQuestion"/>
        <w:numPr>
          <w:ilvl w:val="0"/>
          <w:numId w:val="32"/>
        </w:numPr>
        <w:ind w:left="360" w:hanging="648"/>
      </w:pPr>
      <w:r>
        <w:t>3.</w:t>
      </w:r>
      <w:r>
        <w:tab/>
        <w:t>Qualitatively, what was the effect on your object’s or system’s acceleration as the net force acting on it increased? Support your answer with data.</w:t>
      </w:r>
    </w:p>
    <w:p w14:paraId="0FB8D297" w14:textId="77777777" w:rsidR="00053478" w:rsidRDefault="00053478" w:rsidP="00053478">
      <w:pPr>
        <w:pStyle w:val="SVAnswerLine"/>
      </w:pPr>
      <w:r>
        <w:tab/>
      </w:r>
    </w:p>
    <w:p w14:paraId="407395B7" w14:textId="77777777" w:rsidR="00053478" w:rsidRDefault="00053478" w:rsidP="00053478">
      <w:pPr>
        <w:pStyle w:val="SVAnswerLine"/>
      </w:pPr>
      <w:r>
        <w:tab/>
      </w:r>
    </w:p>
    <w:p w14:paraId="2D43636D" w14:textId="77777777" w:rsidR="00053478" w:rsidRDefault="00053478" w:rsidP="00053478">
      <w:pPr>
        <w:pStyle w:val="SVAnswerLine"/>
      </w:pPr>
      <w:r>
        <w:tab/>
      </w:r>
    </w:p>
    <w:p w14:paraId="0D4A0D30" w14:textId="77777777" w:rsidR="00053478" w:rsidRDefault="00053478" w:rsidP="00053478">
      <w:pPr>
        <w:pStyle w:val="StepQuestion"/>
        <w:numPr>
          <w:ilvl w:val="0"/>
          <w:numId w:val="32"/>
        </w:numPr>
        <w:ind w:left="360" w:hanging="648"/>
      </w:pPr>
      <w:r>
        <w:t>4.</w:t>
      </w:r>
      <w:r>
        <w:tab/>
        <w:t>What is the relationship (inverse, proportional, equal, squared, et cetera) between your object’s or system’s acceleration and the net force acting on it? How do you know?</w:t>
      </w:r>
    </w:p>
    <w:p w14:paraId="6CE8B3F1" w14:textId="77777777" w:rsidR="00053478" w:rsidRDefault="00053478" w:rsidP="00053478">
      <w:pPr>
        <w:pStyle w:val="SVAnswerLine"/>
      </w:pPr>
      <w:r>
        <w:tab/>
      </w:r>
    </w:p>
    <w:p w14:paraId="364C05A9" w14:textId="77777777" w:rsidR="00053478" w:rsidRDefault="00053478" w:rsidP="00053478">
      <w:pPr>
        <w:pStyle w:val="SVAnswerLine"/>
      </w:pPr>
      <w:r>
        <w:tab/>
      </w:r>
    </w:p>
    <w:p w14:paraId="1D81E775" w14:textId="77777777" w:rsidR="00053478" w:rsidRDefault="00053478" w:rsidP="00053478">
      <w:pPr>
        <w:pStyle w:val="SVAnswerLine"/>
      </w:pPr>
      <w:r>
        <w:tab/>
      </w:r>
    </w:p>
    <w:p w14:paraId="1B993CC9" w14:textId="77777777" w:rsidR="00053478" w:rsidRDefault="00053478" w:rsidP="00053478">
      <w:pPr>
        <w:pStyle w:val="StepQuestion"/>
        <w:numPr>
          <w:ilvl w:val="0"/>
          <w:numId w:val="32"/>
        </w:numPr>
        <w:ind w:left="360" w:hanging="648"/>
      </w:pPr>
      <w:r>
        <w:t>5.</w:t>
      </w:r>
      <w:r>
        <w:tab/>
        <w:t>There are two common mathematical expressions for Newton's Second Law. One of these expressions is given below. How does your data support this mathematical relationship?</w:t>
      </w:r>
    </w:p>
    <w:bookmarkStart w:id="0" w:name="MTBlankEqn"/>
    <w:p w14:paraId="60BDB738" w14:textId="32FC9A09" w:rsidR="00053478" w:rsidRDefault="000952AF" w:rsidP="00053478">
      <w:pPr>
        <w:pStyle w:val="Equation"/>
      </w:pPr>
      <w:r w:rsidRPr="00442ADB">
        <w:rPr>
          <w:noProof/>
          <w:position w:val="-22"/>
        </w:rPr>
        <w:object w:dxaOrig="800" w:dyaOrig="600" w14:anchorId="0FE5BD8B">
          <v:shape id="_x0000_i1025" type="#_x0000_t75" alt="" style="width:39.85pt;height:30.2pt;mso-width-percent:0;mso-height-percent:0;mso-width-percent:0;mso-height-percent:0" o:ole="">
            <v:imagedata r:id="rId16" o:title=""/>
          </v:shape>
          <o:OLEObject Type="Embed" ProgID="Equation.DSMT4" ShapeID="_x0000_i1025" DrawAspect="Content" ObjectID="_1726651012" r:id="rId17"/>
        </w:object>
      </w:r>
      <w:bookmarkEnd w:id="0"/>
      <w:r w:rsidR="00053478">
        <w:rPr>
          <w:rStyle w:val="Character-Italic"/>
        </w:rPr>
        <w:t xml:space="preserve"> </w:t>
      </w:r>
    </w:p>
    <w:p w14:paraId="692AD521" w14:textId="77777777" w:rsidR="00053478" w:rsidRDefault="00053478" w:rsidP="00053478">
      <w:pPr>
        <w:pStyle w:val="SVAnswerLine"/>
      </w:pPr>
      <w:r>
        <w:tab/>
      </w:r>
    </w:p>
    <w:p w14:paraId="2B3F4182" w14:textId="77777777" w:rsidR="00053478" w:rsidRDefault="00053478" w:rsidP="00053478">
      <w:pPr>
        <w:pStyle w:val="SVAnswerLine"/>
      </w:pPr>
      <w:r>
        <w:tab/>
      </w:r>
    </w:p>
    <w:p w14:paraId="34C0EEFF" w14:textId="77777777" w:rsidR="00053478" w:rsidRDefault="00053478" w:rsidP="00053478">
      <w:pPr>
        <w:pStyle w:val="SVAnswerLine"/>
      </w:pPr>
      <w:r>
        <w:tab/>
      </w:r>
    </w:p>
    <w:p w14:paraId="689D6D26" w14:textId="77777777" w:rsidR="00053478" w:rsidRDefault="00584F9E" w:rsidP="00053478">
      <w:pPr>
        <w:pStyle w:val="SectionHeadTOP"/>
      </w:pPr>
      <w:r>
        <w:rPr>
          <w:noProof/>
        </w:rPr>
        <w:lastRenderedPageBreak/>
        <w:drawing>
          <wp:anchor distT="0" distB="0" distL="114300" distR="114300" simplePos="0" relativeHeight="251659264" behindDoc="0" locked="0" layoutInCell="1" allowOverlap="1" wp14:anchorId="561D7B0A" wp14:editId="440614E9">
            <wp:simplePos x="0" y="0"/>
            <wp:positionH relativeFrom="column">
              <wp:align>right</wp:align>
            </wp:positionH>
            <wp:positionV relativeFrom="paragraph">
              <wp:posOffset>320040</wp:posOffset>
            </wp:positionV>
            <wp:extent cx="1874520" cy="1755648"/>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874520" cy="1755648"/>
                    </a:xfrm>
                    <a:prstGeom prst="rect">
                      <a:avLst/>
                    </a:prstGeom>
                    <a:noFill/>
                  </pic:spPr>
                </pic:pic>
              </a:graphicData>
            </a:graphic>
            <wp14:sizeRelH relativeFrom="page">
              <wp14:pctWidth>0</wp14:pctWidth>
            </wp14:sizeRelH>
            <wp14:sizeRelV relativeFrom="page">
              <wp14:pctHeight>0</wp14:pctHeight>
            </wp14:sizeRelV>
          </wp:anchor>
        </w:drawing>
      </w:r>
      <w:r w:rsidR="00053478">
        <w:t>Synthesis Questions</w:t>
      </w:r>
    </w:p>
    <w:p w14:paraId="7A7133B3" w14:textId="77777777" w:rsidR="00053478" w:rsidRDefault="00053478" w:rsidP="00053478">
      <w:pPr>
        <w:pStyle w:val="StepQuestion"/>
        <w:numPr>
          <w:ilvl w:val="0"/>
          <w:numId w:val="32"/>
        </w:numPr>
        <w:ind w:left="360" w:hanging="648"/>
      </w:pPr>
      <w:r>
        <w:rPr>
          <w:rStyle w:val="CommentReference"/>
          <w:rFonts w:ascii="Times New Roman" w:hAnsi="Times New Roman"/>
          <w:color w:val="auto"/>
        </w:rPr>
        <w:t>1</w:t>
      </w:r>
      <w:r>
        <w:t>.</w:t>
      </w:r>
      <w:r>
        <w:tab/>
        <w:t>Two different carts are accelerated by a net force. The graph shows their respective accelerations as a function of this net force. What can you conclude about the mass of cart A compared to the mass of cart B? How do you know?</w:t>
      </w:r>
    </w:p>
    <w:p w14:paraId="63D9659E" w14:textId="77777777" w:rsidR="00053478" w:rsidRDefault="00053478" w:rsidP="00053478">
      <w:pPr>
        <w:pStyle w:val="SVAnswerLine"/>
      </w:pPr>
      <w:r>
        <w:tab/>
      </w:r>
    </w:p>
    <w:p w14:paraId="261C4786" w14:textId="77777777" w:rsidR="00053478" w:rsidRDefault="00053478" w:rsidP="00053478">
      <w:pPr>
        <w:pStyle w:val="SVAnswerLine"/>
      </w:pPr>
      <w:r>
        <w:tab/>
      </w:r>
    </w:p>
    <w:p w14:paraId="25F0B374" w14:textId="77777777" w:rsidR="00053478" w:rsidRDefault="00053478" w:rsidP="00053478">
      <w:pPr>
        <w:pStyle w:val="SVAnswerLine"/>
      </w:pPr>
      <w:r>
        <w:tab/>
      </w:r>
    </w:p>
    <w:p w14:paraId="1E211F77" w14:textId="77777777" w:rsidR="00053478" w:rsidRDefault="00053478" w:rsidP="00053478">
      <w:pPr>
        <w:pStyle w:val="SVAnswerLine"/>
      </w:pPr>
      <w:r>
        <w:tab/>
      </w:r>
    </w:p>
    <w:p w14:paraId="77C0E627" w14:textId="77777777" w:rsidR="00053478" w:rsidRDefault="00053478" w:rsidP="00053478">
      <w:pPr>
        <w:pStyle w:val="StepQuestion"/>
        <w:numPr>
          <w:ilvl w:val="0"/>
          <w:numId w:val="32"/>
        </w:numPr>
        <w:ind w:left="360" w:hanging="648"/>
      </w:pPr>
      <w:r>
        <w:t>2.</w:t>
      </w:r>
      <w:r>
        <w:tab/>
        <w:t>We know from experience that the harder we throw a ball (apply more force), the faster it will be moving (greater initial velocity resulting from acceleration). If you throw a 1 kg softball as hard as you can, and it is traveling at 20 m/s when it leaves your hand, how fast do you think a 5 kg shot put would travel with the same throw?</w:t>
      </w:r>
    </w:p>
    <w:p w14:paraId="3E4A62C6" w14:textId="77777777" w:rsidR="00053478" w:rsidRDefault="00053478" w:rsidP="00053478">
      <w:pPr>
        <w:pStyle w:val="SVAnswerLine"/>
      </w:pPr>
      <w:r>
        <w:tab/>
      </w:r>
    </w:p>
    <w:p w14:paraId="46BC2277" w14:textId="77777777" w:rsidR="00053478" w:rsidRDefault="00053478" w:rsidP="00053478">
      <w:pPr>
        <w:pStyle w:val="SVAnswerLine"/>
      </w:pPr>
      <w:r>
        <w:tab/>
      </w:r>
    </w:p>
    <w:p w14:paraId="3A831595" w14:textId="77777777" w:rsidR="00053478" w:rsidRDefault="00053478" w:rsidP="00053478">
      <w:pPr>
        <w:pStyle w:val="SVAnswerLine"/>
      </w:pPr>
      <w:r>
        <w:tab/>
      </w:r>
    </w:p>
    <w:p w14:paraId="51DFD39D" w14:textId="77777777" w:rsidR="00053478" w:rsidRDefault="00053478" w:rsidP="00053478">
      <w:pPr>
        <w:pStyle w:val="StepQuestion"/>
        <w:numPr>
          <w:ilvl w:val="0"/>
          <w:numId w:val="32"/>
        </w:numPr>
        <w:ind w:left="360" w:hanging="648"/>
      </w:pPr>
      <w:r>
        <w:t>3.</w:t>
      </w:r>
      <w:r>
        <w:tab/>
        <w:t>If we launch a rocket that has been designed to produce a constant force, will the acceleration at initial launch be the same as the acceleration just before the fuel is completely expended? Explain your answer.</w:t>
      </w:r>
    </w:p>
    <w:p w14:paraId="12C609C0" w14:textId="77777777" w:rsidR="00053478" w:rsidRDefault="00053478" w:rsidP="00053478">
      <w:pPr>
        <w:pStyle w:val="SVAnswerLine"/>
      </w:pPr>
      <w:r>
        <w:tab/>
      </w:r>
    </w:p>
    <w:p w14:paraId="5270CAD0" w14:textId="77777777" w:rsidR="00053478" w:rsidRDefault="00053478" w:rsidP="00053478">
      <w:pPr>
        <w:pStyle w:val="SVAnswerLine"/>
      </w:pPr>
      <w:r>
        <w:tab/>
      </w:r>
    </w:p>
    <w:p w14:paraId="4C217304" w14:textId="77777777" w:rsidR="00053478" w:rsidRDefault="00053478" w:rsidP="00053478">
      <w:pPr>
        <w:pStyle w:val="SVAnswerLine"/>
      </w:pPr>
      <w:r>
        <w:tab/>
      </w:r>
    </w:p>
    <w:p w14:paraId="3A46380C" w14:textId="77777777" w:rsidR="00CC426F" w:rsidRDefault="00CF7BD7" w:rsidP="00CC426F">
      <w:pPr>
        <w:pStyle w:val="StepQuestion"/>
        <w:numPr>
          <w:ilvl w:val="0"/>
          <w:numId w:val="32"/>
        </w:numPr>
        <w:ind w:left="360" w:hanging="648"/>
      </w:pPr>
      <w:r>
        <w:t>4</w:t>
      </w:r>
      <w:r w:rsidR="00CC426F">
        <w:t>.</w:t>
      </w:r>
      <w:r w:rsidR="00CC426F">
        <w:tab/>
        <w:t xml:space="preserve">A 1,000.0 kg rocket is traveling straight up with its engine producing a force of 39,240 N. If the rocket experiences a retarding force from air resistance equal to –1,227 N, what is its acceleration? </w:t>
      </w:r>
    </w:p>
    <w:p w14:paraId="32E0E4CD" w14:textId="77777777" w:rsidR="00053478" w:rsidRDefault="00053478" w:rsidP="00CC426F">
      <w:pPr>
        <w:pStyle w:val="StepQuestion"/>
        <w:pageBreakBefore/>
        <w:numPr>
          <w:ilvl w:val="0"/>
          <w:numId w:val="32"/>
        </w:numPr>
        <w:ind w:left="360" w:hanging="648"/>
      </w:pPr>
      <w:r>
        <w:rPr>
          <w:noProof/>
        </w:rPr>
        <w:lastRenderedPageBreak/>
        <w:drawing>
          <wp:anchor distT="0" distB="0" distL="114300" distR="114300" simplePos="0" relativeHeight="251660288" behindDoc="0" locked="0" layoutInCell="1" allowOverlap="1" wp14:anchorId="315F395F" wp14:editId="6031AECA">
            <wp:simplePos x="0" y="0"/>
            <wp:positionH relativeFrom="column">
              <wp:align>right</wp:align>
            </wp:positionH>
            <wp:positionV relativeFrom="paragraph">
              <wp:posOffset>365760</wp:posOffset>
            </wp:positionV>
            <wp:extent cx="2359025" cy="950595"/>
            <wp:effectExtent l="0" t="0" r="317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2359025" cy="950924"/>
                    </a:xfrm>
                    <a:prstGeom prst="rect">
                      <a:avLst/>
                    </a:prstGeom>
                    <a:noFill/>
                  </pic:spPr>
                </pic:pic>
              </a:graphicData>
            </a:graphic>
            <wp14:sizeRelH relativeFrom="page">
              <wp14:pctWidth>0</wp14:pctWidth>
            </wp14:sizeRelH>
            <wp14:sizeRelV relativeFrom="page">
              <wp14:pctHeight>0</wp14:pctHeight>
            </wp14:sizeRelV>
          </wp:anchor>
        </w:drawing>
      </w:r>
      <w:r w:rsidR="00CF7BD7">
        <w:t>5</w:t>
      </w:r>
      <w:r>
        <w:t>.</w:t>
      </w:r>
      <w:r>
        <w:tab/>
        <w:t xml:space="preserve">A teacher challenges her students to find the mass of </w:t>
      </w:r>
      <w:r>
        <w:br/>
        <w:t>their physics book using the system shown at right and their understanding of Newton's Seco</w:t>
      </w:r>
      <w:r w:rsidR="00623980">
        <w:t>nd Law. Students measure</w:t>
      </w:r>
      <w:r>
        <w:t xml:space="preserve"> the cart's acceleration due to three different hanging masses: 0.020 kg, 0.040 kg, and 0.060 kg. The acceleration and force data are provided in the table. The mass of the cart is 0.300 kg. Use the provided information to find the mass of the physics book. Show </w:t>
      </w:r>
      <w:proofErr w:type="gramStart"/>
      <w:r>
        <w:t>all of</w:t>
      </w:r>
      <w:proofErr w:type="gramEnd"/>
      <w:r>
        <w:t xml:space="preserve"> your work and explain your reasoning and process for deriving the book's mass.</w:t>
      </w:r>
    </w:p>
    <w:p w14:paraId="78B6480A" w14:textId="77777777" w:rsidR="00053478" w:rsidRDefault="00053478" w:rsidP="00053478">
      <w:pPr>
        <w:pStyle w:val="CaptionIndent"/>
      </w:pPr>
      <w:r>
        <w:t xml:space="preserve">Table: Acceleration of a cart with varying net force and constant mass </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2790"/>
        <w:gridCol w:w="2790"/>
      </w:tblGrid>
      <w:tr w:rsidR="00053478" w14:paraId="6920F8B7" w14:textId="77777777" w:rsidTr="00ED0B4C">
        <w:trPr>
          <w:cantSplit/>
        </w:trPr>
        <w:tc>
          <w:tcPr>
            <w:tcW w:w="684" w:type="dxa"/>
            <w:shd w:val="clear" w:color="auto" w:fill="D9D9D9" w:themeFill="background1" w:themeFillShade="D9"/>
            <w:vAlign w:val="center"/>
            <w:hideMark/>
          </w:tcPr>
          <w:p w14:paraId="03F690FC" w14:textId="77777777" w:rsidR="00053478" w:rsidRDefault="00053478">
            <w:pPr>
              <w:pStyle w:val="TableColumnHdgSmall"/>
              <w:spacing w:line="276" w:lineRule="auto"/>
            </w:pPr>
            <w:r>
              <w:t>Trial</w:t>
            </w:r>
          </w:p>
        </w:tc>
        <w:tc>
          <w:tcPr>
            <w:tcW w:w="2790" w:type="dxa"/>
            <w:shd w:val="clear" w:color="auto" w:fill="D9D9D9" w:themeFill="background1" w:themeFillShade="D9"/>
            <w:vAlign w:val="center"/>
            <w:hideMark/>
          </w:tcPr>
          <w:p w14:paraId="2524D603" w14:textId="77777777" w:rsidR="00053478" w:rsidRDefault="00053478">
            <w:pPr>
              <w:pStyle w:val="TableColumnHdgSmall"/>
              <w:spacing w:line="276" w:lineRule="auto"/>
            </w:pPr>
            <w:r>
              <w:t>Net Force Acting on the Cart</w:t>
            </w:r>
            <w:r>
              <w:br/>
              <w:t>(N)</w:t>
            </w:r>
          </w:p>
        </w:tc>
        <w:tc>
          <w:tcPr>
            <w:tcW w:w="2790" w:type="dxa"/>
            <w:shd w:val="clear" w:color="auto" w:fill="D9D9D9" w:themeFill="background1" w:themeFillShade="D9"/>
            <w:vAlign w:val="center"/>
            <w:hideMark/>
          </w:tcPr>
          <w:p w14:paraId="1132E8FD" w14:textId="77777777" w:rsidR="00053478" w:rsidRDefault="00053478">
            <w:pPr>
              <w:pStyle w:val="TableColumnHdgSmall"/>
              <w:spacing w:line="276" w:lineRule="auto"/>
            </w:pPr>
            <w:r>
              <w:t xml:space="preserve">Acceleration of the Cart </w:t>
            </w:r>
            <w:r>
              <w:br/>
              <w:t>(m/s</w:t>
            </w:r>
            <w:r>
              <w:rPr>
                <w:rStyle w:val="Character-ChemSuperscript"/>
              </w:rPr>
              <w:t>2</w:t>
            </w:r>
            <w:r>
              <w:t>)</w:t>
            </w:r>
          </w:p>
        </w:tc>
      </w:tr>
      <w:tr w:rsidR="00053478" w14:paraId="047376BA" w14:textId="77777777" w:rsidTr="00ED0B4C">
        <w:trPr>
          <w:cantSplit/>
        </w:trPr>
        <w:tc>
          <w:tcPr>
            <w:tcW w:w="684" w:type="dxa"/>
            <w:hideMark/>
          </w:tcPr>
          <w:p w14:paraId="30F27746" w14:textId="77777777" w:rsidR="00053478" w:rsidRDefault="00053478">
            <w:pPr>
              <w:pStyle w:val="TableTextCentered"/>
              <w:spacing w:line="276" w:lineRule="auto"/>
            </w:pPr>
            <w:r>
              <w:t>1</w:t>
            </w:r>
          </w:p>
        </w:tc>
        <w:tc>
          <w:tcPr>
            <w:tcW w:w="2790" w:type="dxa"/>
            <w:vAlign w:val="bottom"/>
            <w:hideMark/>
          </w:tcPr>
          <w:p w14:paraId="60D67665" w14:textId="77777777" w:rsidR="00053478" w:rsidRDefault="00053478">
            <w:pPr>
              <w:pStyle w:val="TableDataCentered"/>
              <w:spacing w:line="276" w:lineRule="auto"/>
            </w:pPr>
            <w:r>
              <w:t>0.196</w:t>
            </w:r>
          </w:p>
        </w:tc>
        <w:tc>
          <w:tcPr>
            <w:tcW w:w="2790" w:type="dxa"/>
            <w:vAlign w:val="bottom"/>
            <w:hideMark/>
          </w:tcPr>
          <w:p w14:paraId="1E88E2DA" w14:textId="77777777" w:rsidR="00053478" w:rsidRDefault="00053478">
            <w:pPr>
              <w:pStyle w:val="TableDataCentered"/>
              <w:spacing w:line="276" w:lineRule="auto"/>
            </w:pPr>
            <w:r>
              <w:t>0.131</w:t>
            </w:r>
          </w:p>
        </w:tc>
      </w:tr>
      <w:tr w:rsidR="00053478" w14:paraId="17512787" w14:textId="77777777" w:rsidTr="00ED0B4C">
        <w:trPr>
          <w:cantSplit/>
        </w:trPr>
        <w:tc>
          <w:tcPr>
            <w:tcW w:w="684" w:type="dxa"/>
            <w:hideMark/>
          </w:tcPr>
          <w:p w14:paraId="5C9E7384" w14:textId="77777777" w:rsidR="00053478" w:rsidRDefault="00053478">
            <w:pPr>
              <w:pStyle w:val="TableTextCentered"/>
              <w:spacing w:line="276" w:lineRule="auto"/>
            </w:pPr>
            <w:r>
              <w:t>2</w:t>
            </w:r>
          </w:p>
        </w:tc>
        <w:tc>
          <w:tcPr>
            <w:tcW w:w="2790" w:type="dxa"/>
            <w:vAlign w:val="bottom"/>
            <w:hideMark/>
          </w:tcPr>
          <w:p w14:paraId="45C286C3" w14:textId="77777777" w:rsidR="00053478" w:rsidRDefault="00053478">
            <w:pPr>
              <w:pStyle w:val="TableDataCentered"/>
              <w:spacing w:line="276" w:lineRule="auto"/>
            </w:pPr>
            <w:r>
              <w:t>0.392</w:t>
            </w:r>
          </w:p>
        </w:tc>
        <w:tc>
          <w:tcPr>
            <w:tcW w:w="2790" w:type="dxa"/>
            <w:vAlign w:val="bottom"/>
            <w:hideMark/>
          </w:tcPr>
          <w:p w14:paraId="52B8D1B0" w14:textId="77777777" w:rsidR="00053478" w:rsidRDefault="00053478">
            <w:pPr>
              <w:pStyle w:val="TableDataCentered"/>
              <w:spacing w:line="276" w:lineRule="auto"/>
            </w:pPr>
            <w:r>
              <w:t>0.261</w:t>
            </w:r>
          </w:p>
        </w:tc>
      </w:tr>
      <w:tr w:rsidR="00053478" w14:paraId="76D771D9" w14:textId="77777777" w:rsidTr="00ED0B4C">
        <w:trPr>
          <w:cantSplit/>
        </w:trPr>
        <w:tc>
          <w:tcPr>
            <w:tcW w:w="684" w:type="dxa"/>
            <w:hideMark/>
          </w:tcPr>
          <w:p w14:paraId="1F6630AD" w14:textId="77777777" w:rsidR="00053478" w:rsidRDefault="00053478">
            <w:pPr>
              <w:pStyle w:val="TableTextCentered"/>
              <w:spacing w:line="276" w:lineRule="auto"/>
            </w:pPr>
            <w:r>
              <w:t>3</w:t>
            </w:r>
          </w:p>
        </w:tc>
        <w:tc>
          <w:tcPr>
            <w:tcW w:w="2790" w:type="dxa"/>
            <w:vAlign w:val="bottom"/>
            <w:hideMark/>
          </w:tcPr>
          <w:p w14:paraId="2E660D07" w14:textId="77777777" w:rsidR="00053478" w:rsidRDefault="00053478">
            <w:pPr>
              <w:pStyle w:val="TableDataCentered"/>
              <w:spacing w:line="276" w:lineRule="auto"/>
            </w:pPr>
            <w:r>
              <w:t>0.588</w:t>
            </w:r>
          </w:p>
        </w:tc>
        <w:tc>
          <w:tcPr>
            <w:tcW w:w="2790" w:type="dxa"/>
            <w:vAlign w:val="bottom"/>
            <w:hideMark/>
          </w:tcPr>
          <w:p w14:paraId="1C0E9784" w14:textId="77777777" w:rsidR="00053478" w:rsidRDefault="00053478">
            <w:pPr>
              <w:pStyle w:val="TableDataCentered"/>
              <w:spacing w:line="276" w:lineRule="auto"/>
            </w:pPr>
            <w:r>
              <w:t>0.392</w:t>
            </w:r>
          </w:p>
        </w:tc>
      </w:tr>
    </w:tbl>
    <w:p w14:paraId="42379C4D" w14:textId="77777777" w:rsidR="00053478" w:rsidRDefault="00053478" w:rsidP="00053478">
      <w:pPr>
        <w:pStyle w:val="SVAnswerWorkspace"/>
      </w:pPr>
    </w:p>
    <w:p w14:paraId="6A740339" w14:textId="77777777" w:rsidR="00AB11DA" w:rsidRDefault="00AB11DA" w:rsidP="00053478">
      <w:pPr>
        <w:pStyle w:val="SVAnswerWorkspace"/>
      </w:pPr>
    </w:p>
    <w:sectPr w:rsidR="00AB11DA" w:rsidSect="0093312E">
      <w:headerReference w:type="even" r:id="rId20"/>
      <w:headerReference w:type="default" r:id="rId21"/>
      <w:footerReference w:type="even" r:id="rId22"/>
      <w:footerReference w:type="default" r:id="rId23"/>
      <w:headerReference w:type="first" r:id="rId24"/>
      <w:footerReference w:type="first" r:id="rId25"/>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97523" w14:textId="77777777" w:rsidR="000952AF" w:rsidRDefault="000952AF" w:rsidP="00B11534">
      <w:pPr>
        <w:pStyle w:val="SectionHead"/>
      </w:pPr>
      <w:r>
        <w:t>References</w:t>
      </w:r>
    </w:p>
    <w:p w14:paraId="316F6388" w14:textId="77777777" w:rsidR="000952AF" w:rsidRPr="00B11534" w:rsidRDefault="000952AF" w:rsidP="00B11534">
      <w:pPr>
        <w:pStyle w:val="BodySingle"/>
      </w:pPr>
    </w:p>
  </w:endnote>
  <w:endnote w:type="continuationSeparator" w:id="0">
    <w:p w14:paraId="4D73C3B3" w14:textId="77777777" w:rsidR="000952AF" w:rsidRDefault="000952AF"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9C0FE" w14:textId="0DEA1B51" w:rsidR="00F80174" w:rsidRDefault="00F80174" w:rsidP="00CB189A">
    <w:pPr>
      <w:pStyle w:val="FooterRuled"/>
      <w:tabs>
        <w:tab w:val="clear" w:pos="8712"/>
      </w:tabs>
    </w:pPr>
    <w:r>
      <w:rPr>
        <w:rStyle w:val="Character-PageNumber"/>
      </w:rPr>
      <w:tab/>
    </w:r>
    <w:r w:rsidR="0005002B" w:rsidRPr="000D446B">
      <w:rPr>
        <w:rStyle w:val="Character-PageNumber"/>
      </w:rPr>
      <w:fldChar w:fldCharType="begin"/>
    </w:r>
    <w:r w:rsidRPr="000D446B">
      <w:rPr>
        <w:rStyle w:val="Character-PageNumber"/>
      </w:rPr>
      <w:instrText xml:space="preserve"> PAGE   \* MERGEFORMAT </w:instrText>
    </w:r>
    <w:r w:rsidR="0005002B" w:rsidRPr="000D446B">
      <w:rPr>
        <w:rStyle w:val="Character-PageNumber"/>
      </w:rPr>
      <w:fldChar w:fldCharType="separate"/>
    </w:r>
    <w:r w:rsidR="00FC7A02">
      <w:rPr>
        <w:rStyle w:val="Character-PageNumber"/>
        <w:noProof/>
      </w:rPr>
      <w:t>6</w:t>
    </w:r>
    <w:r w:rsidR="0005002B" w:rsidRPr="000D446B">
      <w:rPr>
        <w:rStyle w:val="Character-PageNumber"/>
      </w:rPr>
      <w:fldChar w:fldCharType="end"/>
    </w:r>
    <w:r w:rsidRPr="00913C18">
      <w:tab/>
    </w:r>
    <w:r>
      <w:t>pasco / ps-</w:t>
    </w:r>
    <w:r w:rsidR="006F4C56">
      <w:t>3812</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D01B" w14:textId="5AABDD40" w:rsidR="00F80174" w:rsidRPr="00F66AC7" w:rsidRDefault="00F80174" w:rsidP="00CB189A">
    <w:pPr>
      <w:pStyle w:val="FooterRuled"/>
      <w:tabs>
        <w:tab w:val="clear" w:pos="576"/>
      </w:tabs>
    </w:pPr>
    <w:r>
      <w:tab/>
    </w:r>
    <w:r>
      <w:tab/>
      <w:t>pasco / ps-</w:t>
    </w:r>
    <w:r w:rsidR="006F4C56">
      <w:t>3812</w:t>
    </w:r>
    <w:r>
      <w:tab/>
    </w:r>
    <w:r w:rsidR="0005002B" w:rsidRPr="000D446B">
      <w:rPr>
        <w:rStyle w:val="Character-PageNumber"/>
      </w:rPr>
      <w:fldChar w:fldCharType="begin"/>
    </w:r>
    <w:r w:rsidRPr="000D446B">
      <w:rPr>
        <w:rStyle w:val="Character-PageNumber"/>
      </w:rPr>
      <w:instrText xml:space="preserve"> PAGE   \* MERGEFORMAT </w:instrText>
    </w:r>
    <w:r w:rsidR="0005002B" w:rsidRPr="000D446B">
      <w:rPr>
        <w:rStyle w:val="Character-PageNumber"/>
      </w:rPr>
      <w:fldChar w:fldCharType="separate"/>
    </w:r>
    <w:r w:rsidR="00FC7A02">
      <w:rPr>
        <w:rStyle w:val="Character-PageNumber"/>
        <w:noProof/>
      </w:rPr>
      <w:t>5</w:t>
    </w:r>
    <w:r w:rsidR="0005002B"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E8820" w14:textId="226DEA95" w:rsidR="00F80174" w:rsidRDefault="00F80174" w:rsidP="00CB189A">
    <w:pPr>
      <w:pStyle w:val="FooterRuled"/>
      <w:tabs>
        <w:tab w:val="clear" w:pos="576"/>
      </w:tabs>
    </w:pPr>
    <w:r>
      <w:tab/>
    </w:r>
    <w:r>
      <w:tab/>
      <w:t>pasco / ps-</w:t>
    </w:r>
    <w:r w:rsidR="00CC22D9">
      <w:t>3812</w:t>
    </w:r>
    <w:r>
      <w:tab/>
    </w:r>
    <w:r w:rsidR="00ED787A">
      <w:rPr>
        <w:rStyle w:val="Character-PageNumber"/>
      </w:rPr>
      <w:fldChar w:fldCharType="begin"/>
    </w:r>
    <w:r w:rsidR="00ED787A">
      <w:rPr>
        <w:rStyle w:val="Character-PageNumber"/>
      </w:rPr>
      <w:instrText xml:space="preserve">GE   \* MERGEFORMAT </w:instrText>
    </w:r>
    <w:r w:rsidR="00ED787A">
      <w:rPr>
        <w:rStyle w:val="Character-PageNumber"/>
      </w:rPr>
      <w:fldChar w:fldCharType="separate"/>
    </w:r>
    <w:r w:rsidRPr="000D446B">
      <w:rPr>
        <w:rStyle w:val="Character-PageNumber"/>
      </w:rPr>
      <w:t>1</w:t>
    </w:r>
    <w:r w:rsidR="00ED787A">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65270" w14:textId="77777777" w:rsidR="000952AF" w:rsidRDefault="000952AF" w:rsidP="00466946">
      <w:r>
        <w:separator/>
      </w:r>
    </w:p>
  </w:footnote>
  <w:footnote w:type="continuationSeparator" w:id="0">
    <w:p w14:paraId="1B22C842" w14:textId="77777777" w:rsidR="000952AF" w:rsidRDefault="000952AF"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943CD" w14:textId="6AEB7D34" w:rsidR="00F80174" w:rsidRDefault="00DF2E64">
    <w:pPr>
      <w:pStyle w:val="Header"/>
    </w:pPr>
    <w:r>
      <w:tab/>
    </w:r>
    <w:r w:rsidR="00ED787A">
      <w:rPr>
        <w:noProof/>
      </w:rPr>
      <w:fldChar w:fldCharType="begin"/>
    </w:r>
    <w:r w:rsidR="00ED787A">
      <w:rPr>
        <w:noProof/>
      </w:rPr>
      <w:instrText xml:space="preserve"> STYLEREF  "Heading 1"  \* MERGEFORMAT </w:instrText>
    </w:r>
    <w:r w:rsidR="00ED787A">
      <w:rPr>
        <w:noProof/>
      </w:rPr>
      <w:fldChar w:fldCharType="separate"/>
    </w:r>
    <w:r w:rsidR="00856C08">
      <w:rPr>
        <w:noProof/>
      </w:rPr>
      <w:t>Newton's Second Law</w:t>
    </w:r>
    <w:r w:rsidR="00ED787A">
      <w:rPr>
        <w:noProof/>
      </w:rPr>
      <w:fldChar w:fldCharType="end"/>
    </w:r>
    <w:r w:rsidR="007E431E">
      <w:t xml:space="preserve"> / </w:t>
    </w:r>
    <w:r w:rsidR="00C65DC0">
      <w:t>Guided Inquiry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6F36B" w14:textId="364F836F" w:rsidR="00F80174" w:rsidRDefault="00F80174">
    <w:pPr>
      <w:pStyle w:val="Header"/>
    </w:pPr>
    <w:r>
      <w:tab/>
    </w:r>
    <w:r>
      <w:tab/>
    </w:r>
    <w:r>
      <w:tab/>
    </w:r>
    <w:r w:rsidR="00ED787A">
      <w:rPr>
        <w:noProof/>
      </w:rPr>
      <w:fldChar w:fldCharType="begin"/>
    </w:r>
    <w:r w:rsidR="00ED787A">
      <w:rPr>
        <w:noProof/>
      </w:rPr>
      <w:instrText xml:space="preserve"> STYLEREF  "Heading 1"  \* MERGEFORMAT </w:instrText>
    </w:r>
    <w:r w:rsidR="00ED787A">
      <w:rPr>
        <w:noProof/>
      </w:rPr>
      <w:fldChar w:fldCharType="separate"/>
    </w:r>
    <w:r w:rsidR="00856C08">
      <w:rPr>
        <w:noProof/>
      </w:rPr>
      <w:t>Newton's Second Law</w:t>
    </w:r>
    <w:r w:rsidR="00ED787A">
      <w:rPr>
        <w:noProof/>
      </w:rPr>
      <w:fldChar w:fldCharType="end"/>
    </w:r>
    <w:r w:rsidR="007E431E">
      <w:t xml:space="preserve"> / </w:t>
    </w:r>
    <w:r w:rsidR="00C65DC0">
      <w:t>Guided Inquiry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EBBB6" w14:textId="77777777" w:rsidR="00F80174" w:rsidRDefault="00F80174" w:rsidP="006E7A80">
    <w:pPr>
      <w:pStyle w:val="Header-StudentFirstPage"/>
    </w:pPr>
    <w:r>
      <w:tab/>
    </w:r>
    <w:r w:rsidR="006E7A80">
      <w:t>name</w:t>
    </w:r>
    <w:r w:rsidR="006E7A80">
      <w:tab/>
      <w:t>period</w:t>
    </w:r>
    <w:r w:rsidR="006E7A80">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2" type="#_x0000_t75" style="width:18pt;height:18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C6C9E"/>
    <w:multiLevelType w:val="hybridMultilevel"/>
    <w:tmpl w:val="660C3E4A"/>
    <w:lvl w:ilvl="0" w:tplc="E5FEFD5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F4EB4"/>
    <w:multiLevelType w:val="hybridMultilevel"/>
    <w:tmpl w:val="0DB4F480"/>
    <w:lvl w:ilvl="0" w:tplc="640ECB5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2E24E71"/>
    <w:multiLevelType w:val="hybridMultilevel"/>
    <w:tmpl w:val="020E40C6"/>
    <w:lvl w:ilvl="0" w:tplc="92680C8C">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7" w15:restartNumberingAfterBreak="0">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795677496">
    <w:abstractNumId w:val="1"/>
  </w:num>
  <w:num w:numId="2" w16cid:durableId="1682589814">
    <w:abstractNumId w:val="1"/>
  </w:num>
  <w:num w:numId="3" w16cid:durableId="2005283988">
    <w:abstractNumId w:val="6"/>
  </w:num>
  <w:num w:numId="4" w16cid:durableId="1841583375">
    <w:abstractNumId w:val="6"/>
  </w:num>
  <w:num w:numId="5" w16cid:durableId="956908813">
    <w:abstractNumId w:val="6"/>
  </w:num>
  <w:num w:numId="6" w16cid:durableId="1861312032">
    <w:abstractNumId w:val="6"/>
  </w:num>
  <w:num w:numId="7" w16cid:durableId="2123264815">
    <w:abstractNumId w:val="0"/>
  </w:num>
  <w:num w:numId="8" w16cid:durableId="2077899216">
    <w:abstractNumId w:val="2"/>
  </w:num>
  <w:num w:numId="9" w16cid:durableId="196624334">
    <w:abstractNumId w:val="8"/>
  </w:num>
  <w:num w:numId="10" w16cid:durableId="912618672">
    <w:abstractNumId w:val="4"/>
  </w:num>
  <w:num w:numId="11" w16cid:durableId="276908768">
    <w:abstractNumId w:val="10"/>
  </w:num>
  <w:num w:numId="12" w16cid:durableId="100299840">
    <w:abstractNumId w:val="1"/>
  </w:num>
  <w:num w:numId="13" w16cid:durableId="504831521">
    <w:abstractNumId w:val="1"/>
  </w:num>
  <w:num w:numId="14" w16cid:durableId="1320690926">
    <w:abstractNumId w:val="6"/>
  </w:num>
  <w:num w:numId="15" w16cid:durableId="203057463">
    <w:abstractNumId w:val="6"/>
  </w:num>
  <w:num w:numId="16" w16cid:durableId="1915579244">
    <w:abstractNumId w:val="6"/>
  </w:num>
  <w:num w:numId="17" w16cid:durableId="1480072048">
    <w:abstractNumId w:val="6"/>
  </w:num>
  <w:num w:numId="18" w16cid:durableId="1157844261">
    <w:abstractNumId w:val="0"/>
  </w:num>
  <w:num w:numId="19" w16cid:durableId="389839654">
    <w:abstractNumId w:val="2"/>
  </w:num>
  <w:num w:numId="20" w16cid:durableId="1328822847">
    <w:abstractNumId w:val="8"/>
  </w:num>
  <w:num w:numId="21" w16cid:durableId="2048406035">
    <w:abstractNumId w:val="8"/>
  </w:num>
  <w:num w:numId="22" w16cid:durableId="1350253873">
    <w:abstractNumId w:val="10"/>
  </w:num>
  <w:num w:numId="23" w16cid:durableId="933976035">
    <w:abstractNumId w:val="1"/>
  </w:num>
  <w:num w:numId="24" w16cid:durableId="1549027283">
    <w:abstractNumId w:val="2"/>
  </w:num>
  <w:num w:numId="25" w16cid:durableId="2089836911">
    <w:abstractNumId w:val="8"/>
  </w:num>
  <w:num w:numId="26" w16cid:durableId="1377588758">
    <w:abstractNumId w:val="10"/>
  </w:num>
  <w:num w:numId="27" w16cid:durableId="716857184">
    <w:abstractNumId w:val="7"/>
  </w:num>
  <w:num w:numId="28" w16cid:durableId="202524275">
    <w:abstractNumId w:val="5"/>
  </w:num>
  <w:num w:numId="29" w16cid:durableId="1433625951">
    <w:abstractNumId w:val="9"/>
  </w:num>
  <w:num w:numId="30" w16cid:durableId="480192266">
    <w:abstractNumId w:val="3"/>
  </w:num>
  <w:num w:numId="31" w16cid:durableId="516235067">
    <w:abstractNumId w:val="0"/>
  </w:num>
  <w:num w:numId="32" w16cid:durableId="16029558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BC2"/>
    <w:rsid w:val="00003763"/>
    <w:rsid w:val="000127EC"/>
    <w:rsid w:val="00013541"/>
    <w:rsid w:val="000157C0"/>
    <w:rsid w:val="00022E9E"/>
    <w:rsid w:val="00023362"/>
    <w:rsid w:val="00025411"/>
    <w:rsid w:val="0003002F"/>
    <w:rsid w:val="000312AA"/>
    <w:rsid w:val="000347B3"/>
    <w:rsid w:val="0003532A"/>
    <w:rsid w:val="00040331"/>
    <w:rsid w:val="00044DF4"/>
    <w:rsid w:val="00045D38"/>
    <w:rsid w:val="0005002B"/>
    <w:rsid w:val="00053478"/>
    <w:rsid w:val="00054116"/>
    <w:rsid w:val="0005503E"/>
    <w:rsid w:val="000575EF"/>
    <w:rsid w:val="00062E83"/>
    <w:rsid w:val="00063CAD"/>
    <w:rsid w:val="0006500E"/>
    <w:rsid w:val="00066C5F"/>
    <w:rsid w:val="00067199"/>
    <w:rsid w:val="00070F0B"/>
    <w:rsid w:val="00071749"/>
    <w:rsid w:val="00071F08"/>
    <w:rsid w:val="00072F39"/>
    <w:rsid w:val="00073330"/>
    <w:rsid w:val="000740C1"/>
    <w:rsid w:val="00077F49"/>
    <w:rsid w:val="00083499"/>
    <w:rsid w:val="0008438A"/>
    <w:rsid w:val="00084D9F"/>
    <w:rsid w:val="000853EB"/>
    <w:rsid w:val="00087336"/>
    <w:rsid w:val="0008785D"/>
    <w:rsid w:val="000879B4"/>
    <w:rsid w:val="00090B79"/>
    <w:rsid w:val="00090F84"/>
    <w:rsid w:val="000952AF"/>
    <w:rsid w:val="000A050E"/>
    <w:rsid w:val="000A13D0"/>
    <w:rsid w:val="000A5E82"/>
    <w:rsid w:val="000B0A90"/>
    <w:rsid w:val="000B22A8"/>
    <w:rsid w:val="000B2792"/>
    <w:rsid w:val="000B2806"/>
    <w:rsid w:val="000B3935"/>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526A"/>
    <w:rsid w:val="000D70A1"/>
    <w:rsid w:val="000E0BA4"/>
    <w:rsid w:val="000E4FDF"/>
    <w:rsid w:val="000E6CD0"/>
    <w:rsid w:val="000F0966"/>
    <w:rsid w:val="000F0F86"/>
    <w:rsid w:val="000F122C"/>
    <w:rsid w:val="000F1541"/>
    <w:rsid w:val="000F187C"/>
    <w:rsid w:val="000F19C8"/>
    <w:rsid w:val="000F1F19"/>
    <w:rsid w:val="000F24B2"/>
    <w:rsid w:val="000F32B8"/>
    <w:rsid w:val="000F4145"/>
    <w:rsid w:val="000F5A35"/>
    <w:rsid w:val="000F6ECC"/>
    <w:rsid w:val="00101106"/>
    <w:rsid w:val="00103139"/>
    <w:rsid w:val="0010729E"/>
    <w:rsid w:val="0011007B"/>
    <w:rsid w:val="00110B5F"/>
    <w:rsid w:val="00113A33"/>
    <w:rsid w:val="00114B82"/>
    <w:rsid w:val="00116005"/>
    <w:rsid w:val="00117609"/>
    <w:rsid w:val="00124EE7"/>
    <w:rsid w:val="00125488"/>
    <w:rsid w:val="0012595A"/>
    <w:rsid w:val="00127437"/>
    <w:rsid w:val="001318A6"/>
    <w:rsid w:val="001332FF"/>
    <w:rsid w:val="00135526"/>
    <w:rsid w:val="00135B1E"/>
    <w:rsid w:val="00136A83"/>
    <w:rsid w:val="001401A7"/>
    <w:rsid w:val="00140F26"/>
    <w:rsid w:val="001413D1"/>
    <w:rsid w:val="001418EE"/>
    <w:rsid w:val="0014233D"/>
    <w:rsid w:val="00143C15"/>
    <w:rsid w:val="001534C5"/>
    <w:rsid w:val="00153652"/>
    <w:rsid w:val="00154CFC"/>
    <w:rsid w:val="00157A0F"/>
    <w:rsid w:val="0016028F"/>
    <w:rsid w:val="00161058"/>
    <w:rsid w:val="0016247B"/>
    <w:rsid w:val="0016399F"/>
    <w:rsid w:val="00164971"/>
    <w:rsid w:val="001653B0"/>
    <w:rsid w:val="00166077"/>
    <w:rsid w:val="00172456"/>
    <w:rsid w:val="00172F89"/>
    <w:rsid w:val="00174BC2"/>
    <w:rsid w:val="00176821"/>
    <w:rsid w:val="00177219"/>
    <w:rsid w:val="001818EE"/>
    <w:rsid w:val="001826CD"/>
    <w:rsid w:val="00182851"/>
    <w:rsid w:val="00182F47"/>
    <w:rsid w:val="00185B79"/>
    <w:rsid w:val="00185E73"/>
    <w:rsid w:val="00186727"/>
    <w:rsid w:val="00193724"/>
    <w:rsid w:val="00195E55"/>
    <w:rsid w:val="00196922"/>
    <w:rsid w:val="00197788"/>
    <w:rsid w:val="00197E5A"/>
    <w:rsid w:val="001A03C0"/>
    <w:rsid w:val="001A04C2"/>
    <w:rsid w:val="001A0951"/>
    <w:rsid w:val="001A26AB"/>
    <w:rsid w:val="001A3B93"/>
    <w:rsid w:val="001A634C"/>
    <w:rsid w:val="001A76E6"/>
    <w:rsid w:val="001B3823"/>
    <w:rsid w:val="001B4D7C"/>
    <w:rsid w:val="001B6939"/>
    <w:rsid w:val="001B6966"/>
    <w:rsid w:val="001C3349"/>
    <w:rsid w:val="001C399B"/>
    <w:rsid w:val="001C7759"/>
    <w:rsid w:val="001C7842"/>
    <w:rsid w:val="001D6935"/>
    <w:rsid w:val="001E0E29"/>
    <w:rsid w:val="001E4519"/>
    <w:rsid w:val="001E5FCA"/>
    <w:rsid w:val="001E639E"/>
    <w:rsid w:val="001E7A86"/>
    <w:rsid w:val="001F227C"/>
    <w:rsid w:val="001F35B8"/>
    <w:rsid w:val="001F4B29"/>
    <w:rsid w:val="00201E8C"/>
    <w:rsid w:val="00202F6C"/>
    <w:rsid w:val="00203077"/>
    <w:rsid w:val="00203C69"/>
    <w:rsid w:val="0020549F"/>
    <w:rsid w:val="00205BCF"/>
    <w:rsid w:val="00205F89"/>
    <w:rsid w:val="00210D87"/>
    <w:rsid w:val="002137C2"/>
    <w:rsid w:val="00213ED2"/>
    <w:rsid w:val="00214C3A"/>
    <w:rsid w:val="00220AC8"/>
    <w:rsid w:val="002214EA"/>
    <w:rsid w:val="00221BAF"/>
    <w:rsid w:val="00222345"/>
    <w:rsid w:val="00222639"/>
    <w:rsid w:val="00225279"/>
    <w:rsid w:val="00225A9D"/>
    <w:rsid w:val="00227EE3"/>
    <w:rsid w:val="00227FD7"/>
    <w:rsid w:val="00231CF8"/>
    <w:rsid w:val="002337EA"/>
    <w:rsid w:val="0023453C"/>
    <w:rsid w:val="00237EE5"/>
    <w:rsid w:val="00240B62"/>
    <w:rsid w:val="00240EB3"/>
    <w:rsid w:val="002412C8"/>
    <w:rsid w:val="0024480C"/>
    <w:rsid w:val="00245F74"/>
    <w:rsid w:val="00247BC2"/>
    <w:rsid w:val="00251BCF"/>
    <w:rsid w:val="002573F2"/>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6A2D"/>
    <w:rsid w:val="00296B05"/>
    <w:rsid w:val="002A1CC0"/>
    <w:rsid w:val="002A3C2A"/>
    <w:rsid w:val="002A4170"/>
    <w:rsid w:val="002A61CE"/>
    <w:rsid w:val="002B0DFC"/>
    <w:rsid w:val="002B26ED"/>
    <w:rsid w:val="002B2FD6"/>
    <w:rsid w:val="002B6ACB"/>
    <w:rsid w:val="002C1D23"/>
    <w:rsid w:val="002C2479"/>
    <w:rsid w:val="002C2D12"/>
    <w:rsid w:val="002C642D"/>
    <w:rsid w:val="002C7DC5"/>
    <w:rsid w:val="002D2512"/>
    <w:rsid w:val="002D2798"/>
    <w:rsid w:val="002D2AFE"/>
    <w:rsid w:val="002D534F"/>
    <w:rsid w:val="002D5E83"/>
    <w:rsid w:val="002D6066"/>
    <w:rsid w:val="002D7944"/>
    <w:rsid w:val="002E0579"/>
    <w:rsid w:val="002E1416"/>
    <w:rsid w:val="002F0359"/>
    <w:rsid w:val="002F0DAA"/>
    <w:rsid w:val="002F21C0"/>
    <w:rsid w:val="002F2FA1"/>
    <w:rsid w:val="002F357A"/>
    <w:rsid w:val="002F4191"/>
    <w:rsid w:val="002F4881"/>
    <w:rsid w:val="002F49D9"/>
    <w:rsid w:val="002F56A4"/>
    <w:rsid w:val="002F66EF"/>
    <w:rsid w:val="002F675C"/>
    <w:rsid w:val="00301A8D"/>
    <w:rsid w:val="00303E66"/>
    <w:rsid w:val="003048D6"/>
    <w:rsid w:val="00304F81"/>
    <w:rsid w:val="003068FB"/>
    <w:rsid w:val="003109B9"/>
    <w:rsid w:val="00313254"/>
    <w:rsid w:val="003155A9"/>
    <w:rsid w:val="0031659E"/>
    <w:rsid w:val="00316C98"/>
    <w:rsid w:val="00321637"/>
    <w:rsid w:val="00322E20"/>
    <w:rsid w:val="00330A2A"/>
    <w:rsid w:val="00330DF0"/>
    <w:rsid w:val="00333DF2"/>
    <w:rsid w:val="003351CE"/>
    <w:rsid w:val="00336524"/>
    <w:rsid w:val="00337C52"/>
    <w:rsid w:val="003436BF"/>
    <w:rsid w:val="00350D48"/>
    <w:rsid w:val="00352C6A"/>
    <w:rsid w:val="00353162"/>
    <w:rsid w:val="00353DBF"/>
    <w:rsid w:val="00354D7E"/>
    <w:rsid w:val="00362210"/>
    <w:rsid w:val="003721D7"/>
    <w:rsid w:val="00374634"/>
    <w:rsid w:val="00374F5A"/>
    <w:rsid w:val="003813FC"/>
    <w:rsid w:val="00381A03"/>
    <w:rsid w:val="00381E5C"/>
    <w:rsid w:val="00385EB3"/>
    <w:rsid w:val="00386529"/>
    <w:rsid w:val="00387FAE"/>
    <w:rsid w:val="00391C3A"/>
    <w:rsid w:val="003931F1"/>
    <w:rsid w:val="00393ADA"/>
    <w:rsid w:val="00396281"/>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E310F"/>
    <w:rsid w:val="003E6970"/>
    <w:rsid w:val="003E7799"/>
    <w:rsid w:val="003F1265"/>
    <w:rsid w:val="003F1F04"/>
    <w:rsid w:val="003F3D86"/>
    <w:rsid w:val="003F64F3"/>
    <w:rsid w:val="003F65C4"/>
    <w:rsid w:val="003F75D3"/>
    <w:rsid w:val="00400FCC"/>
    <w:rsid w:val="00403384"/>
    <w:rsid w:val="0040353C"/>
    <w:rsid w:val="0040679F"/>
    <w:rsid w:val="004109CE"/>
    <w:rsid w:val="00411EC9"/>
    <w:rsid w:val="00412B68"/>
    <w:rsid w:val="004145B6"/>
    <w:rsid w:val="00416D54"/>
    <w:rsid w:val="004171F1"/>
    <w:rsid w:val="004171FF"/>
    <w:rsid w:val="00417796"/>
    <w:rsid w:val="0042126E"/>
    <w:rsid w:val="00422190"/>
    <w:rsid w:val="00422D52"/>
    <w:rsid w:val="00423FBB"/>
    <w:rsid w:val="00424F0E"/>
    <w:rsid w:val="0042569C"/>
    <w:rsid w:val="00426D2F"/>
    <w:rsid w:val="00426E28"/>
    <w:rsid w:val="0042736A"/>
    <w:rsid w:val="004308B1"/>
    <w:rsid w:val="00430A1F"/>
    <w:rsid w:val="0043252E"/>
    <w:rsid w:val="0043575E"/>
    <w:rsid w:val="00442948"/>
    <w:rsid w:val="00442ADB"/>
    <w:rsid w:val="00443017"/>
    <w:rsid w:val="0044368D"/>
    <w:rsid w:val="00451F1C"/>
    <w:rsid w:val="00453C25"/>
    <w:rsid w:val="00454002"/>
    <w:rsid w:val="004603AB"/>
    <w:rsid w:val="004605F9"/>
    <w:rsid w:val="0046188F"/>
    <w:rsid w:val="00462499"/>
    <w:rsid w:val="00462F5E"/>
    <w:rsid w:val="00464491"/>
    <w:rsid w:val="004651D3"/>
    <w:rsid w:val="004654CA"/>
    <w:rsid w:val="004659A9"/>
    <w:rsid w:val="00466946"/>
    <w:rsid w:val="0046780F"/>
    <w:rsid w:val="00470219"/>
    <w:rsid w:val="004702C1"/>
    <w:rsid w:val="00474A46"/>
    <w:rsid w:val="0048052F"/>
    <w:rsid w:val="00481F53"/>
    <w:rsid w:val="00484FFD"/>
    <w:rsid w:val="0048677D"/>
    <w:rsid w:val="00492E91"/>
    <w:rsid w:val="0049320D"/>
    <w:rsid w:val="004947AD"/>
    <w:rsid w:val="00494AD8"/>
    <w:rsid w:val="0049502B"/>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E26"/>
    <w:rsid w:val="004C2563"/>
    <w:rsid w:val="004C2B1D"/>
    <w:rsid w:val="004C3D19"/>
    <w:rsid w:val="004C5984"/>
    <w:rsid w:val="004C5DE4"/>
    <w:rsid w:val="004D00D3"/>
    <w:rsid w:val="004D06BB"/>
    <w:rsid w:val="004D0869"/>
    <w:rsid w:val="004D2FA5"/>
    <w:rsid w:val="004D45D2"/>
    <w:rsid w:val="004D46E0"/>
    <w:rsid w:val="004D5D67"/>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5C55"/>
    <w:rsid w:val="004F6544"/>
    <w:rsid w:val="004F6E79"/>
    <w:rsid w:val="004F7CC5"/>
    <w:rsid w:val="00500B7D"/>
    <w:rsid w:val="005025C4"/>
    <w:rsid w:val="00507090"/>
    <w:rsid w:val="00510C85"/>
    <w:rsid w:val="00511ED2"/>
    <w:rsid w:val="00514B85"/>
    <w:rsid w:val="00515170"/>
    <w:rsid w:val="00515B84"/>
    <w:rsid w:val="005162D7"/>
    <w:rsid w:val="005203CC"/>
    <w:rsid w:val="00524ECE"/>
    <w:rsid w:val="00526266"/>
    <w:rsid w:val="00527CEF"/>
    <w:rsid w:val="005316CA"/>
    <w:rsid w:val="00533EEF"/>
    <w:rsid w:val="005340A5"/>
    <w:rsid w:val="00536A12"/>
    <w:rsid w:val="00536DE8"/>
    <w:rsid w:val="00537024"/>
    <w:rsid w:val="0053723F"/>
    <w:rsid w:val="005375E5"/>
    <w:rsid w:val="005418F6"/>
    <w:rsid w:val="00542C55"/>
    <w:rsid w:val="0054315C"/>
    <w:rsid w:val="00544E7F"/>
    <w:rsid w:val="00545638"/>
    <w:rsid w:val="00545A84"/>
    <w:rsid w:val="00545F90"/>
    <w:rsid w:val="005469B5"/>
    <w:rsid w:val="0055100A"/>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45F8"/>
    <w:rsid w:val="00584F9E"/>
    <w:rsid w:val="005864F7"/>
    <w:rsid w:val="00587467"/>
    <w:rsid w:val="00587B44"/>
    <w:rsid w:val="005916BE"/>
    <w:rsid w:val="00592321"/>
    <w:rsid w:val="0059523D"/>
    <w:rsid w:val="0059553F"/>
    <w:rsid w:val="005A0F20"/>
    <w:rsid w:val="005A12F5"/>
    <w:rsid w:val="005A1689"/>
    <w:rsid w:val="005A3456"/>
    <w:rsid w:val="005A56EF"/>
    <w:rsid w:val="005A60BB"/>
    <w:rsid w:val="005A7069"/>
    <w:rsid w:val="005B12A8"/>
    <w:rsid w:val="005B1A2B"/>
    <w:rsid w:val="005B4037"/>
    <w:rsid w:val="005B5179"/>
    <w:rsid w:val="005B5644"/>
    <w:rsid w:val="005B69D4"/>
    <w:rsid w:val="005B73ED"/>
    <w:rsid w:val="005C0EC0"/>
    <w:rsid w:val="005C1B48"/>
    <w:rsid w:val="005C44B6"/>
    <w:rsid w:val="005C7095"/>
    <w:rsid w:val="005D2427"/>
    <w:rsid w:val="005E0ECD"/>
    <w:rsid w:val="005E36E2"/>
    <w:rsid w:val="005E46DF"/>
    <w:rsid w:val="005F1D74"/>
    <w:rsid w:val="005F32BD"/>
    <w:rsid w:val="005F37AC"/>
    <w:rsid w:val="005F49A5"/>
    <w:rsid w:val="005F7579"/>
    <w:rsid w:val="005F7FD4"/>
    <w:rsid w:val="006040C0"/>
    <w:rsid w:val="00606ABD"/>
    <w:rsid w:val="00607DC3"/>
    <w:rsid w:val="00607EAE"/>
    <w:rsid w:val="006102FF"/>
    <w:rsid w:val="00611C4B"/>
    <w:rsid w:val="006123E4"/>
    <w:rsid w:val="006134E1"/>
    <w:rsid w:val="006139F3"/>
    <w:rsid w:val="00614BA4"/>
    <w:rsid w:val="00623980"/>
    <w:rsid w:val="00623988"/>
    <w:rsid w:val="00626D2A"/>
    <w:rsid w:val="00630659"/>
    <w:rsid w:val="00633C46"/>
    <w:rsid w:val="0063519E"/>
    <w:rsid w:val="0063756D"/>
    <w:rsid w:val="00637938"/>
    <w:rsid w:val="00642EDB"/>
    <w:rsid w:val="00643662"/>
    <w:rsid w:val="0064426C"/>
    <w:rsid w:val="00645872"/>
    <w:rsid w:val="00653E56"/>
    <w:rsid w:val="006555E5"/>
    <w:rsid w:val="00656A59"/>
    <w:rsid w:val="006574A1"/>
    <w:rsid w:val="00666F1F"/>
    <w:rsid w:val="00671357"/>
    <w:rsid w:val="00671785"/>
    <w:rsid w:val="00676203"/>
    <w:rsid w:val="00677B17"/>
    <w:rsid w:val="00683076"/>
    <w:rsid w:val="006918DD"/>
    <w:rsid w:val="006920A8"/>
    <w:rsid w:val="006A6E2F"/>
    <w:rsid w:val="006A70BF"/>
    <w:rsid w:val="006A70FF"/>
    <w:rsid w:val="006A7E2C"/>
    <w:rsid w:val="006B091C"/>
    <w:rsid w:val="006B0E50"/>
    <w:rsid w:val="006B2777"/>
    <w:rsid w:val="006C2604"/>
    <w:rsid w:val="006C4273"/>
    <w:rsid w:val="006C4B08"/>
    <w:rsid w:val="006C5F3C"/>
    <w:rsid w:val="006C6628"/>
    <w:rsid w:val="006C684A"/>
    <w:rsid w:val="006C7E68"/>
    <w:rsid w:val="006D0819"/>
    <w:rsid w:val="006D0C5C"/>
    <w:rsid w:val="006D1936"/>
    <w:rsid w:val="006D4849"/>
    <w:rsid w:val="006D52A8"/>
    <w:rsid w:val="006D638A"/>
    <w:rsid w:val="006E0EC0"/>
    <w:rsid w:val="006E2D28"/>
    <w:rsid w:val="006E4018"/>
    <w:rsid w:val="006E5FAE"/>
    <w:rsid w:val="006E6510"/>
    <w:rsid w:val="006E7A80"/>
    <w:rsid w:val="006F0BED"/>
    <w:rsid w:val="006F10C8"/>
    <w:rsid w:val="006F218E"/>
    <w:rsid w:val="006F268A"/>
    <w:rsid w:val="006F3E52"/>
    <w:rsid w:val="006F4C56"/>
    <w:rsid w:val="006F4FFB"/>
    <w:rsid w:val="006F5B87"/>
    <w:rsid w:val="006F6527"/>
    <w:rsid w:val="006F6598"/>
    <w:rsid w:val="006F65B9"/>
    <w:rsid w:val="007002B6"/>
    <w:rsid w:val="00702C2A"/>
    <w:rsid w:val="007031B1"/>
    <w:rsid w:val="00703CEF"/>
    <w:rsid w:val="00706F4F"/>
    <w:rsid w:val="00710B53"/>
    <w:rsid w:val="00716034"/>
    <w:rsid w:val="00717626"/>
    <w:rsid w:val="00722AD9"/>
    <w:rsid w:val="00722BE0"/>
    <w:rsid w:val="007259CC"/>
    <w:rsid w:val="007276F6"/>
    <w:rsid w:val="00727EED"/>
    <w:rsid w:val="0073557B"/>
    <w:rsid w:val="00735AB8"/>
    <w:rsid w:val="0073697F"/>
    <w:rsid w:val="00736E3E"/>
    <w:rsid w:val="00737328"/>
    <w:rsid w:val="00741B52"/>
    <w:rsid w:val="00741BAA"/>
    <w:rsid w:val="007442B5"/>
    <w:rsid w:val="00745702"/>
    <w:rsid w:val="0074683E"/>
    <w:rsid w:val="00746ED6"/>
    <w:rsid w:val="007501D5"/>
    <w:rsid w:val="00750A37"/>
    <w:rsid w:val="00751C3A"/>
    <w:rsid w:val="00751EA2"/>
    <w:rsid w:val="007565FA"/>
    <w:rsid w:val="00757F9B"/>
    <w:rsid w:val="00762756"/>
    <w:rsid w:val="00765F38"/>
    <w:rsid w:val="007660E2"/>
    <w:rsid w:val="007664F9"/>
    <w:rsid w:val="0076676B"/>
    <w:rsid w:val="00766A05"/>
    <w:rsid w:val="00767331"/>
    <w:rsid w:val="007746C3"/>
    <w:rsid w:val="0077551D"/>
    <w:rsid w:val="00780306"/>
    <w:rsid w:val="00780E1B"/>
    <w:rsid w:val="00781184"/>
    <w:rsid w:val="00781E04"/>
    <w:rsid w:val="00781EFC"/>
    <w:rsid w:val="00782A28"/>
    <w:rsid w:val="00783478"/>
    <w:rsid w:val="00783C1E"/>
    <w:rsid w:val="00783DAD"/>
    <w:rsid w:val="007840AC"/>
    <w:rsid w:val="00784499"/>
    <w:rsid w:val="007851FF"/>
    <w:rsid w:val="00785542"/>
    <w:rsid w:val="00787679"/>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267A"/>
    <w:rsid w:val="007D0976"/>
    <w:rsid w:val="007D22DE"/>
    <w:rsid w:val="007D74B8"/>
    <w:rsid w:val="007E083C"/>
    <w:rsid w:val="007E0DA3"/>
    <w:rsid w:val="007E1063"/>
    <w:rsid w:val="007E19F8"/>
    <w:rsid w:val="007E381E"/>
    <w:rsid w:val="007E431E"/>
    <w:rsid w:val="007E484D"/>
    <w:rsid w:val="007F1A6A"/>
    <w:rsid w:val="007F303B"/>
    <w:rsid w:val="007F3051"/>
    <w:rsid w:val="007F38F9"/>
    <w:rsid w:val="007F3A87"/>
    <w:rsid w:val="00802CB9"/>
    <w:rsid w:val="0080447C"/>
    <w:rsid w:val="00804617"/>
    <w:rsid w:val="0080589F"/>
    <w:rsid w:val="00806E5E"/>
    <w:rsid w:val="00807F1C"/>
    <w:rsid w:val="008150F7"/>
    <w:rsid w:val="00815A89"/>
    <w:rsid w:val="00822B52"/>
    <w:rsid w:val="008234D7"/>
    <w:rsid w:val="008236DC"/>
    <w:rsid w:val="008246EB"/>
    <w:rsid w:val="00827B69"/>
    <w:rsid w:val="00830024"/>
    <w:rsid w:val="00831C86"/>
    <w:rsid w:val="00832088"/>
    <w:rsid w:val="00833C38"/>
    <w:rsid w:val="00834EDD"/>
    <w:rsid w:val="0083771F"/>
    <w:rsid w:val="00837BBD"/>
    <w:rsid w:val="00843D11"/>
    <w:rsid w:val="0085367E"/>
    <w:rsid w:val="0085386B"/>
    <w:rsid w:val="00856C08"/>
    <w:rsid w:val="00856FD5"/>
    <w:rsid w:val="00857CA8"/>
    <w:rsid w:val="00857EDF"/>
    <w:rsid w:val="008609EB"/>
    <w:rsid w:val="00861030"/>
    <w:rsid w:val="0086171A"/>
    <w:rsid w:val="008627BA"/>
    <w:rsid w:val="00863F7E"/>
    <w:rsid w:val="008654A5"/>
    <w:rsid w:val="008670D7"/>
    <w:rsid w:val="008672EC"/>
    <w:rsid w:val="0087799C"/>
    <w:rsid w:val="00881F12"/>
    <w:rsid w:val="008838B2"/>
    <w:rsid w:val="00883ECF"/>
    <w:rsid w:val="00884F4F"/>
    <w:rsid w:val="00891CEC"/>
    <w:rsid w:val="00892897"/>
    <w:rsid w:val="00893291"/>
    <w:rsid w:val="00894714"/>
    <w:rsid w:val="00895939"/>
    <w:rsid w:val="008A1399"/>
    <w:rsid w:val="008A18FB"/>
    <w:rsid w:val="008A60BB"/>
    <w:rsid w:val="008A65E3"/>
    <w:rsid w:val="008A70C4"/>
    <w:rsid w:val="008B00F3"/>
    <w:rsid w:val="008B2773"/>
    <w:rsid w:val="008B4C33"/>
    <w:rsid w:val="008B7543"/>
    <w:rsid w:val="008B7649"/>
    <w:rsid w:val="008C0782"/>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F016D"/>
    <w:rsid w:val="008F301C"/>
    <w:rsid w:val="008F3F08"/>
    <w:rsid w:val="008F4076"/>
    <w:rsid w:val="00903A14"/>
    <w:rsid w:val="00903DEC"/>
    <w:rsid w:val="009062FA"/>
    <w:rsid w:val="00912985"/>
    <w:rsid w:val="00916795"/>
    <w:rsid w:val="00916927"/>
    <w:rsid w:val="00922976"/>
    <w:rsid w:val="009229B7"/>
    <w:rsid w:val="00922F13"/>
    <w:rsid w:val="00923917"/>
    <w:rsid w:val="00924D90"/>
    <w:rsid w:val="00926547"/>
    <w:rsid w:val="009303FF"/>
    <w:rsid w:val="009305B3"/>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1C9"/>
    <w:rsid w:val="00952E5C"/>
    <w:rsid w:val="009534AC"/>
    <w:rsid w:val="009538C2"/>
    <w:rsid w:val="00953913"/>
    <w:rsid w:val="00953BCF"/>
    <w:rsid w:val="00956939"/>
    <w:rsid w:val="00956EEA"/>
    <w:rsid w:val="00960F02"/>
    <w:rsid w:val="0096158F"/>
    <w:rsid w:val="009629D8"/>
    <w:rsid w:val="009632D3"/>
    <w:rsid w:val="00964348"/>
    <w:rsid w:val="00971F01"/>
    <w:rsid w:val="00972E27"/>
    <w:rsid w:val="0097379C"/>
    <w:rsid w:val="009756E6"/>
    <w:rsid w:val="00976002"/>
    <w:rsid w:val="00976080"/>
    <w:rsid w:val="009768AD"/>
    <w:rsid w:val="00980DC9"/>
    <w:rsid w:val="00981C88"/>
    <w:rsid w:val="00985796"/>
    <w:rsid w:val="00986362"/>
    <w:rsid w:val="009865A7"/>
    <w:rsid w:val="00986DB3"/>
    <w:rsid w:val="00990730"/>
    <w:rsid w:val="00991C55"/>
    <w:rsid w:val="009927AF"/>
    <w:rsid w:val="00995BAC"/>
    <w:rsid w:val="009973E0"/>
    <w:rsid w:val="00997C1A"/>
    <w:rsid w:val="009A03A4"/>
    <w:rsid w:val="009A3B7B"/>
    <w:rsid w:val="009A3EC9"/>
    <w:rsid w:val="009A41FB"/>
    <w:rsid w:val="009A47C6"/>
    <w:rsid w:val="009A577E"/>
    <w:rsid w:val="009A5F09"/>
    <w:rsid w:val="009A62A1"/>
    <w:rsid w:val="009A7A53"/>
    <w:rsid w:val="009B3E93"/>
    <w:rsid w:val="009B4375"/>
    <w:rsid w:val="009B7CFA"/>
    <w:rsid w:val="009C1A1E"/>
    <w:rsid w:val="009C392E"/>
    <w:rsid w:val="009C4057"/>
    <w:rsid w:val="009C483E"/>
    <w:rsid w:val="009D1199"/>
    <w:rsid w:val="009D134C"/>
    <w:rsid w:val="009D313E"/>
    <w:rsid w:val="009D5249"/>
    <w:rsid w:val="009D6958"/>
    <w:rsid w:val="009E04A7"/>
    <w:rsid w:val="009E1BE6"/>
    <w:rsid w:val="009E41CE"/>
    <w:rsid w:val="009E6A85"/>
    <w:rsid w:val="009F22DE"/>
    <w:rsid w:val="009F44F0"/>
    <w:rsid w:val="009F74B7"/>
    <w:rsid w:val="009F777F"/>
    <w:rsid w:val="009F7C78"/>
    <w:rsid w:val="00A05CE5"/>
    <w:rsid w:val="00A05D63"/>
    <w:rsid w:val="00A06A05"/>
    <w:rsid w:val="00A079DC"/>
    <w:rsid w:val="00A07D1E"/>
    <w:rsid w:val="00A11BA6"/>
    <w:rsid w:val="00A1274A"/>
    <w:rsid w:val="00A14DAC"/>
    <w:rsid w:val="00A16592"/>
    <w:rsid w:val="00A172D8"/>
    <w:rsid w:val="00A2045F"/>
    <w:rsid w:val="00A249FA"/>
    <w:rsid w:val="00A26281"/>
    <w:rsid w:val="00A276E1"/>
    <w:rsid w:val="00A3005B"/>
    <w:rsid w:val="00A304F9"/>
    <w:rsid w:val="00A3231C"/>
    <w:rsid w:val="00A36F50"/>
    <w:rsid w:val="00A4304C"/>
    <w:rsid w:val="00A43C99"/>
    <w:rsid w:val="00A57D0F"/>
    <w:rsid w:val="00A60609"/>
    <w:rsid w:val="00A60FB5"/>
    <w:rsid w:val="00A62167"/>
    <w:rsid w:val="00A64BC2"/>
    <w:rsid w:val="00A65748"/>
    <w:rsid w:val="00A70468"/>
    <w:rsid w:val="00A769C8"/>
    <w:rsid w:val="00A80158"/>
    <w:rsid w:val="00A80FA6"/>
    <w:rsid w:val="00A81C92"/>
    <w:rsid w:val="00A82BCC"/>
    <w:rsid w:val="00A86511"/>
    <w:rsid w:val="00A878A3"/>
    <w:rsid w:val="00A91091"/>
    <w:rsid w:val="00AA164D"/>
    <w:rsid w:val="00AA19E4"/>
    <w:rsid w:val="00AB065B"/>
    <w:rsid w:val="00AB11DA"/>
    <w:rsid w:val="00AB2DA4"/>
    <w:rsid w:val="00AB57B3"/>
    <w:rsid w:val="00AB7B7C"/>
    <w:rsid w:val="00AC069A"/>
    <w:rsid w:val="00AC2251"/>
    <w:rsid w:val="00AC6F88"/>
    <w:rsid w:val="00AC7797"/>
    <w:rsid w:val="00AD2435"/>
    <w:rsid w:val="00AD6F5F"/>
    <w:rsid w:val="00AD7875"/>
    <w:rsid w:val="00AE1AC1"/>
    <w:rsid w:val="00AE27DB"/>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3327A"/>
    <w:rsid w:val="00B3551B"/>
    <w:rsid w:val="00B35903"/>
    <w:rsid w:val="00B409EF"/>
    <w:rsid w:val="00B422F1"/>
    <w:rsid w:val="00B42D0A"/>
    <w:rsid w:val="00B430BC"/>
    <w:rsid w:val="00B448D4"/>
    <w:rsid w:val="00B4606D"/>
    <w:rsid w:val="00B52AC1"/>
    <w:rsid w:val="00B5617F"/>
    <w:rsid w:val="00B578BC"/>
    <w:rsid w:val="00B61341"/>
    <w:rsid w:val="00B62AD4"/>
    <w:rsid w:val="00B650DC"/>
    <w:rsid w:val="00B66F68"/>
    <w:rsid w:val="00B708A8"/>
    <w:rsid w:val="00B71ACA"/>
    <w:rsid w:val="00B746C4"/>
    <w:rsid w:val="00B74F4C"/>
    <w:rsid w:val="00B753EA"/>
    <w:rsid w:val="00B8012F"/>
    <w:rsid w:val="00B81853"/>
    <w:rsid w:val="00B82962"/>
    <w:rsid w:val="00B83A82"/>
    <w:rsid w:val="00B9025F"/>
    <w:rsid w:val="00B906CD"/>
    <w:rsid w:val="00B90917"/>
    <w:rsid w:val="00B90D86"/>
    <w:rsid w:val="00B9167D"/>
    <w:rsid w:val="00B91B3B"/>
    <w:rsid w:val="00B96ACE"/>
    <w:rsid w:val="00B9714A"/>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AAA"/>
    <w:rsid w:val="00BB1195"/>
    <w:rsid w:val="00BB1813"/>
    <w:rsid w:val="00BB4817"/>
    <w:rsid w:val="00BB7287"/>
    <w:rsid w:val="00BB7693"/>
    <w:rsid w:val="00BC0B64"/>
    <w:rsid w:val="00BC1888"/>
    <w:rsid w:val="00BC2ACC"/>
    <w:rsid w:val="00BC3144"/>
    <w:rsid w:val="00BC4807"/>
    <w:rsid w:val="00BC4C30"/>
    <w:rsid w:val="00BC6BD8"/>
    <w:rsid w:val="00BC6F6D"/>
    <w:rsid w:val="00BC7040"/>
    <w:rsid w:val="00BC707F"/>
    <w:rsid w:val="00BD0BB9"/>
    <w:rsid w:val="00BD711F"/>
    <w:rsid w:val="00BD7B5C"/>
    <w:rsid w:val="00BE0FD8"/>
    <w:rsid w:val="00BE3502"/>
    <w:rsid w:val="00BE49A7"/>
    <w:rsid w:val="00BE4AC0"/>
    <w:rsid w:val="00BE56A3"/>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41F39"/>
    <w:rsid w:val="00C421AD"/>
    <w:rsid w:val="00C42CB0"/>
    <w:rsid w:val="00C42E17"/>
    <w:rsid w:val="00C44CDA"/>
    <w:rsid w:val="00C5089E"/>
    <w:rsid w:val="00C51AD8"/>
    <w:rsid w:val="00C51F4C"/>
    <w:rsid w:val="00C52030"/>
    <w:rsid w:val="00C526E2"/>
    <w:rsid w:val="00C52D10"/>
    <w:rsid w:val="00C53523"/>
    <w:rsid w:val="00C55CA0"/>
    <w:rsid w:val="00C56D85"/>
    <w:rsid w:val="00C5718D"/>
    <w:rsid w:val="00C575AE"/>
    <w:rsid w:val="00C60383"/>
    <w:rsid w:val="00C64279"/>
    <w:rsid w:val="00C64AE9"/>
    <w:rsid w:val="00C65271"/>
    <w:rsid w:val="00C65DC0"/>
    <w:rsid w:val="00C66D41"/>
    <w:rsid w:val="00C67468"/>
    <w:rsid w:val="00C674A0"/>
    <w:rsid w:val="00C67CCC"/>
    <w:rsid w:val="00C7166B"/>
    <w:rsid w:val="00C725BE"/>
    <w:rsid w:val="00C72852"/>
    <w:rsid w:val="00C7706D"/>
    <w:rsid w:val="00C81DD4"/>
    <w:rsid w:val="00C83FE6"/>
    <w:rsid w:val="00C85175"/>
    <w:rsid w:val="00C901FB"/>
    <w:rsid w:val="00C9089A"/>
    <w:rsid w:val="00C9097B"/>
    <w:rsid w:val="00C91261"/>
    <w:rsid w:val="00C92E2E"/>
    <w:rsid w:val="00C971F5"/>
    <w:rsid w:val="00C97C62"/>
    <w:rsid w:val="00CA00A2"/>
    <w:rsid w:val="00CA1174"/>
    <w:rsid w:val="00CA1BF0"/>
    <w:rsid w:val="00CA5B9E"/>
    <w:rsid w:val="00CA7CF8"/>
    <w:rsid w:val="00CB01A2"/>
    <w:rsid w:val="00CB189A"/>
    <w:rsid w:val="00CB1DEF"/>
    <w:rsid w:val="00CB252D"/>
    <w:rsid w:val="00CB308B"/>
    <w:rsid w:val="00CB34D2"/>
    <w:rsid w:val="00CB36AF"/>
    <w:rsid w:val="00CB37AB"/>
    <w:rsid w:val="00CB3C94"/>
    <w:rsid w:val="00CB46E5"/>
    <w:rsid w:val="00CB74E9"/>
    <w:rsid w:val="00CC03A1"/>
    <w:rsid w:val="00CC0B6C"/>
    <w:rsid w:val="00CC22D9"/>
    <w:rsid w:val="00CC2378"/>
    <w:rsid w:val="00CC30B8"/>
    <w:rsid w:val="00CC3752"/>
    <w:rsid w:val="00CC426F"/>
    <w:rsid w:val="00CC621A"/>
    <w:rsid w:val="00CC668C"/>
    <w:rsid w:val="00CC6727"/>
    <w:rsid w:val="00CC68A7"/>
    <w:rsid w:val="00CC698A"/>
    <w:rsid w:val="00CD0949"/>
    <w:rsid w:val="00CD0B43"/>
    <w:rsid w:val="00CD0E59"/>
    <w:rsid w:val="00CD2E8C"/>
    <w:rsid w:val="00CD5F1E"/>
    <w:rsid w:val="00CE0089"/>
    <w:rsid w:val="00CE026F"/>
    <w:rsid w:val="00CE310C"/>
    <w:rsid w:val="00CE3DAE"/>
    <w:rsid w:val="00CE3EE7"/>
    <w:rsid w:val="00CF017C"/>
    <w:rsid w:val="00CF2283"/>
    <w:rsid w:val="00CF34F8"/>
    <w:rsid w:val="00CF4E5F"/>
    <w:rsid w:val="00CF5025"/>
    <w:rsid w:val="00CF7BD7"/>
    <w:rsid w:val="00D013B9"/>
    <w:rsid w:val="00D03166"/>
    <w:rsid w:val="00D07289"/>
    <w:rsid w:val="00D1128F"/>
    <w:rsid w:val="00D11B12"/>
    <w:rsid w:val="00D12911"/>
    <w:rsid w:val="00D144D7"/>
    <w:rsid w:val="00D161A2"/>
    <w:rsid w:val="00D20BCD"/>
    <w:rsid w:val="00D229C7"/>
    <w:rsid w:val="00D23408"/>
    <w:rsid w:val="00D2579A"/>
    <w:rsid w:val="00D2669A"/>
    <w:rsid w:val="00D30A55"/>
    <w:rsid w:val="00D32797"/>
    <w:rsid w:val="00D327F6"/>
    <w:rsid w:val="00D342A0"/>
    <w:rsid w:val="00D34B3A"/>
    <w:rsid w:val="00D35B22"/>
    <w:rsid w:val="00D36C4B"/>
    <w:rsid w:val="00D37200"/>
    <w:rsid w:val="00D43A5C"/>
    <w:rsid w:val="00D4603C"/>
    <w:rsid w:val="00D50811"/>
    <w:rsid w:val="00D51FC5"/>
    <w:rsid w:val="00D55BDD"/>
    <w:rsid w:val="00D566B8"/>
    <w:rsid w:val="00D57710"/>
    <w:rsid w:val="00D6077F"/>
    <w:rsid w:val="00D62EE7"/>
    <w:rsid w:val="00D641EB"/>
    <w:rsid w:val="00D67B98"/>
    <w:rsid w:val="00D74D97"/>
    <w:rsid w:val="00D751A1"/>
    <w:rsid w:val="00D763B6"/>
    <w:rsid w:val="00D80F15"/>
    <w:rsid w:val="00D81D1E"/>
    <w:rsid w:val="00D83C45"/>
    <w:rsid w:val="00D90676"/>
    <w:rsid w:val="00D907E9"/>
    <w:rsid w:val="00D9136F"/>
    <w:rsid w:val="00D9215A"/>
    <w:rsid w:val="00D96A04"/>
    <w:rsid w:val="00DA1F69"/>
    <w:rsid w:val="00DA2C7B"/>
    <w:rsid w:val="00DA3B45"/>
    <w:rsid w:val="00DA3D9D"/>
    <w:rsid w:val="00DB3076"/>
    <w:rsid w:val="00DC0C11"/>
    <w:rsid w:val="00DC0D0D"/>
    <w:rsid w:val="00DC1320"/>
    <w:rsid w:val="00DC1976"/>
    <w:rsid w:val="00DC650D"/>
    <w:rsid w:val="00DC7282"/>
    <w:rsid w:val="00DD1DCC"/>
    <w:rsid w:val="00DD50AD"/>
    <w:rsid w:val="00DD53DC"/>
    <w:rsid w:val="00DD5432"/>
    <w:rsid w:val="00DD5BBA"/>
    <w:rsid w:val="00DD6A66"/>
    <w:rsid w:val="00DE131F"/>
    <w:rsid w:val="00DE2A18"/>
    <w:rsid w:val="00DE3475"/>
    <w:rsid w:val="00DE54E6"/>
    <w:rsid w:val="00DE61C7"/>
    <w:rsid w:val="00DF0756"/>
    <w:rsid w:val="00DF08B8"/>
    <w:rsid w:val="00DF1D5E"/>
    <w:rsid w:val="00DF2E64"/>
    <w:rsid w:val="00DF408C"/>
    <w:rsid w:val="00DF6851"/>
    <w:rsid w:val="00DF6D46"/>
    <w:rsid w:val="00DF6E72"/>
    <w:rsid w:val="00E037F9"/>
    <w:rsid w:val="00E04829"/>
    <w:rsid w:val="00E04BB9"/>
    <w:rsid w:val="00E073A8"/>
    <w:rsid w:val="00E10CCA"/>
    <w:rsid w:val="00E11769"/>
    <w:rsid w:val="00E11B1D"/>
    <w:rsid w:val="00E145E1"/>
    <w:rsid w:val="00E16161"/>
    <w:rsid w:val="00E1629A"/>
    <w:rsid w:val="00E1643D"/>
    <w:rsid w:val="00E166E6"/>
    <w:rsid w:val="00E2098B"/>
    <w:rsid w:val="00E25379"/>
    <w:rsid w:val="00E25697"/>
    <w:rsid w:val="00E27880"/>
    <w:rsid w:val="00E34371"/>
    <w:rsid w:val="00E34F64"/>
    <w:rsid w:val="00E35B9B"/>
    <w:rsid w:val="00E37767"/>
    <w:rsid w:val="00E40A5E"/>
    <w:rsid w:val="00E44661"/>
    <w:rsid w:val="00E53C10"/>
    <w:rsid w:val="00E53DA4"/>
    <w:rsid w:val="00E55960"/>
    <w:rsid w:val="00E55D33"/>
    <w:rsid w:val="00E572DF"/>
    <w:rsid w:val="00E60E53"/>
    <w:rsid w:val="00E62BA2"/>
    <w:rsid w:val="00E62DDA"/>
    <w:rsid w:val="00E64045"/>
    <w:rsid w:val="00E64F84"/>
    <w:rsid w:val="00E658F8"/>
    <w:rsid w:val="00E70AE6"/>
    <w:rsid w:val="00E71727"/>
    <w:rsid w:val="00E71B45"/>
    <w:rsid w:val="00E71E30"/>
    <w:rsid w:val="00E72C95"/>
    <w:rsid w:val="00E731A7"/>
    <w:rsid w:val="00E73C6A"/>
    <w:rsid w:val="00E75152"/>
    <w:rsid w:val="00E76AD9"/>
    <w:rsid w:val="00E8057B"/>
    <w:rsid w:val="00E820BB"/>
    <w:rsid w:val="00E82510"/>
    <w:rsid w:val="00E836EB"/>
    <w:rsid w:val="00E9016F"/>
    <w:rsid w:val="00E91B56"/>
    <w:rsid w:val="00E9269C"/>
    <w:rsid w:val="00E931A4"/>
    <w:rsid w:val="00E94304"/>
    <w:rsid w:val="00E95D35"/>
    <w:rsid w:val="00E9622F"/>
    <w:rsid w:val="00EA0809"/>
    <w:rsid w:val="00EA0D33"/>
    <w:rsid w:val="00EA4601"/>
    <w:rsid w:val="00EA6743"/>
    <w:rsid w:val="00EB3214"/>
    <w:rsid w:val="00EB3D87"/>
    <w:rsid w:val="00EB4F18"/>
    <w:rsid w:val="00EB6586"/>
    <w:rsid w:val="00EC0A9A"/>
    <w:rsid w:val="00EC3277"/>
    <w:rsid w:val="00EC742C"/>
    <w:rsid w:val="00ED0B4C"/>
    <w:rsid w:val="00ED11FA"/>
    <w:rsid w:val="00ED1BDE"/>
    <w:rsid w:val="00ED69D3"/>
    <w:rsid w:val="00ED7037"/>
    <w:rsid w:val="00ED77BF"/>
    <w:rsid w:val="00ED787A"/>
    <w:rsid w:val="00EE0078"/>
    <w:rsid w:val="00EE4078"/>
    <w:rsid w:val="00EE43A0"/>
    <w:rsid w:val="00EE7CDD"/>
    <w:rsid w:val="00EF05CC"/>
    <w:rsid w:val="00EF0A3D"/>
    <w:rsid w:val="00EF151C"/>
    <w:rsid w:val="00EF1870"/>
    <w:rsid w:val="00EF2843"/>
    <w:rsid w:val="00EF287B"/>
    <w:rsid w:val="00EF4CB8"/>
    <w:rsid w:val="00EF4E46"/>
    <w:rsid w:val="00EF6927"/>
    <w:rsid w:val="00EF6D0B"/>
    <w:rsid w:val="00F0121F"/>
    <w:rsid w:val="00F015BE"/>
    <w:rsid w:val="00F01B73"/>
    <w:rsid w:val="00F05A5E"/>
    <w:rsid w:val="00F06700"/>
    <w:rsid w:val="00F12349"/>
    <w:rsid w:val="00F131CE"/>
    <w:rsid w:val="00F13850"/>
    <w:rsid w:val="00F150E3"/>
    <w:rsid w:val="00F15A24"/>
    <w:rsid w:val="00F203B1"/>
    <w:rsid w:val="00F228C7"/>
    <w:rsid w:val="00F23098"/>
    <w:rsid w:val="00F25A42"/>
    <w:rsid w:val="00F26F81"/>
    <w:rsid w:val="00F30594"/>
    <w:rsid w:val="00F314B4"/>
    <w:rsid w:val="00F3221F"/>
    <w:rsid w:val="00F32AE9"/>
    <w:rsid w:val="00F333D2"/>
    <w:rsid w:val="00F35A22"/>
    <w:rsid w:val="00F37591"/>
    <w:rsid w:val="00F40DD1"/>
    <w:rsid w:val="00F434DC"/>
    <w:rsid w:val="00F44BDC"/>
    <w:rsid w:val="00F4501E"/>
    <w:rsid w:val="00F468E3"/>
    <w:rsid w:val="00F505CA"/>
    <w:rsid w:val="00F50FA5"/>
    <w:rsid w:val="00F50FA9"/>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BF3"/>
    <w:rsid w:val="00F76B6F"/>
    <w:rsid w:val="00F80174"/>
    <w:rsid w:val="00F81739"/>
    <w:rsid w:val="00F84917"/>
    <w:rsid w:val="00F8756C"/>
    <w:rsid w:val="00F9213B"/>
    <w:rsid w:val="00F93FE1"/>
    <w:rsid w:val="00F97824"/>
    <w:rsid w:val="00FA0162"/>
    <w:rsid w:val="00FA0DD2"/>
    <w:rsid w:val="00FA14AD"/>
    <w:rsid w:val="00FA55A1"/>
    <w:rsid w:val="00FA712B"/>
    <w:rsid w:val="00FA7F8F"/>
    <w:rsid w:val="00FB30B6"/>
    <w:rsid w:val="00FB42FA"/>
    <w:rsid w:val="00FB7110"/>
    <w:rsid w:val="00FB7897"/>
    <w:rsid w:val="00FC287B"/>
    <w:rsid w:val="00FC305D"/>
    <w:rsid w:val="00FC4063"/>
    <w:rsid w:val="00FC4552"/>
    <w:rsid w:val="00FC69E0"/>
    <w:rsid w:val="00FC7A02"/>
    <w:rsid w:val="00FD09D6"/>
    <w:rsid w:val="00FD2A6C"/>
    <w:rsid w:val="00FD72B8"/>
    <w:rsid w:val="00FD77B9"/>
    <w:rsid w:val="00FE09C2"/>
    <w:rsid w:val="00FE1BF5"/>
    <w:rsid w:val="00FE310D"/>
    <w:rsid w:val="00FE5B5B"/>
    <w:rsid w:val="00FE7114"/>
    <w:rsid w:val="00FF0ACC"/>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6462F"/>
  <w15:docId w15:val="{09EB0171-F765-AC49-99C7-318EE6DC6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B35903"/>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B35903"/>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35903"/>
    <w:pPr>
      <w:outlineLvl w:val="1"/>
    </w:pPr>
  </w:style>
  <w:style w:type="paragraph" w:styleId="Heading3">
    <w:name w:val="heading 3"/>
    <w:basedOn w:val="Normal"/>
    <w:next w:val="BodyText"/>
    <w:link w:val="Heading3Char"/>
    <w:semiHidden/>
    <w:qFormat/>
    <w:rsid w:val="00B35903"/>
    <w:pPr>
      <w:spacing w:before="120"/>
      <w:outlineLvl w:val="2"/>
    </w:pPr>
    <w:rPr>
      <w:rFonts w:ascii="Arial" w:hAnsi="Arial"/>
      <w:b/>
    </w:rPr>
  </w:style>
  <w:style w:type="paragraph" w:styleId="Heading4">
    <w:name w:val="heading 4"/>
    <w:basedOn w:val="Normal"/>
    <w:next w:val="Normal"/>
    <w:link w:val="Heading4Char"/>
    <w:semiHidden/>
    <w:qFormat/>
    <w:rsid w:val="00B35903"/>
    <w:pPr>
      <w:keepNext/>
      <w:outlineLvl w:val="3"/>
    </w:pPr>
    <w:rPr>
      <w:rFonts w:ascii="Helvetica" w:hAnsi="Helvetica"/>
      <w:i/>
      <w:sz w:val="20"/>
    </w:rPr>
  </w:style>
  <w:style w:type="paragraph" w:styleId="Heading5">
    <w:name w:val="heading 5"/>
    <w:basedOn w:val="Normal"/>
    <w:next w:val="Normal"/>
    <w:link w:val="Heading5Char"/>
    <w:semiHidden/>
    <w:qFormat/>
    <w:rsid w:val="00B35903"/>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B35903"/>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B35903"/>
    <w:pPr>
      <w:numPr>
        <w:ilvl w:val="6"/>
        <w:numId w:val="3"/>
      </w:numPr>
      <w:spacing w:before="240" w:after="60"/>
      <w:outlineLvl w:val="6"/>
    </w:pPr>
  </w:style>
  <w:style w:type="paragraph" w:styleId="Heading8">
    <w:name w:val="heading 8"/>
    <w:basedOn w:val="Normal"/>
    <w:next w:val="Normal"/>
    <w:link w:val="Heading8Char"/>
    <w:semiHidden/>
    <w:qFormat/>
    <w:rsid w:val="00B35903"/>
    <w:pPr>
      <w:spacing w:before="240" w:after="60"/>
      <w:outlineLvl w:val="7"/>
    </w:pPr>
    <w:rPr>
      <w:i/>
      <w:iCs/>
    </w:rPr>
  </w:style>
  <w:style w:type="paragraph" w:styleId="Heading9">
    <w:name w:val="heading 9"/>
    <w:basedOn w:val="Normal"/>
    <w:next w:val="Normal"/>
    <w:link w:val="Heading9Char"/>
    <w:semiHidden/>
    <w:qFormat/>
    <w:rsid w:val="00B35903"/>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B35903"/>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B35903"/>
    <w:pPr>
      <w:ind w:firstLine="0"/>
    </w:pPr>
  </w:style>
  <w:style w:type="paragraph" w:customStyle="1" w:styleId="Answer">
    <w:name w:val="Answer"/>
    <w:basedOn w:val="StepIndent"/>
    <w:link w:val="AnswerChar"/>
    <w:qFormat/>
    <w:rsid w:val="00B35903"/>
    <w:pPr>
      <w:spacing w:before="60" w:after="60" w:line="240" w:lineRule="atLeast"/>
    </w:pPr>
    <w:rPr>
      <w:rFonts w:ascii="Arial Narrow" w:hAnsi="Arial Narrow" w:cs="Arial"/>
      <w:sz w:val="18"/>
    </w:rPr>
  </w:style>
  <w:style w:type="paragraph" w:customStyle="1" w:styleId="AnswerCentered">
    <w:name w:val="Answer Centered"/>
    <w:basedOn w:val="Answer"/>
    <w:rsid w:val="00B35903"/>
    <w:pPr>
      <w:tabs>
        <w:tab w:val="left" w:pos="216"/>
      </w:tabs>
      <w:jc w:val="center"/>
    </w:pPr>
  </w:style>
  <w:style w:type="table" w:customStyle="1" w:styleId="AnswersTable">
    <w:name w:val="Answers Table"/>
    <w:basedOn w:val="TableNormal"/>
    <w:rsid w:val="00B35903"/>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35903"/>
    <w:rPr>
      <w:rFonts w:ascii="Tahoma" w:hAnsi="Tahoma" w:cs="Tahoma"/>
      <w:sz w:val="16"/>
      <w:szCs w:val="16"/>
    </w:rPr>
  </w:style>
  <w:style w:type="character" w:customStyle="1" w:styleId="BalloonTextChar">
    <w:name w:val="Balloon Text Char"/>
    <w:basedOn w:val="DefaultParagraphFont"/>
    <w:link w:val="BalloonText"/>
    <w:semiHidden/>
    <w:rsid w:val="00B35903"/>
    <w:rPr>
      <w:rFonts w:ascii="Tahoma" w:eastAsia="Times New Roman" w:hAnsi="Tahoma" w:cs="Tahoma"/>
      <w:sz w:val="16"/>
      <w:szCs w:val="16"/>
    </w:rPr>
  </w:style>
  <w:style w:type="paragraph" w:styleId="BodyText">
    <w:name w:val="Body Text"/>
    <w:link w:val="BodyTextChar"/>
    <w:rsid w:val="00B35903"/>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B35903"/>
    <w:rPr>
      <w:rFonts w:ascii="Century Schoolbook" w:eastAsia="Times New Roman" w:hAnsi="Century Schoolbook" w:cs="Times New Roman"/>
      <w:sz w:val="20"/>
      <w:szCs w:val="20"/>
    </w:rPr>
  </w:style>
  <w:style w:type="paragraph" w:customStyle="1" w:styleId="BodyIndent">
    <w:name w:val="Body Indent"/>
    <w:basedOn w:val="BodyText"/>
    <w:rsid w:val="00B35903"/>
    <w:pPr>
      <w:ind w:left="360"/>
    </w:pPr>
  </w:style>
  <w:style w:type="paragraph" w:customStyle="1" w:styleId="BodySpace">
    <w:name w:val="Body Space"/>
    <w:basedOn w:val="BodyText"/>
    <w:rsid w:val="00B35903"/>
    <w:pPr>
      <w:spacing w:before="0"/>
    </w:pPr>
    <w:rPr>
      <w:sz w:val="12"/>
    </w:rPr>
  </w:style>
  <w:style w:type="paragraph" w:customStyle="1" w:styleId="BodyTextCentered">
    <w:name w:val="Body Text Centered"/>
    <w:basedOn w:val="BodyText"/>
    <w:qFormat/>
    <w:rsid w:val="00B35903"/>
    <w:pPr>
      <w:jc w:val="center"/>
    </w:pPr>
  </w:style>
  <w:style w:type="paragraph" w:customStyle="1" w:styleId="BulletedText">
    <w:name w:val="Bulleted Text"/>
    <w:basedOn w:val="Normal"/>
    <w:link w:val="BulletedTextChar"/>
    <w:qFormat/>
    <w:rsid w:val="00B35903"/>
    <w:pPr>
      <w:numPr>
        <w:numId w:val="1"/>
      </w:numPr>
      <w:tabs>
        <w:tab w:val="left" w:pos="360"/>
        <w:tab w:val="left" w:pos="720"/>
      </w:tabs>
      <w:spacing w:before="120"/>
    </w:pPr>
    <w:rPr>
      <w:rFonts w:ascii="Century Schoolbook" w:hAnsi="Century Schoolbook"/>
      <w:sz w:val="20"/>
    </w:rPr>
  </w:style>
  <w:style w:type="paragraph" w:styleId="Caption">
    <w:name w:val="caption"/>
    <w:link w:val="CaptionChar"/>
    <w:rsid w:val="00B35903"/>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B35903"/>
    <w:pPr>
      <w:keepNext w:val="0"/>
      <w:spacing w:after="120"/>
    </w:pPr>
  </w:style>
  <w:style w:type="character" w:customStyle="1" w:styleId="Character-Bold">
    <w:name w:val="Character - Bold"/>
    <w:rsid w:val="00B35903"/>
    <w:rPr>
      <w:b/>
    </w:rPr>
  </w:style>
  <w:style w:type="character" w:customStyle="1" w:styleId="Character-BoldandItalic">
    <w:name w:val="Character - Bold and Italic"/>
    <w:rsid w:val="00B35903"/>
    <w:rPr>
      <w:b/>
      <w:i/>
    </w:rPr>
  </w:style>
  <w:style w:type="character" w:customStyle="1" w:styleId="Character-Subscript">
    <w:name w:val="Character - Subscript"/>
    <w:basedOn w:val="DefaultParagraphFont"/>
    <w:qFormat/>
    <w:rsid w:val="00B35903"/>
    <w:rPr>
      <w:dstrike w:val="0"/>
      <w:vertAlign w:val="subscript"/>
    </w:rPr>
  </w:style>
  <w:style w:type="character" w:customStyle="1" w:styleId="Character-ChemSubscript">
    <w:name w:val="Character - Chem Subscript"/>
    <w:basedOn w:val="Character-Subscript"/>
    <w:qFormat/>
    <w:rsid w:val="00B35903"/>
    <w:rPr>
      <w:rFonts w:ascii="Arial" w:hAnsi="Arial"/>
      <w:dstrike w:val="0"/>
      <w:vertAlign w:val="subscript"/>
    </w:rPr>
  </w:style>
  <w:style w:type="character" w:customStyle="1" w:styleId="Character-Superscript">
    <w:name w:val="Character - Superscript"/>
    <w:basedOn w:val="DefaultParagraphFont"/>
    <w:qFormat/>
    <w:rsid w:val="00B35903"/>
    <w:rPr>
      <w:dstrike w:val="0"/>
      <w:vertAlign w:val="superscript"/>
    </w:rPr>
  </w:style>
  <w:style w:type="character" w:customStyle="1" w:styleId="Character-ChemSuperscript">
    <w:name w:val="Character - Chem Superscript"/>
    <w:basedOn w:val="Character-Superscript"/>
    <w:qFormat/>
    <w:rsid w:val="00B35903"/>
    <w:rPr>
      <w:rFonts w:ascii="Arial" w:hAnsi="Arial"/>
      <w:dstrike w:val="0"/>
      <w:vertAlign w:val="superscript"/>
    </w:rPr>
  </w:style>
  <w:style w:type="character" w:customStyle="1" w:styleId="Character-Italic">
    <w:name w:val="Character - Italic"/>
    <w:qFormat/>
    <w:rsid w:val="00B35903"/>
    <w:rPr>
      <w:i/>
    </w:rPr>
  </w:style>
  <w:style w:type="character" w:customStyle="1" w:styleId="Character-PageNumber">
    <w:name w:val="Character - Page Number"/>
    <w:qFormat/>
    <w:rsid w:val="00B35903"/>
    <w:rPr>
      <w:rFonts w:ascii="Arial Narrow" w:hAnsi="Arial Narrow"/>
      <w:b/>
      <w:dstrike w:val="0"/>
      <w:color w:val="auto"/>
      <w:sz w:val="28"/>
      <w:vertAlign w:val="baseline"/>
    </w:rPr>
  </w:style>
  <w:style w:type="character" w:styleId="CommentReference">
    <w:name w:val="annotation reference"/>
    <w:basedOn w:val="DefaultParagraphFont"/>
    <w:semiHidden/>
    <w:rsid w:val="00B35903"/>
    <w:rPr>
      <w:sz w:val="16"/>
      <w:szCs w:val="16"/>
    </w:rPr>
  </w:style>
  <w:style w:type="paragraph" w:styleId="CommentText">
    <w:name w:val="annotation text"/>
    <w:basedOn w:val="Normal"/>
    <w:link w:val="CommentTextChar"/>
    <w:semiHidden/>
    <w:rsid w:val="00B35903"/>
    <w:rPr>
      <w:sz w:val="20"/>
    </w:rPr>
  </w:style>
  <w:style w:type="character" w:customStyle="1" w:styleId="CommentTextChar">
    <w:name w:val="Comment Text Char"/>
    <w:basedOn w:val="DefaultParagraphFont"/>
    <w:link w:val="CommentText"/>
    <w:semiHidden/>
    <w:rsid w:val="00B3590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35903"/>
    <w:rPr>
      <w:b/>
      <w:bCs/>
    </w:rPr>
  </w:style>
  <w:style w:type="character" w:customStyle="1" w:styleId="CommentSubjectChar">
    <w:name w:val="Comment Subject Char"/>
    <w:basedOn w:val="CommentTextChar"/>
    <w:link w:val="CommentSubject"/>
    <w:semiHidden/>
    <w:rsid w:val="00B35903"/>
    <w:rPr>
      <w:rFonts w:ascii="Times New Roman" w:eastAsia="Times New Roman" w:hAnsi="Times New Roman" w:cs="Times New Roman"/>
      <w:b/>
      <w:bCs/>
      <w:sz w:val="20"/>
      <w:szCs w:val="20"/>
    </w:rPr>
  </w:style>
  <w:style w:type="table" w:customStyle="1" w:styleId="DataTable">
    <w:name w:val="Data Table"/>
    <w:basedOn w:val="AnswersTable"/>
    <w:rsid w:val="00B35903"/>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B35903"/>
    <w:pPr>
      <w:tabs>
        <w:tab w:val="right" w:pos="8640"/>
      </w:tabs>
      <w:ind w:left="648"/>
    </w:pPr>
  </w:style>
  <w:style w:type="paragraph" w:customStyle="1" w:styleId="FirstPageHeader">
    <w:name w:val="First Page Header"/>
    <w:basedOn w:val="Normal"/>
    <w:semiHidden/>
    <w:locked/>
    <w:rsid w:val="00B35903"/>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B35903"/>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B35903"/>
    <w:pPr>
      <w:spacing w:before="40" w:line="180" w:lineRule="atLeast"/>
    </w:pPr>
    <w:rPr>
      <w:rFonts w:ascii="Arial Narrow" w:hAnsi="Arial Narrow"/>
      <w:sz w:val="18"/>
      <w:szCs w:val="18"/>
    </w:rPr>
  </w:style>
  <w:style w:type="character" w:styleId="FootnoteReference">
    <w:name w:val="footnote reference"/>
    <w:basedOn w:val="DefaultParagraphFont"/>
    <w:semiHidden/>
    <w:rsid w:val="00B35903"/>
    <w:rPr>
      <w:vertAlign w:val="superscript"/>
    </w:rPr>
  </w:style>
  <w:style w:type="paragraph" w:styleId="FootnoteText">
    <w:name w:val="footnote text"/>
    <w:link w:val="FootnoteTextChar"/>
    <w:semiHidden/>
    <w:rsid w:val="00B35903"/>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B35903"/>
    <w:rPr>
      <w:rFonts w:ascii="Arial Narrow" w:eastAsia="Times New Roman" w:hAnsi="Arial Narrow" w:cs="Times New Roman"/>
      <w:sz w:val="18"/>
      <w:szCs w:val="18"/>
    </w:rPr>
  </w:style>
  <w:style w:type="paragraph" w:styleId="Header">
    <w:name w:val="header"/>
    <w:link w:val="HeaderChar"/>
    <w:rsid w:val="00B35903"/>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B35903"/>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B35903"/>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B35903"/>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B35903"/>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B35903"/>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B35903"/>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B35903"/>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B35903"/>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B35903"/>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B35903"/>
    <w:rPr>
      <w:rFonts w:ascii="Arial" w:eastAsia="Times New Roman" w:hAnsi="Arial" w:cs="Arial"/>
    </w:rPr>
  </w:style>
  <w:style w:type="paragraph" w:customStyle="1" w:styleId="Materialslist">
    <w:name w:val="Materials list"/>
    <w:basedOn w:val="BodyText"/>
    <w:rsid w:val="00B35903"/>
    <w:pPr>
      <w:numPr>
        <w:numId w:val="28"/>
      </w:numPr>
      <w:tabs>
        <w:tab w:val="left" w:pos="144"/>
      </w:tabs>
      <w:spacing w:before="40" w:after="40"/>
      <w:ind w:left="0" w:firstLine="0"/>
    </w:pPr>
    <w:rPr>
      <w:sz w:val="18"/>
    </w:rPr>
  </w:style>
  <w:style w:type="table" w:customStyle="1" w:styleId="MaterialsList0">
    <w:name w:val="Materials List"/>
    <w:basedOn w:val="AnswersTable"/>
    <w:locked/>
    <w:rsid w:val="00B35903"/>
    <w:tblPr>
      <w:tblCellMar>
        <w:left w:w="115" w:type="dxa"/>
        <w:right w:w="115" w:type="dxa"/>
      </w:tblCellMar>
    </w:tblPr>
    <w:tcPr>
      <w:noWrap/>
    </w:tcPr>
  </w:style>
  <w:style w:type="paragraph" w:customStyle="1" w:styleId="MaterialsListCont">
    <w:name w:val="Materials List Cont."/>
    <w:basedOn w:val="Materialslist"/>
    <w:rsid w:val="00B35903"/>
    <w:pPr>
      <w:numPr>
        <w:numId w:val="0"/>
      </w:numPr>
      <w:ind w:firstLine="144"/>
    </w:pPr>
  </w:style>
  <w:style w:type="paragraph" w:customStyle="1" w:styleId="Note">
    <w:name w:val="Note"/>
    <w:qFormat/>
    <w:rsid w:val="00B35903"/>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B35903"/>
    <w:rPr>
      <w:color w:val="808080"/>
    </w:rPr>
  </w:style>
  <w:style w:type="paragraph" w:customStyle="1" w:styleId="SectionHead">
    <w:name w:val="Section Head"/>
    <w:next w:val="BodyText"/>
    <w:rsid w:val="00B35903"/>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B35903"/>
    <w:pPr>
      <w:pageBreakBefore/>
      <w:spacing w:before="120"/>
    </w:pPr>
  </w:style>
  <w:style w:type="paragraph" w:customStyle="1" w:styleId="StepBullet">
    <w:name w:val="Step Bullet"/>
    <w:basedOn w:val="Step"/>
    <w:rsid w:val="00B35903"/>
    <w:pPr>
      <w:numPr>
        <w:numId w:val="8"/>
      </w:numPr>
      <w:tabs>
        <w:tab w:val="left" w:pos="864"/>
      </w:tabs>
      <w:ind w:hanging="288"/>
    </w:pPr>
  </w:style>
  <w:style w:type="paragraph" w:customStyle="1" w:styleId="StepIndent2">
    <w:name w:val="Step Indent 2"/>
    <w:basedOn w:val="Step"/>
    <w:link w:val="StepIndent2Char"/>
    <w:rsid w:val="00B35903"/>
    <w:pPr>
      <w:ind w:left="648" w:firstLine="0"/>
    </w:pPr>
  </w:style>
  <w:style w:type="paragraph" w:customStyle="1" w:styleId="StepIndentList">
    <w:name w:val="Step Indent List"/>
    <w:basedOn w:val="StepIndent"/>
    <w:link w:val="StepIndentListChar"/>
    <w:qFormat/>
    <w:rsid w:val="00B35903"/>
    <w:pPr>
      <w:ind w:left="648" w:hanging="288"/>
    </w:pPr>
  </w:style>
  <w:style w:type="paragraph" w:customStyle="1" w:styleId="Subhead1">
    <w:name w:val="Subhead 1"/>
    <w:basedOn w:val="SectionHead"/>
    <w:next w:val="BodyText"/>
    <w:qFormat/>
    <w:rsid w:val="00B35903"/>
    <w:pPr>
      <w:spacing w:before="240" w:line="240" w:lineRule="exact"/>
    </w:pPr>
    <w:rPr>
      <w:rFonts w:ascii="Arial" w:hAnsi="Arial"/>
      <w:i/>
      <w:sz w:val="20"/>
    </w:rPr>
  </w:style>
  <w:style w:type="paragraph" w:customStyle="1" w:styleId="Subhead1TOP">
    <w:name w:val="Subhead 1 TOP"/>
    <w:basedOn w:val="Subhead1"/>
    <w:qFormat/>
    <w:rsid w:val="00B35903"/>
    <w:pPr>
      <w:pageBreakBefore/>
      <w:spacing w:before="120"/>
    </w:pPr>
  </w:style>
  <w:style w:type="paragraph" w:customStyle="1" w:styleId="SVAnswerLineBox">
    <w:name w:val="SV_Answer Line Box"/>
    <w:rsid w:val="009C4057"/>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B35903"/>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B35903"/>
    <w:pPr>
      <w:spacing w:before="1200" w:after="60" w:line="220" w:lineRule="atLeast"/>
    </w:pPr>
  </w:style>
  <w:style w:type="paragraph" w:customStyle="1" w:styleId="TableColumnHdg">
    <w:name w:val="Table Column Hdg"/>
    <w:rsid w:val="00B35903"/>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B35903"/>
    <w:rPr>
      <w:sz w:val="18"/>
      <w:szCs w:val="16"/>
    </w:rPr>
  </w:style>
  <w:style w:type="paragraph" w:customStyle="1" w:styleId="TableTextCentered">
    <w:name w:val="Table Text Centered"/>
    <w:basedOn w:val="TableTextLeft"/>
    <w:qFormat/>
    <w:rsid w:val="00B35903"/>
    <w:pPr>
      <w:jc w:val="center"/>
    </w:pPr>
  </w:style>
  <w:style w:type="table" w:styleId="TableGrid">
    <w:name w:val="Table Grid"/>
    <w:basedOn w:val="TableNormal"/>
    <w:rsid w:val="00B359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B35903"/>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B35903"/>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9C4057"/>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B35903"/>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B35903"/>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B35903"/>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B35903"/>
    <w:rPr>
      <w:rFonts w:ascii="Arial Narrow" w:eastAsia="Times New Roman" w:hAnsi="Arial Narrow" w:cs="Times New Roman"/>
      <w:sz w:val="18"/>
      <w:szCs w:val="18"/>
    </w:rPr>
  </w:style>
  <w:style w:type="paragraph" w:styleId="Footer">
    <w:name w:val="footer"/>
    <w:basedOn w:val="Normal"/>
    <w:link w:val="FooterChar"/>
    <w:uiPriority w:val="99"/>
    <w:semiHidden/>
    <w:rsid w:val="00B35903"/>
    <w:pPr>
      <w:tabs>
        <w:tab w:val="center" w:pos="4680"/>
        <w:tab w:val="right" w:pos="9360"/>
      </w:tabs>
    </w:pPr>
  </w:style>
  <w:style w:type="character" w:customStyle="1" w:styleId="FooterChar">
    <w:name w:val="Footer Char"/>
    <w:basedOn w:val="DefaultParagraphFont"/>
    <w:link w:val="Footer"/>
    <w:uiPriority w:val="99"/>
    <w:semiHidden/>
    <w:rsid w:val="00B35903"/>
    <w:rPr>
      <w:rFonts w:ascii="Times New Roman" w:eastAsia="Times New Roman" w:hAnsi="Times New Roman" w:cs="Times New Roman"/>
      <w:sz w:val="24"/>
      <w:szCs w:val="20"/>
    </w:rPr>
  </w:style>
  <w:style w:type="paragraph" w:styleId="Revision">
    <w:name w:val="Revision"/>
    <w:hidden/>
    <w:uiPriority w:val="99"/>
    <w:semiHidden/>
    <w:rsid w:val="00B35903"/>
    <w:pPr>
      <w:spacing w:after="0" w:line="240" w:lineRule="auto"/>
    </w:pPr>
    <w:rPr>
      <w:rFonts w:ascii="Times New Roman" w:eastAsia="Times New Roman" w:hAnsi="Times New Roman" w:cs="Times New Roman"/>
      <w:sz w:val="24"/>
      <w:szCs w:val="20"/>
    </w:rPr>
  </w:style>
  <w:style w:type="paragraph" w:customStyle="1" w:styleId="Callout">
    <w:name w:val="Callout"/>
    <w:rsid w:val="00B35903"/>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B35903"/>
    <w:pPr>
      <w:spacing w:line="240" w:lineRule="atLeast"/>
      <w:contextualSpacing/>
    </w:pPr>
    <w:rPr>
      <w:rFonts w:ascii="Century Schoolbook" w:hAnsi="Century Schoolbook"/>
      <w:sz w:val="20"/>
    </w:rPr>
  </w:style>
  <w:style w:type="paragraph" w:customStyle="1" w:styleId="TableAnswerLeft">
    <w:name w:val="Table Answer Left"/>
    <w:basedOn w:val="TableTextLeft"/>
    <w:qFormat/>
    <w:rsid w:val="00B35903"/>
    <w:rPr>
      <w:rFonts w:ascii="Arial Narrow" w:hAnsi="Arial Narrow"/>
    </w:rPr>
  </w:style>
  <w:style w:type="paragraph" w:customStyle="1" w:styleId="TableAnswerCentered">
    <w:name w:val="Table Answer Centered"/>
    <w:basedOn w:val="TableAnswerLeft"/>
    <w:qFormat/>
    <w:rsid w:val="00B35903"/>
    <w:pPr>
      <w:jc w:val="center"/>
    </w:pPr>
  </w:style>
  <w:style w:type="paragraph" w:customStyle="1" w:styleId="AnswerList">
    <w:name w:val="Answer List"/>
    <w:basedOn w:val="Answer"/>
    <w:qFormat/>
    <w:rsid w:val="00B35903"/>
    <w:pPr>
      <w:ind w:left="648" w:hanging="288"/>
    </w:pPr>
  </w:style>
  <w:style w:type="paragraph" w:customStyle="1" w:styleId="StepIndent2Hdg">
    <w:name w:val="Step Indent 2 Hdg"/>
    <w:basedOn w:val="StepIndent2"/>
    <w:qFormat/>
    <w:rsid w:val="00B35903"/>
    <w:rPr>
      <w:smallCaps/>
      <w:sz w:val="18"/>
    </w:rPr>
  </w:style>
  <w:style w:type="paragraph" w:customStyle="1" w:styleId="StepIndentBullet2">
    <w:name w:val="Step Indent Bullet 2"/>
    <w:basedOn w:val="StepIndent"/>
    <w:qFormat/>
    <w:rsid w:val="00B35903"/>
    <w:pPr>
      <w:numPr>
        <w:numId w:val="9"/>
      </w:numPr>
      <w:tabs>
        <w:tab w:val="left" w:pos="1008"/>
      </w:tabs>
    </w:pPr>
  </w:style>
  <w:style w:type="paragraph" w:customStyle="1" w:styleId="AnswerBullet">
    <w:name w:val="Answer Bullet"/>
    <w:basedOn w:val="Answer"/>
    <w:qFormat/>
    <w:rsid w:val="00B35903"/>
    <w:pPr>
      <w:numPr>
        <w:numId w:val="11"/>
      </w:numPr>
      <w:tabs>
        <w:tab w:val="clear" w:pos="360"/>
      </w:tabs>
      <w:ind w:left="648" w:hanging="288"/>
    </w:pPr>
  </w:style>
  <w:style w:type="paragraph" w:customStyle="1" w:styleId="AnswerIndent">
    <w:name w:val="Answer Indent"/>
    <w:basedOn w:val="Answer"/>
    <w:qFormat/>
    <w:rsid w:val="00B35903"/>
    <w:pPr>
      <w:tabs>
        <w:tab w:val="left" w:pos="936"/>
        <w:tab w:val="left" w:pos="1224"/>
        <w:tab w:val="left" w:pos="1512"/>
      </w:tabs>
      <w:ind w:left="648"/>
    </w:pPr>
  </w:style>
  <w:style w:type="paragraph" w:customStyle="1" w:styleId="Subhead2">
    <w:name w:val="Subhead 2"/>
    <w:next w:val="Step"/>
    <w:qFormat/>
    <w:rsid w:val="00B35903"/>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B35903"/>
    <w:pPr>
      <w:pageBreakBefore/>
      <w:spacing w:before="120"/>
    </w:pPr>
    <w:rPr>
      <w:rFonts w:eastAsia="Arial Unicode MS"/>
    </w:rPr>
  </w:style>
  <w:style w:type="paragraph" w:customStyle="1" w:styleId="AnswerSingle">
    <w:name w:val="Answer Single"/>
    <w:basedOn w:val="Answer"/>
    <w:qFormat/>
    <w:rsid w:val="00B35903"/>
    <w:pPr>
      <w:spacing w:before="0" w:after="0"/>
    </w:pPr>
  </w:style>
  <w:style w:type="paragraph" w:customStyle="1" w:styleId="AuthorNote">
    <w:name w:val="Author Note"/>
    <w:rsid w:val="00B35903"/>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B35903"/>
    <w:pPr>
      <w:spacing w:before="0"/>
    </w:pPr>
  </w:style>
  <w:style w:type="character" w:customStyle="1" w:styleId="Character-Regular">
    <w:name w:val="Character - Regular"/>
    <w:qFormat/>
    <w:rsid w:val="00B35903"/>
  </w:style>
  <w:style w:type="character" w:customStyle="1" w:styleId="Character-Run-inHead">
    <w:name w:val="Character - Run-in Head"/>
    <w:rsid w:val="00B35903"/>
    <w:rPr>
      <w:rFonts w:ascii="Century Schoolbook" w:hAnsi="Century Schoolbook"/>
      <w:b/>
      <w:sz w:val="18"/>
    </w:rPr>
  </w:style>
  <w:style w:type="paragraph" w:customStyle="1" w:styleId="Objectives">
    <w:name w:val="Objectives"/>
    <w:basedOn w:val="BodyText"/>
    <w:qFormat/>
    <w:rsid w:val="00B35903"/>
    <w:rPr>
      <w:sz w:val="18"/>
    </w:rPr>
  </w:style>
  <w:style w:type="paragraph" w:customStyle="1" w:styleId="TableTextRight">
    <w:name w:val="Table Text Right"/>
    <w:basedOn w:val="TableTextLeft"/>
    <w:qFormat/>
    <w:rsid w:val="00B35903"/>
    <w:pPr>
      <w:framePr w:hSpace="7200" w:wrap="around" w:vAnchor="text" w:hAnchor="text" w:y="1"/>
      <w:ind w:right="144"/>
      <w:suppressOverlap/>
      <w:jc w:val="right"/>
    </w:pPr>
  </w:style>
  <w:style w:type="paragraph" w:customStyle="1" w:styleId="Image-Center">
    <w:name w:val="Image - Center"/>
    <w:basedOn w:val="Normal"/>
    <w:qFormat/>
    <w:rsid w:val="00B35903"/>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B35903"/>
    <w:pPr>
      <w:suppressAutoHyphens w:val="0"/>
      <w:spacing w:after="120" w:line="240" w:lineRule="atLeast"/>
    </w:pPr>
  </w:style>
  <w:style w:type="paragraph" w:customStyle="1" w:styleId="Image-Indent">
    <w:name w:val="Image - Indent"/>
    <w:basedOn w:val="Image-Left"/>
    <w:qFormat/>
    <w:rsid w:val="00B35903"/>
    <w:pPr>
      <w:ind w:left="720"/>
    </w:pPr>
  </w:style>
  <w:style w:type="paragraph" w:customStyle="1" w:styleId="TableDataCentered">
    <w:name w:val="Table Data Centered"/>
    <w:basedOn w:val="TableTextLeft"/>
    <w:qFormat/>
    <w:rsid w:val="009C4057"/>
    <w:pPr>
      <w:jc w:val="center"/>
    </w:pPr>
  </w:style>
  <w:style w:type="character" w:customStyle="1" w:styleId="StepIndent2Char">
    <w:name w:val="Step Indent 2 Char"/>
    <w:basedOn w:val="StepChar"/>
    <w:link w:val="StepIndent2"/>
    <w:rsid w:val="00B35903"/>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B35903"/>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B35903"/>
    <w:rPr>
      <w:sz w:val="2"/>
    </w:rPr>
  </w:style>
  <w:style w:type="paragraph" w:customStyle="1" w:styleId="CaptionIndent">
    <w:name w:val="Caption Indent"/>
    <w:basedOn w:val="Caption"/>
    <w:qFormat/>
    <w:rsid w:val="00B35903"/>
    <w:pPr>
      <w:ind w:left="360"/>
    </w:pPr>
  </w:style>
  <w:style w:type="paragraph" w:customStyle="1" w:styleId="NoteIndent">
    <w:name w:val="Note Indent"/>
    <w:basedOn w:val="Note"/>
    <w:qFormat/>
    <w:rsid w:val="00B35903"/>
    <w:pPr>
      <w:ind w:left="360"/>
    </w:pPr>
  </w:style>
  <w:style w:type="paragraph" w:customStyle="1" w:styleId="StepQuestion">
    <w:name w:val="Step Question"/>
    <w:basedOn w:val="Step"/>
    <w:rsid w:val="00B35903"/>
    <w:pPr>
      <w:numPr>
        <w:numId w:val="27"/>
      </w:numPr>
      <w:tabs>
        <w:tab w:val="clear" w:pos="360"/>
        <w:tab w:val="left" w:pos="0"/>
      </w:tabs>
      <w:ind w:left="360" w:hanging="648"/>
    </w:pPr>
  </w:style>
  <w:style w:type="character" w:styleId="EndnoteReference">
    <w:name w:val="endnote reference"/>
    <w:basedOn w:val="DefaultParagraphFont"/>
    <w:semiHidden/>
    <w:rsid w:val="00B35903"/>
    <w:rPr>
      <w:vertAlign w:val="superscript"/>
    </w:rPr>
  </w:style>
  <w:style w:type="paragraph" w:styleId="EndnoteText">
    <w:name w:val="endnote text"/>
    <w:basedOn w:val="Normal"/>
    <w:link w:val="EndnoteTextChar"/>
    <w:semiHidden/>
    <w:rsid w:val="00B35903"/>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B35903"/>
    <w:rPr>
      <w:rFonts w:ascii="Century Schoolbook" w:eastAsia="Times New Roman" w:hAnsi="Century Schoolbook" w:cs="Times New Roman"/>
      <w:sz w:val="18"/>
      <w:szCs w:val="20"/>
    </w:rPr>
  </w:style>
  <w:style w:type="paragraph" w:customStyle="1" w:styleId="AnswerLeft">
    <w:name w:val="Answer Left"/>
    <w:basedOn w:val="Answer"/>
    <w:qFormat/>
    <w:rsid w:val="00B35903"/>
    <w:pPr>
      <w:ind w:left="0"/>
    </w:pPr>
    <w:rPr>
      <w:sz w:val="20"/>
    </w:rPr>
  </w:style>
  <w:style w:type="paragraph" w:customStyle="1" w:styleId="NoteIndent2">
    <w:name w:val="Note Indent 2"/>
    <w:basedOn w:val="NoteIndent"/>
    <w:qFormat/>
    <w:rsid w:val="00B35903"/>
    <w:pPr>
      <w:ind w:left="648"/>
    </w:pPr>
  </w:style>
  <w:style w:type="character" w:styleId="Hyperlink">
    <w:name w:val="Hyperlink"/>
    <w:basedOn w:val="DefaultParagraphFont"/>
    <w:uiPriority w:val="99"/>
    <w:unhideWhenUsed/>
    <w:rsid w:val="00BC7040"/>
    <w:rPr>
      <w:color w:val="0000FF" w:themeColor="hyperlink"/>
      <w:u w:val="single"/>
    </w:rPr>
  </w:style>
  <w:style w:type="character" w:customStyle="1" w:styleId="CaptionChar">
    <w:name w:val="Caption Char"/>
    <w:basedOn w:val="DefaultParagraphFont"/>
    <w:link w:val="Caption"/>
    <w:rsid w:val="009C392E"/>
    <w:rPr>
      <w:rFonts w:ascii="Century Schoolbook" w:eastAsia="Times New Roman" w:hAnsi="Century Schoolbook" w:cs="Times New Roman"/>
      <w:sz w:val="18"/>
      <w:szCs w:val="20"/>
    </w:rPr>
  </w:style>
  <w:style w:type="paragraph" w:customStyle="1" w:styleId="HeadingSubhead">
    <w:name w:val="Heading Subhead"/>
    <w:basedOn w:val="Subhead2"/>
    <w:qFormat/>
    <w:rsid w:val="00B35903"/>
    <w:pPr>
      <w:spacing w:before="0"/>
      <w:jc w:val="right"/>
    </w:pPr>
  </w:style>
  <w:style w:type="paragraph" w:customStyle="1" w:styleId="QuestionMarkforBox">
    <w:name w:val="Question Mark for Box"/>
    <w:rsid w:val="009C4057"/>
    <w:pPr>
      <w:spacing w:after="0" w:line="1080" w:lineRule="exact"/>
    </w:pPr>
    <w:rPr>
      <w:rFonts w:ascii="Arial" w:eastAsia="Times New Roman" w:hAnsi="Arial" w:cs="Times New Roman"/>
      <w:b/>
      <w:bCs/>
      <w:color w:val="808080"/>
      <w:position w:val="-5"/>
      <w:sz w:val="96"/>
      <w:szCs w:val="20"/>
    </w:rPr>
  </w:style>
  <w:style w:type="character" w:styleId="Emphasis">
    <w:name w:val="Emphasis"/>
    <w:basedOn w:val="DefaultParagraphFont"/>
    <w:qFormat/>
    <w:rsid w:val="00B35903"/>
    <w:rPr>
      <w:i/>
      <w:iCs/>
    </w:rPr>
  </w:style>
  <w:style w:type="character" w:customStyle="1" w:styleId="Character-SubscriptItalic">
    <w:name w:val="Character - Subscript Italic"/>
    <w:qFormat/>
    <w:rsid w:val="00B35903"/>
    <w:rPr>
      <w:i/>
      <w:dstrike w:val="0"/>
      <w:vertAlign w:val="subscript"/>
    </w:rPr>
  </w:style>
  <w:style w:type="paragraph" w:customStyle="1" w:styleId="StepQuestionTOP">
    <w:name w:val="Step Question TOP"/>
    <w:basedOn w:val="StepQuestion"/>
    <w:qFormat/>
    <w:rsid w:val="00B35903"/>
    <w:pPr>
      <w:pageBreakBefore/>
      <w:numPr>
        <w:numId w:val="0"/>
      </w:numPr>
      <w:spacing w:before="0"/>
    </w:pPr>
  </w:style>
  <w:style w:type="paragraph" w:customStyle="1" w:styleId="StepTOP">
    <w:name w:val="Step TOP"/>
    <w:basedOn w:val="Step"/>
    <w:qFormat/>
    <w:rsid w:val="00B35903"/>
    <w:pPr>
      <w:pageBreakBefore/>
      <w:spacing w:before="0"/>
    </w:pPr>
  </w:style>
  <w:style w:type="paragraph" w:customStyle="1" w:styleId="BodyIndent2">
    <w:name w:val="Body Indent 2"/>
    <w:basedOn w:val="BodyIndent"/>
    <w:qFormat/>
    <w:rsid w:val="00B35903"/>
    <w:pPr>
      <w:ind w:left="720"/>
    </w:pPr>
  </w:style>
  <w:style w:type="paragraph" w:customStyle="1" w:styleId="BulletedText2">
    <w:name w:val="Bulleted Text 2"/>
    <w:basedOn w:val="BulletedText"/>
    <w:qFormat/>
    <w:rsid w:val="00B3590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1004">
      <w:bodyDiv w:val="1"/>
      <w:marLeft w:val="0"/>
      <w:marRight w:val="0"/>
      <w:marTop w:val="0"/>
      <w:marBottom w:val="0"/>
      <w:divBdr>
        <w:top w:val="none" w:sz="0" w:space="0" w:color="auto"/>
        <w:left w:val="none" w:sz="0" w:space="0" w:color="auto"/>
        <w:bottom w:val="none" w:sz="0" w:space="0" w:color="auto"/>
        <w:right w:val="none" w:sz="0" w:space="0" w:color="auto"/>
      </w:divBdr>
    </w:div>
    <w:div w:id="24599652">
      <w:bodyDiv w:val="1"/>
      <w:marLeft w:val="0"/>
      <w:marRight w:val="0"/>
      <w:marTop w:val="0"/>
      <w:marBottom w:val="0"/>
      <w:divBdr>
        <w:top w:val="none" w:sz="0" w:space="0" w:color="auto"/>
        <w:left w:val="none" w:sz="0" w:space="0" w:color="auto"/>
        <w:bottom w:val="none" w:sz="0" w:space="0" w:color="auto"/>
        <w:right w:val="none" w:sz="0" w:space="0" w:color="auto"/>
      </w:divBdr>
    </w:div>
    <w:div w:id="1099527076">
      <w:bodyDiv w:val="1"/>
      <w:marLeft w:val="0"/>
      <w:marRight w:val="0"/>
      <w:marTop w:val="0"/>
      <w:marBottom w:val="0"/>
      <w:divBdr>
        <w:top w:val="none" w:sz="0" w:space="0" w:color="auto"/>
        <w:left w:val="none" w:sz="0" w:space="0" w:color="auto"/>
        <w:bottom w:val="none" w:sz="0" w:space="0" w:color="auto"/>
        <w:right w:val="none" w:sz="0" w:space="0" w:color="auto"/>
      </w:divBdr>
    </w:div>
    <w:div w:id="1352493495">
      <w:bodyDiv w:val="1"/>
      <w:marLeft w:val="0"/>
      <w:marRight w:val="0"/>
      <w:marTop w:val="0"/>
      <w:marBottom w:val="0"/>
      <w:divBdr>
        <w:top w:val="none" w:sz="0" w:space="0" w:color="auto"/>
        <w:left w:val="none" w:sz="0" w:space="0" w:color="auto"/>
        <w:bottom w:val="none" w:sz="0" w:space="0" w:color="auto"/>
        <w:right w:val="none" w:sz="0" w:space="0" w:color="auto"/>
      </w:divBdr>
    </w:div>
    <w:div w:id="140144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sco.com/ap08" TargetMode="External"/><Relationship Id="rId13" Type="http://schemas.openxmlformats.org/officeDocument/2006/relationships/image" Target="media/image3.png"/><Relationship Id="rId18" Type="http://schemas.openxmlformats.org/officeDocument/2006/relationships/image" Target="media/image7.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sco.com/ap13"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hyperlink" Target="http://www.pasco.com/ap11" TargetMode="External"/><Relationship Id="rId19" Type="http://schemas.openxmlformats.org/officeDocument/2006/relationships/image" Target="media/image8.jpg"/><Relationship Id="rId4" Type="http://schemas.openxmlformats.org/officeDocument/2006/relationships/settings" Target="settings.xml"/><Relationship Id="rId9" Type="http://schemas.openxmlformats.org/officeDocument/2006/relationships/hyperlink" Target="http://www.pasco.com/ap37" TargetMode="External"/><Relationship Id="rId14" Type="http://schemas.openxmlformats.org/officeDocument/2006/relationships/image" Target="media/image4.png"/><Relationship Id="rId22" Type="http://schemas.openxmlformats.org/officeDocument/2006/relationships/footer" Target="footer1.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Guided%20Inquiry%20G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65896FB-5A42-47BE-B6C4-1A0D6E8EB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Guided Inquiry GI.dotx</Template>
  <TotalTime>11</TotalTime>
  <Pages>6</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Dan Burns</cp:lastModifiedBy>
  <cp:revision>5</cp:revision>
  <cp:lastPrinted>2013-11-01T01:29:00Z</cp:lastPrinted>
  <dcterms:created xsi:type="dcterms:W3CDTF">2019-01-25T15:18:00Z</dcterms:created>
  <dcterms:modified xsi:type="dcterms:W3CDTF">2022-10-07T18:49:00Z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