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E194" w14:textId="0E51177C" w:rsidR="00466946" w:rsidRDefault="00FF1935" w:rsidP="00466946">
      <w:pPr>
        <w:pStyle w:val="Heading1"/>
      </w:pPr>
      <w:r>
        <w:t>Atwood’s Machine</w:t>
      </w:r>
    </w:p>
    <w:p w14:paraId="3D24C475" w14:textId="77777777" w:rsidR="00840AA2" w:rsidRPr="00840AA2" w:rsidRDefault="00840AA2" w:rsidP="00840AA2">
      <w:pPr>
        <w:pStyle w:val="HeadingSubhead"/>
      </w:pPr>
      <w:r>
        <w:t>Student Designed</w:t>
      </w:r>
    </w:p>
    <w:p w14:paraId="4691803D" w14:textId="77777777" w:rsidR="00466946" w:rsidRDefault="006D0819" w:rsidP="00466946">
      <w:pPr>
        <w:pStyle w:val="SectionHead"/>
      </w:pPr>
      <w:r>
        <w:t>Driving Question | Objective</w:t>
      </w:r>
    </w:p>
    <w:p w14:paraId="56F185CA" w14:textId="77777777" w:rsidR="00D83C01" w:rsidRPr="00D83C01" w:rsidRDefault="00FF1935" w:rsidP="00D83C01">
      <w:pPr>
        <w:pStyle w:val="BodyText"/>
      </w:pPr>
      <w:r>
        <w:t>How is the acceleration of the two masses of an Atwood’s machine affected by their difference in mass and by their total mass? Experimentally determine the mathematical relationship between the acceleration of an Atwood’s machine, the difference between its two masses, and the sum of those two masses.</w:t>
      </w:r>
    </w:p>
    <w:p w14:paraId="0AA68A3A" w14:textId="77777777" w:rsidR="00C65DC0" w:rsidRDefault="00C65DC0" w:rsidP="00C65DC0">
      <w:pPr>
        <w:pStyle w:val="SectionHead"/>
      </w:pPr>
      <w:r>
        <w:t>Design and Conduct Your Experiment</w:t>
      </w:r>
    </w:p>
    <w:p w14:paraId="32117F81" w14:textId="77777777" w:rsidR="00D83C01" w:rsidRPr="00D83C01" w:rsidRDefault="00D83C01" w:rsidP="00D83C01">
      <w:pPr>
        <w:pStyle w:val="BodyText"/>
      </w:pPr>
      <w:r w:rsidRPr="00D83C01">
        <w:t>It is your group’s responsibility to design and conduct an experiment whose data will support your answer to the driving question above. After you have determined an experimental setup and procedure, write an outline of the equipment setup and procedure you will use to collect data, identifying the steps in sequence and the points at which each piece of equipment will be used.</w:t>
      </w:r>
    </w:p>
    <w:p w14:paraId="645546B0" w14:textId="77777777" w:rsidR="00F51B57" w:rsidRDefault="00C65DC0" w:rsidP="00A16592">
      <w:pPr>
        <w:pStyle w:val="Subhead1"/>
      </w:pPr>
      <w:r>
        <w:t xml:space="preserve">Suggested </w:t>
      </w:r>
      <w:r w:rsidR="00F51B57">
        <w:t xml:space="preserve">Materials and </w:t>
      </w:r>
      <w:r w:rsidR="00F51B57" w:rsidRPr="008C6EE7">
        <w:t>Equipment</w:t>
      </w:r>
    </w:p>
    <w:p w14:paraId="3685AB13"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4100C946" w14:textId="77777777" w:rsidR="00FF1935" w:rsidRDefault="00FF1935" w:rsidP="00FF1935">
      <w:pPr>
        <w:pStyle w:val="BodyText"/>
      </w:pPr>
    </w:p>
    <w:tbl>
      <w:tblPr>
        <w:tblW w:w="0" w:type="auto"/>
        <w:tblInd w:w="-7" w:type="dxa"/>
        <w:tblLook w:val="01E0" w:firstRow="1" w:lastRow="1" w:firstColumn="1" w:lastColumn="1" w:noHBand="0" w:noVBand="0"/>
      </w:tblPr>
      <w:tblGrid>
        <w:gridCol w:w="4608"/>
        <w:gridCol w:w="4608"/>
      </w:tblGrid>
      <w:tr w:rsidR="00FF1935" w:rsidRPr="001A7C7B" w14:paraId="11F85D67" w14:textId="77777777" w:rsidTr="007A5D5A">
        <w:tc>
          <w:tcPr>
            <w:tcW w:w="4608" w:type="dxa"/>
          </w:tcPr>
          <w:p w14:paraId="5636664F" w14:textId="77777777" w:rsidR="00FF1935" w:rsidRPr="00053AEF" w:rsidRDefault="00FF1935" w:rsidP="007A5D5A">
            <w:pPr>
              <w:pStyle w:val="Materialslist"/>
              <w:numPr>
                <w:ilvl w:val="0"/>
                <w:numId w:val="29"/>
              </w:numPr>
              <w:ind w:left="0" w:firstLine="0"/>
            </w:pPr>
            <w:r w:rsidRPr="00053AEF">
              <w:t>Data collection system</w:t>
            </w:r>
          </w:p>
        </w:tc>
        <w:tc>
          <w:tcPr>
            <w:tcW w:w="4608" w:type="dxa"/>
          </w:tcPr>
          <w:p w14:paraId="7FFFC368" w14:textId="77777777" w:rsidR="00FF1935" w:rsidRPr="00053AEF" w:rsidRDefault="00FF1935" w:rsidP="007A5D5A">
            <w:pPr>
              <w:pStyle w:val="Materialslist"/>
              <w:numPr>
                <w:ilvl w:val="0"/>
                <w:numId w:val="29"/>
              </w:numPr>
              <w:ind w:left="0" w:firstLine="0"/>
            </w:pPr>
            <w:r w:rsidRPr="00FD65AA">
              <w:t>Table clamp or large base</w:t>
            </w:r>
          </w:p>
        </w:tc>
      </w:tr>
      <w:tr w:rsidR="00B76C35" w:rsidRPr="001A7C7B" w14:paraId="29257C3E" w14:textId="77777777" w:rsidTr="007A5D5A">
        <w:tc>
          <w:tcPr>
            <w:tcW w:w="4608" w:type="dxa"/>
          </w:tcPr>
          <w:p w14:paraId="0023EC33" w14:textId="77777777" w:rsidR="00B76C35" w:rsidRPr="00746CAD" w:rsidRDefault="00B76C35" w:rsidP="00B76C35">
            <w:pPr>
              <w:pStyle w:val="Materialslist"/>
              <w:numPr>
                <w:ilvl w:val="0"/>
                <w:numId w:val="29"/>
              </w:numPr>
              <w:ind w:left="0" w:firstLine="0"/>
            </w:pPr>
            <w:r w:rsidRPr="00746CAD">
              <w:t xml:space="preserve">PASCO </w:t>
            </w:r>
            <w:r w:rsidR="001B28A9">
              <w:t xml:space="preserve">Wireless </w:t>
            </w:r>
            <w:r w:rsidRPr="00746CAD">
              <w:t>Smart</w:t>
            </w:r>
            <w:r>
              <w:t xml:space="preserve"> </w:t>
            </w:r>
            <w:r w:rsidRPr="00746CAD">
              <w:t>Gate</w:t>
            </w:r>
            <w:r>
              <w:t xml:space="preserve"> p</w:t>
            </w:r>
            <w:r w:rsidRPr="00FD65AA">
              <w:t>hotogate</w:t>
            </w:r>
            <w:r w:rsidRPr="00746CAD">
              <w:rPr>
                <w:rStyle w:val="Character-Superscript"/>
              </w:rPr>
              <w:t>1</w:t>
            </w:r>
          </w:p>
        </w:tc>
        <w:tc>
          <w:tcPr>
            <w:tcW w:w="4608" w:type="dxa"/>
          </w:tcPr>
          <w:p w14:paraId="7D290158" w14:textId="77777777" w:rsidR="00B76C35" w:rsidRPr="00053AEF" w:rsidRDefault="00B76C35" w:rsidP="007A5D5A">
            <w:pPr>
              <w:pStyle w:val="Materialslist"/>
              <w:numPr>
                <w:ilvl w:val="0"/>
                <w:numId w:val="29"/>
              </w:numPr>
              <w:ind w:left="0" w:firstLine="0"/>
            </w:pPr>
            <w:r>
              <w:t xml:space="preserve">Support </w:t>
            </w:r>
            <w:r w:rsidRPr="00FD65AA">
              <w:t>rod, 60</w:t>
            </w:r>
            <w:r w:rsidR="0026477B">
              <w:t>-</w:t>
            </w:r>
            <w:r w:rsidRPr="00FD65AA">
              <w:t>cm or taller</w:t>
            </w:r>
          </w:p>
        </w:tc>
      </w:tr>
      <w:tr w:rsidR="00FF1935" w:rsidRPr="001A7C7B" w14:paraId="1F2E6489" w14:textId="77777777" w:rsidTr="007A5D5A">
        <w:tc>
          <w:tcPr>
            <w:tcW w:w="4608" w:type="dxa"/>
          </w:tcPr>
          <w:p w14:paraId="1E1C0E59" w14:textId="77777777" w:rsidR="00FF1935" w:rsidRPr="00746CAD" w:rsidRDefault="00FF1935" w:rsidP="00A04E7A">
            <w:pPr>
              <w:pStyle w:val="Materialslist"/>
              <w:numPr>
                <w:ilvl w:val="0"/>
                <w:numId w:val="29"/>
              </w:numPr>
              <w:ind w:left="0" w:firstLine="0"/>
            </w:pPr>
            <w:r w:rsidRPr="00746CAD">
              <w:t>PASCO Super Pulley with Mounting Rod</w:t>
            </w:r>
          </w:p>
        </w:tc>
        <w:tc>
          <w:tcPr>
            <w:tcW w:w="4608" w:type="dxa"/>
          </w:tcPr>
          <w:p w14:paraId="355F2C2C" w14:textId="2899E159" w:rsidR="00FF1935" w:rsidRPr="00053AEF" w:rsidRDefault="008F6CD0" w:rsidP="007A5D5A">
            <w:pPr>
              <w:pStyle w:val="Materialslist"/>
              <w:numPr>
                <w:ilvl w:val="0"/>
                <w:numId w:val="29"/>
              </w:numPr>
              <w:ind w:left="0" w:firstLine="0"/>
            </w:pPr>
            <w:r>
              <w:t>Multi-</w:t>
            </w:r>
            <w:r w:rsidR="00FF1935">
              <w:t>clamp</w:t>
            </w:r>
          </w:p>
        </w:tc>
      </w:tr>
      <w:tr w:rsidR="00FF1935" w:rsidRPr="001A7C7B" w14:paraId="07D45F95" w14:textId="77777777" w:rsidTr="007A5D5A">
        <w:tc>
          <w:tcPr>
            <w:tcW w:w="4608" w:type="dxa"/>
          </w:tcPr>
          <w:p w14:paraId="51D3995C" w14:textId="77777777" w:rsidR="00FF1935" w:rsidRPr="00053AEF" w:rsidRDefault="00BB5C88" w:rsidP="00BB5C88">
            <w:pPr>
              <w:pStyle w:val="Materialslist"/>
              <w:numPr>
                <w:ilvl w:val="0"/>
                <w:numId w:val="29"/>
              </w:numPr>
              <w:ind w:left="0" w:firstLine="0"/>
            </w:pPr>
            <w:r>
              <w:t>Mass and Hanger Set</w:t>
            </w:r>
          </w:p>
        </w:tc>
        <w:tc>
          <w:tcPr>
            <w:tcW w:w="4608" w:type="dxa"/>
          </w:tcPr>
          <w:p w14:paraId="3DAF441A" w14:textId="77777777" w:rsidR="00FF1935" w:rsidRPr="00053AEF" w:rsidRDefault="00FF1935" w:rsidP="007A5D5A">
            <w:pPr>
              <w:pStyle w:val="Materialslist"/>
              <w:numPr>
                <w:ilvl w:val="0"/>
                <w:numId w:val="29"/>
              </w:numPr>
              <w:ind w:left="0" w:firstLine="0"/>
            </w:pPr>
            <w:r w:rsidRPr="00053AEF">
              <w:t>Thread</w:t>
            </w:r>
            <w:r w:rsidR="008D05EB">
              <w:t>, about 1 m</w:t>
            </w:r>
          </w:p>
        </w:tc>
      </w:tr>
      <w:tr w:rsidR="00FF1935" w:rsidRPr="001A7C7B" w14:paraId="05291EDA" w14:textId="77777777" w:rsidTr="007A5D5A">
        <w:tc>
          <w:tcPr>
            <w:tcW w:w="4608" w:type="dxa"/>
          </w:tcPr>
          <w:p w14:paraId="79638B33" w14:textId="77777777" w:rsidR="00FF1935" w:rsidRPr="00053AEF" w:rsidRDefault="00FF1935" w:rsidP="007A5D5A">
            <w:pPr>
              <w:pStyle w:val="Materialslist"/>
              <w:numPr>
                <w:ilvl w:val="0"/>
                <w:numId w:val="0"/>
              </w:numPr>
            </w:pPr>
          </w:p>
        </w:tc>
        <w:tc>
          <w:tcPr>
            <w:tcW w:w="4608" w:type="dxa"/>
          </w:tcPr>
          <w:p w14:paraId="7AE02CF1" w14:textId="77777777" w:rsidR="00FF1935" w:rsidRPr="00053AEF" w:rsidRDefault="00FF1935" w:rsidP="007A5D5A">
            <w:pPr>
              <w:pStyle w:val="Materialslist"/>
              <w:numPr>
                <w:ilvl w:val="0"/>
                <w:numId w:val="29"/>
              </w:numPr>
              <w:ind w:left="0" w:firstLine="0"/>
            </w:pPr>
            <w:r w:rsidRPr="00053AEF">
              <w:t>Scissors</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A278C7" w:rsidRPr="00396D50" w14:paraId="01D342D9" w14:textId="77777777" w:rsidTr="008359E7">
        <w:trPr>
          <w:cantSplit/>
        </w:trPr>
        <w:tc>
          <w:tcPr>
            <w:tcW w:w="2318" w:type="dxa"/>
            <w:vAlign w:val="bottom"/>
          </w:tcPr>
          <w:p w14:paraId="15914A12" w14:textId="0628C579" w:rsidR="00A278C7" w:rsidRPr="00D76C84" w:rsidRDefault="00A278C7" w:rsidP="00A278C7">
            <w:pPr>
              <w:pStyle w:val="TableAnswerCentered"/>
            </w:pPr>
            <w:r>
              <w:rPr>
                <w:rStyle w:val="Character-Superscript"/>
              </w:rPr>
              <w:t>1</w:t>
            </w:r>
            <w:hyperlink r:id="rId8" w:history="1">
              <w:r w:rsidRPr="00962CED">
                <w:rPr>
                  <w:rStyle w:val="Hyperlink"/>
                </w:rPr>
                <w:t>www.pasco.com/ap38</w:t>
              </w:r>
            </w:hyperlink>
            <w:r>
              <w:t xml:space="preserve"> </w:t>
            </w:r>
          </w:p>
        </w:tc>
      </w:tr>
      <w:tr w:rsidR="00A278C7" w:rsidRPr="00E55F81" w14:paraId="56E4818F" w14:textId="77777777" w:rsidTr="008359E7">
        <w:trPr>
          <w:cantSplit/>
        </w:trPr>
        <w:tc>
          <w:tcPr>
            <w:tcW w:w="2318" w:type="dxa"/>
          </w:tcPr>
          <w:p w14:paraId="20B83C0D" w14:textId="449222B0" w:rsidR="00A278C7" w:rsidRPr="00D76C84" w:rsidRDefault="00A278C7" w:rsidP="00A278C7">
            <w:pPr>
              <w:pStyle w:val="TableDataCentered"/>
            </w:pPr>
            <w:r>
              <w:rPr>
                <w:noProof/>
              </w:rPr>
              <w:drawing>
                <wp:inline distT="0" distB="0" distL="0" distR="0" wp14:anchorId="35499487" wp14:editId="62D3C9AB">
                  <wp:extent cx="478537" cy="475489"/>
                  <wp:effectExtent l="0" t="0" r="0" b="127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ap3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A278C7" w:rsidRPr="00C97108" w14:paraId="3C6421CD" w14:textId="77777777" w:rsidTr="008359E7">
        <w:trPr>
          <w:cantSplit/>
        </w:trPr>
        <w:tc>
          <w:tcPr>
            <w:tcW w:w="2318" w:type="dxa"/>
          </w:tcPr>
          <w:p w14:paraId="174B3CB1" w14:textId="1E10B884" w:rsidR="00A278C7" w:rsidRPr="00D76C84" w:rsidRDefault="00A278C7" w:rsidP="00A278C7">
            <w:pPr>
              <w:pStyle w:val="TableDataCentered"/>
            </w:pPr>
            <w:r>
              <w:t xml:space="preserve">PASCO Wireless </w:t>
            </w:r>
            <w:r>
              <w:br/>
              <w:t>Smart Gate</w:t>
            </w:r>
          </w:p>
        </w:tc>
      </w:tr>
    </w:tbl>
    <w:p w14:paraId="68718498" w14:textId="77777777" w:rsidR="002337EA" w:rsidRDefault="002337EA" w:rsidP="00A04E7A">
      <w:pPr>
        <w:pStyle w:val="SectionHead"/>
      </w:pPr>
      <w:r>
        <w:t>Experimental Design</w:t>
      </w:r>
    </w:p>
    <w:p w14:paraId="65F8B43A" w14:textId="77777777" w:rsidR="002337EA" w:rsidRDefault="00A20148" w:rsidP="002337EA">
      <w:pPr>
        <w:pStyle w:val="BodyText"/>
      </w:pPr>
      <w:r w:rsidRPr="00F601B7">
        <w:t xml:space="preserve">Your goal is to experimentally determine the mathematical relationship between </w:t>
      </w:r>
      <w:r>
        <w:t xml:space="preserve">acceleration, mass difference, and total mass of the two masses of an Atwood’s machine. </w:t>
      </w:r>
      <w:r w:rsidR="002337EA">
        <w:t xml:space="preserve">Use </w:t>
      </w:r>
      <w:r w:rsidR="00D83C01">
        <w:t xml:space="preserve">available resources </w:t>
      </w:r>
      <w:r w:rsidR="002337EA">
        <w:t xml:space="preserve">to help </w:t>
      </w:r>
      <w:r w:rsidR="00D83C01">
        <w:t xml:space="preserve">research and </w:t>
      </w:r>
      <w:r w:rsidR="002337EA">
        <w:t xml:space="preserve">finalize </w:t>
      </w:r>
      <w:r w:rsidR="00B31A17">
        <w:t>your procedure</w:t>
      </w:r>
      <w:r w:rsidR="002337EA">
        <w:t xml:space="preserve"> and your equipment </w:t>
      </w:r>
      <w:r w:rsidR="00B31A17">
        <w:t>configuration</w:t>
      </w:r>
      <w:r w:rsidR="002337EA">
        <w:t>.</w:t>
      </w:r>
    </w:p>
    <w:p w14:paraId="1126FC53" w14:textId="77777777" w:rsidR="002337EA" w:rsidRDefault="002337EA" w:rsidP="002337EA">
      <w:pPr>
        <w:pStyle w:val="BodyText"/>
      </w:pPr>
      <w:r>
        <w:t xml:space="preserve">Once you are convinced that your procedure will accomplish the experiment's objectives, record your experimental setup and procedure in the following sections. </w:t>
      </w:r>
    </w:p>
    <w:p w14:paraId="1FAABB2B" w14:textId="77777777" w:rsidR="006D0819" w:rsidRDefault="002337EA" w:rsidP="00072DE9">
      <w:pPr>
        <w:pStyle w:val="Subhead1TOP"/>
      </w:pPr>
      <w:r>
        <w:lastRenderedPageBreak/>
        <w:t>Setup</w:t>
      </w:r>
    </w:p>
    <w:p w14:paraId="73DB313E" w14:textId="77777777" w:rsidR="002337EA" w:rsidRDefault="002337EA" w:rsidP="006D0819">
      <w:pPr>
        <w:pStyle w:val="BodyText"/>
      </w:pPr>
      <w:r>
        <w:t xml:space="preserve">Draw and/or describe your experimental setup such that a third party could recreate the same setup </w:t>
      </w:r>
      <w:proofErr w:type="gramStart"/>
      <w:r>
        <w:t>in an attem</w:t>
      </w:r>
      <w:r w:rsidR="00C54CAF">
        <w:t>pt to</w:t>
      </w:r>
      <w:proofErr w:type="gramEnd"/>
      <w:r w:rsidR="00C54CAF">
        <w:t xml:space="preserve"> reproduce your experiment.</w:t>
      </w:r>
    </w:p>
    <w:p w14:paraId="3AFD0272" w14:textId="77777777" w:rsidR="002337EA" w:rsidRDefault="002337EA" w:rsidP="003C53FA">
      <w:pPr>
        <w:pStyle w:val="SVAnswerWorkspace"/>
        <w:keepNext/>
      </w:pPr>
    </w:p>
    <w:p w14:paraId="1753B10C" w14:textId="77777777" w:rsidR="003C53FA" w:rsidRDefault="003C53FA" w:rsidP="003C53FA">
      <w:pPr>
        <w:pStyle w:val="SVAnswerWorkspace"/>
        <w:keepNext/>
      </w:pPr>
    </w:p>
    <w:p w14:paraId="00BBE6D7" w14:textId="77777777" w:rsidR="003C53FA" w:rsidRDefault="003C53FA" w:rsidP="002337EA">
      <w:pPr>
        <w:pStyle w:val="SVAnswerWorkspace"/>
      </w:pPr>
    </w:p>
    <w:p w14:paraId="4393728A" w14:textId="77777777" w:rsidR="002337EA" w:rsidRDefault="002337EA" w:rsidP="00D5285A">
      <w:pPr>
        <w:pStyle w:val="Subhead1"/>
      </w:pPr>
      <w:r>
        <w:t>Procedure</w:t>
      </w:r>
    </w:p>
    <w:p w14:paraId="0A9DE6F6" w14:textId="77777777" w:rsidR="002337EA" w:rsidRDefault="002337EA" w:rsidP="0087503B">
      <w:pPr>
        <w:pStyle w:val="BodyText"/>
        <w:keepN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w:t>
      </w:r>
      <w:r w:rsidR="00C54CAF">
        <w:t>pt to</w:t>
      </w:r>
      <w:proofErr w:type="gramEnd"/>
      <w:r w:rsidR="00C54CAF">
        <w:t xml:space="preserve"> reproduce your experiment.</w:t>
      </w:r>
    </w:p>
    <w:p w14:paraId="66B22D9A" w14:textId="77777777" w:rsidR="002337EA" w:rsidRDefault="006D1936" w:rsidP="0087503B">
      <w:pPr>
        <w:pStyle w:val="SVAnswerLine"/>
        <w:keepNext/>
      </w:pPr>
      <w:r>
        <w:tab/>
      </w:r>
    </w:p>
    <w:p w14:paraId="5C8C5CA9" w14:textId="77777777" w:rsidR="006D1936" w:rsidRDefault="006D1936" w:rsidP="0087503B">
      <w:pPr>
        <w:pStyle w:val="SVAnswerLine"/>
        <w:keepNext/>
      </w:pPr>
      <w:r>
        <w:tab/>
      </w:r>
    </w:p>
    <w:p w14:paraId="0FCBB8EE" w14:textId="77777777" w:rsidR="006D1936" w:rsidRDefault="006D1936" w:rsidP="0087503B">
      <w:pPr>
        <w:pStyle w:val="SVAnswerLine"/>
        <w:keepNext/>
      </w:pPr>
      <w:r>
        <w:tab/>
      </w:r>
    </w:p>
    <w:p w14:paraId="15824DC4" w14:textId="77777777" w:rsidR="006D1936" w:rsidRDefault="006D1936" w:rsidP="0087503B">
      <w:pPr>
        <w:pStyle w:val="SVAnswerLine"/>
        <w:keepNext/>
      </w:pPr>
      <w:r>
        <w:tab/>
      </w:r>
    </w:p>
    <w:p w14:paraId="42EE20BC" w14:textId="77777777" w:rsidR="006D1936" w:rsidRDefault="006D1936" w:rsidP="0087503B">
      <w:pPr>
        <w:pStyle w:val="SVAnswerLine"/>
        <w:keepNext/>
      </w:pPr>
      <w:r>
        <w:tab/>
      </w:r>
    </w:p>
    <w:p w14:paraId="446A9F8B" w14:textId="77777777" w:rsidR="006D1936" w:rsidRDefault="006D1936" w:rsidP="0087503B">
      <w:pPr>
        <w:pStyle w:val="SVAnswerLine"/>
        <w:keepNext/>
      </w:pPr>
      <w:r>
        <w:tab/>
      </w:r>
    </w:p>
    <w:p w14:paraId="497769C4" w14:textId="77777777" w:rsidR="006D1936" w:rsidRDefault="006D1936" w:rsidP="0087503B">
      <w:pPr>
        <w:pStyle w:val="SVAnswerLine"/>
        <w:keepNext/>
      </w:pPr>
      <w:r>
        <w:tab/>
      </w:r>
    </w:p>
    <w:p w14:paraId="05216EFB" w14:textId="77777777" w:rsidR="006D1936" w:rsidRDefault="006D1936" w:rsidP="0087503B">
      <w:pPr>
        <w:pStyle w:val="SVAnswerLine"/>
        <w:keepNext/>
      </w:pPr>
      <w:r>
        <w:tab/>
      </w:r>
    </w:p>
    <w:p w14:paraId="6EAB4070" w14:textId="77777777" w:rsidR="006D1936" w:rsidRDefault="006D1936" w:rsidP="0087503B">
      <w:pPr>
        <w:pStyle w:val="SVAnswerLine"/>
        <w:keepNext/>
      </w:pPr>
      <w:r>
        <w:tab/>
      </w:r>
    </w:p>
    <w:p w14:paraId="3AD3FDCD" w14:textId="77777777" w:rsidR="006D1936" w:rsidRDefault="006D1936" w:rsidP="006D1936">
      <w:pPr>
        <w:pStyle w:val="SVAnswerLine"/>
      </w:pPr>
      <w:r>
        <w:tab/>
      </w:r>
    </w:p>
    <w:p w14:paraId="71BC77B6" w14:textId="77777777" w:rsidR="006D1936" w:rsidRDefault="006D1936" w:rsidP="00CC687C">
      <w:pPr>
        <w:pStyle w:val="Subhead1TOP"/>
        <w:pageBreakBefore w:val="0"/>
      </w:pPr>
      <w:r>
        <w:lastRenderedPageBreak/>
        <w:t>Collect Data</w:t>
      </w:r>
    </w:p>
    <w:p w14:paraId="664983F1" w14:textId="77777777" w:rsidR="006D1936" w:rsidRPr="00F601B7" w:rsidRDefault="006D1936" w:rsidP="0087503B">
      <w:pPr>
        <w:pStyle w:val="BodyText"/>
        <w:keepN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2D579416" w14:textId="77777777" w:rsidR="006D1936" w:rsidRDefault="006D1936" w:rsidP="0087503B">
      <w:pPr>
        <w:pStyle w:val="SVAnswerWorkspace"/>
        <w:keepNext/>
      </w:pPr>
    </w:p>
    <w:p w14:paraId="13D8DA2D" w14:textId="77777777" w:rsidR="006D1936" w:rsidRDefault="006D1936" w:rsidP="0087503B">
      <w:pPr>
        <w:pStyle w:val="SVAnswerWorkspace"/>
        <w:keepNext/>
      </w:pPr>
    </w:p>
    <w:p w14:paraId="01369D16" w14:textId="77777777" w:rsidR="006D1936" w:rsidRDefault="006D1936" w:rsidP="0087503B">
      <w:pPr>
        <w:pStyle w:val="SVAnswerWorkspace"/>
        <w:keepNext/>
      </w:pPr>
    </w:p>
    <w:p w14:paraId="2734F2F7" w14:textId="77777777" w:rsidR="006D1936" w:rsidRDefault="006D1936" w:rsidP="0087503B">
      <w:pPr>
        <w:pStyle w:val="SVAnswerWorkspace"/>
        <w:keepNext/>
      </w:pPr>
    </w:p>
    <w:p w14:paraId="3559BA62" w14:textId="77777777" w:rsidR="00113A33" w:rsidRDefault="00113A33" w:rsidP="00113A33">
      <w:pPr>
        <w:pStyle w:val="AuthorNote"/>
      </w:pPr>
    </w:p>
    <w:p w14:paraId="4E501FF9" w14:textId="77777777" w:rsidR="00C1285C" w:rsidRDefault="00C1285C" w:rsidP="00C1285C">
      <w:pPr>
        <w:pStyle w:val="SectionHead"/>
      </w:pPr>
      <w:r>
        <w:t>Analysis Questions</w:t>
      </w:r>
    </w:p>
    <w:p w14:paraId="72E777E5" w14:textId="77777777" w:rsidR="00C1285C" w:rsidRPr="00456B7C" w:rsidRDefault="00C1285C" w:rsidP="00C1285C">
      <w:pPr>
        <w:pStyle w:val="StepQuestion"/>
        <w:keepNext/>
        <w:suppressAutoHyphens/>
      </w:pPr>
      <w:r w:rsidRPr="00D105D7">
        <w:t>1.</w:t>
      </w:r>
      <w:r w:rsidRPr="00D105D7">
        <w:tab/>
      </w:r>
      <w:r w:rsidRPr="00D81B9C">
        <w:t>For each part of your experiment, list each variable</w:t>
      </w:r>
      <w:r>
        <w:t xml:space="preserve"> and</w:t>
      </w:r>
      <w:r w:rsidRPr="00D81B9C">
        <w:t xml:space="preserve"> </w:t>
      </w:r>
      <w:r>
        <w:t>indicate</w:t>
      </w:r>
      <w:r w:rsidRPr="00D81B9C">
        <w:t xml:space="preserve"> whether it was held constant, increased</w:t>
      </w:r>
      <w:r>
        <w:t>,</w:t>
      </w:r>
      <w:r w:rsidRPr="00D81B9C">
        <w:t xml:space="preserve"> or decreased</w:t>
      </w:r>
      <w:r>
        <w:t>.</w:t>
      </w:r>
    </w:p>
    <w:p w14:paraId="34EF8C05" w14:textId="77777777" w:rsidR="00C1285C" w:rsidRDefault="00C1285C" w:rsidP="00C1285C">
      <w:pPr>
        <w:pStyle w:val="SVAnswerLine"/>
        <w:keepNext/>
      </w:pPr>
      <w:r>
        <w:tab/>
      </w:r>
    </w:p>
    <w:p w14:paraId="64DB7128" w14:textId="77777777" w:rsidR="00C1285C" w:rsidRDefault="00C1285C" w:rsidP="00C1285C">
      <w:pPr>
        <w:pStyle w:val="SVAnswerLine"/>
        <w:keepNext/>
      </w:pPr>
      <w:r>
        <w:tab/>
      </w:r>
    </w:p>
    <w:p w14:paraId="51910776" w14:textId="77777777" w:rsidR="00C1285C" w:rsidRDefault="00C1285C" w:rsidP="00C1285C">
      <w:pPr>
        <w:pStyle w:val="SVAnswerLine"/>
        <w:keepNext/>
      </w:pPr>
      <w:r>
        <w:tab/>
      </w:r>
    </w:p>
    <w:p w14:paraId="43D82457" w14:textId="77777777" w:rsidR="00C1285C" w:rsidRDefault="00C1285C" w:rsidP="00C1285C">
      <w:pPr>
        <w:pStyle w:val="SVAnswerLine"/>
        <w:keepNext/>
      </w:pPr>
      <w:r>
        <w:tab/>
      </w:r>
    </w:p>
    <w:p w14:paraId="55F6FBB7" w14:textId="77777777" w:rsidR="00C1285C" w:rsidRDefault="00C1285C" w:rsidP="00C1285C">
      <w:pPr>
        <w:pStyle w:val="SVAnswerLine"/>
      </w:pPr>
      <w:r>
        <w:tab/>
      </w:r>
    </w:p>
    <w:p w14:paraId="7F237AB6" w14:textId="77777777" w:rsidR="00C1285C" w:rsidRDefault="00C1285C" w:rsidP="00C1285C">
      <w:pPr>
        <w:pStyle w:val="StepQuestion"/>
        <w:keepNext/>
        <w:suppressAutoHyphens/>
      </w:pPr>
      <w:r>
        <w:t>2.</w:t>
      </w:r>
      <w:r>
        <w:tab/>
        <w:t>How did changing the difference in mass between the two sides affect the acceleration of the Atwood’s machine?</w:t>
      </w:r>
    </w:p>
    <w:p w14:paraId="0F279327" w14:textId="77777777" w:rsidR="00C1285C" w:rsidRDefault="00C1285C" w:rsidP="00C1285C">
      <w:pPr>
        <w:pStyle w:val="SVAnswerLine"/>
        <w:keepNext/>
      </w:pPr>
      <w:r>
        <w:tab/>
      </w:r>
    </w:p>
    <w:p w14:paraId="7C44FC88" w14:textId="77777777" w:rsidR="00C1285C" w:rsidRDefault="00C1285C" w:rsidP="00C1285C">
      <w:pPr>
        <w:pStyle w:val="SVAnswerLine"/>
        <w:keepNext/>
      </w:pPr>
      <w:r>
        <w:tab/>
      </w:r>
    </w:p>
    <w:p w14:paraId="7D98E48A" w14:textId="77777777" w:rsidR="00C1285C" w:rsidRDefault="00C1285C" w:rsidP="00C1285C">
      <w:pPr>
        <w:pStyle w:val="SVAnswerLine"/>
      </w:pPr>
      <w:r>
        <w:tab/>
      </w:r>
    </w:p>
    <w:p w14:paraId="6D847B24" w14:textId="3CB600CF" w:rsidR="00C1285C" w:rsidRDefault="00C1285C" w:rsidP="00C1285C">
      <w:pPr>
        <w:pStyle w:val="StepQuestion"/>
        <w:keepNext/>
        <w:pageBreakBefore/>
        <w:suppressAutoHyphens/>
      </w:pPr>
      <w:r>
        <w:lastRenderedPageBreak/>
        <w:t>3.</w:t>
      </w:r>
      <w:r>
        <w:tab/>
        <w:t xml:space="preserve">Based on your data, express the relationship between the acceleration </w:t>
      </w:r>
      <w:bookmarkStart w:id="0" w:name="MTBlankEqn"/>
      <w:r w:rsidR="000F3FC5" w:rsidRPr="00B11A4E">
        <w:rPr>
          <w:noProof/>
          <w:position w:val="-10"/>
        </w:rPr>
        <w:object w:dxaOrig="260" w:dyaOrig="300" w14:anchorId="032FE0BB">
          <v:shape id="_x0000_i1033" type="#_x0000_t75" alt="" style="width:12.85pt;height:14.8pt;mso-width-percent:0;mso-height-percent:0;mso-width-percent:0;mso-height-percent:0" o:ole="">
            <v:imagedata r:id="rId10" o:title=""/>
          </v:shape>
          <o:OLEObject Type="Embed" ProgID="Equation.DSMT4" ShapeID="_x0000_i1033" DrawAspect="Content" ObjectID="_1726651456" r:id="rId11"/>
        </w:object>
      </w:r>
      <w:bookmarkEnd w:id="0"/>
      <w:r>
        <w:t xml:space="preserve"> and mass difference </w:t>
      </w:r>
      <w:r>
        <w:br/>
      </w:r>
      <w:r>
        <w:rPr>
          <w:rStyle w:val="Character-Italic"/>
        </w:rPr>
        <w:t>m</w:t>
      </w:r>
      <w:r>
        <w:rPr>
          <w:rStyle w:val="Character-Subscript"/>
        </w:rPr>
        <w:t>2 </w:t>
      </w:r>
      <w:r>
        <w:rPr>
          <w:rStyle w:val="Character-Regular"/>
        </w:rPr>
        <w:t>–</w:t>
      </w:r>
      <w:r>
        <w:rPr>
          <w:rStyle w:val="Character-Subscript"/>
          <w:rFonts w:ascii="Century" w:hAnsi="Century"/>
        </w:rPr>
        <w:t> </w:t>
      </w:r>
      <w:r>
        <w:rPr>
          <w:rStyle w:val="Character-Italic"/>
        </w:rPr>
        <w:t>m</w:t>
      </w:r>
      <w:r>
        <w:rPr>
          <w:rStyle w:val="Character-Subscript"/>
        </w:rPr>
        <w:t>1</w:t>
      </w:r>
      <w:r>
        <w:t xml:space="preserve"> by completing this proportionality statement: </w:t>
      </w:r>
    </w:p>
    <w:p w14:paraId="0E74FB68" w14:textId="77777777" w:rsidR="00C1285C" w:rsidRDefault="00C1285C" w:rsidP="00C1285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060"/>
      </w:tblGrid>
      <w:tr w:rsidR="00C1285C" w:rsidRPr="00124E4A" w14:paraId="60C7D72C" w14:textId="77777777" w:rsidTr="00FC5DEC">
        <w:trPr>
          <w:cantSplit/>
        </w:trPr>
        <w:tc>
          <w:tcPr>
            <w:tcW w:w="630" w:type="dxa"/>
          </w:tcPr>
          <w:p w14:paraId="38DD8AD7" w14:textId="366CF1F5" w:rsidR="00C1285C" w:rsidRPr="005071CF" w:rsidRDefault="000F3FC5" w:rsidP="00FC5DEC">
            <w:pPr>
              <w:pStyle w:val="BodyText"/>
            </w:pPr>
            <w:r w:rsidRPr="00B11A4E">
              <w:rPr>
                <w:noProof/>
                <w:position w:val="-10"/>
              </w:rPr>
              <w:object w:dxaOrig="480" w:dyaOrig="300" w14:anchorId="2D89DC40">
                <v:shape id="_x0000_i1032" type="#_x0000_t75" alt="" style="width:23.8pt;height:14.8pt;mso-width-percent:0;mso-height-percent:0;mso-width-percent:0;mso-height-percent:0" o:ole="">
                  <v:imagedata r:id="rId12" o:title=""/>
                </v:shape>
                <o:OLEObject Type="Embed" ProgID="Equation.DSMT4" ShapeID="_x0000_i1032" DrawAspect="Content" ObjectID="_1726651457" r:id="rId13"/>
              </w:object>
            </w:r>
            <w:r w:rsidR="00C1285C">
              <w:t xml:space="preserve"> </w:t>
            </w:r>
          </w:p>
        </w:tc>
        <w:tc>
          <w:tcPr>
            <w:tcW w:w="2790" w:type="dxa"/>
            <w:tcBorders>
              <w:bottom w:val="single" w:sz="4" w:space="0" w:color="auto"/>
            </w:tcBorders>
            <w:vAlign w:val="bottom"/>
          </w:tcPr>
          <w:p w14:paraId="26242D94" w14:textId="77777777" w:rsidR="00C1285C" w:rsidRPr="007E5076" w:rsidRDefault="00C1285C" w:rsidP="00FC5DEC">
            <w:pPr>
              <w:pStyle w:val="AnswerIndent"/>
              <w:rPr>
                <w:rFonts w:ascii="Century Schoolbook" w:hAnsi="Century Schoolbook"/>
                <w:vertAlign w:val="subscript"/>
              </w:rPr>
            </w:pPr>
          </w:p>
        </w:tc>
        <w:tc>
          <w:tcPr>
            <w:tcW w:w="3060" w:type="dxa"/>
            <w:vAlign w:val="bottom"/>
          </w:tcPr>
          <w:p w14:paraId="54F54794" w14:textId="77777777" w:rsidR="00C1285C" w:rsidRDefault="00C1285C" w:rsidP="00FC5DEC">
            <w:pPr>
              <w:pStyle w:val="BodyTextCentered"/>
              <w:rPr>
                <w:color w:val="000000"/>
              </w:rPr>
            </w:pPr>
            <w:r>
              <w:t>(total mass held constant)</w:t>
            </w:r>
          </w:p>
        </w:tc>
      </w:tr>
    </w:tbl>
    <w:p w14:paraId="6D96AE17" w14:textId="77777777" w:rsidR="00C1285C" w:rsidRDefault="00C1285C" w:rsidP="00C1285C">
      <w:pPr>
        <w:pStyle w:val="StepQuestion"/>
        <w:keepNext/>
        <w:suppressAutoHyphens/>
      </w:pPr>
      <w:r>
        <w:t>4</w:t>
      </w:r>
      <w:r w:rsidRPr="00D105D7">
        <w:t>.</w:t>
      </w:r>
      <w:r w:rsidRPr="00D105D7">
        <w:tab/>
      </w:r>
      <w:r>
        <w:t>How did changing the sum of the two hanging masses affect the acceleration of the Atwood’s machine?</w:t>
      </w:r>
    </w:p>
    <w:p w14:paraId="48A192E7" w14:textId="77777777" w:rsidR="00C1285C" w:rsidRDefault="00C1285C" w:rsidP="00C1285C">
      <w:pPr>
        <w:pStyle w:val="SVAnswerLine"/>
        <w:keepNext/>
      </w:pPr>
      <w:r>
        <w:tab/>
      </w:r>
    </w:p>
    <w:p w14:paraId="798D8D25" w14:textId="77777777" w:rsidR="00C1285C" w:rsidRDefault="00C1285C" w:rsidP="00C1285C">
      <w:pPr>
        <w:pStyle w:val="SVAnswerLine"/>
        <w:keepNext/>
      </w:pPr>
      <w:r>
        <w:tab/>
      </w:r>
    </w:p>
    <w:p w14:paraId="466CAD7E" w14:textId="77777777" w:rsidR="00C1285C" w:rsidRDefault="00C1285C" w:rsidP="00C1285C">
      <w:pPr>
        <w:pStyle w:val="SVAnswerLine"/>
      </w:pPr>
      <w:r>
        <w:tab/>
      </w:r>
    </w:p>
    <w:p w14:paraId="524887B9" w14:textId="1A9D7971" w:rsidR="00C1285C" w:rsidRDefault="00C1285C" w:rsidP="00C1285C">
      <w:pPr>
        <w:pStyle w:val="StepQuestion"/>
        <w:keepNext/>
        <w:suppressAutoHyphens/>
      </w:pPr>
      <w:r>
        <w:t>5.</w:t>
      </w:r>
      <w:r>
        <w:tab/>
        <w:t xml:space="preserve">Based on your data, express the relationship between the acceleration </w:t>
      </w:r>
      <w:r w:rsidR="000F3FC5" w:rsidRPr="00B11A4E">
        <w:rPr>
          <w:noProof/>
          <w:position w:val="-10"/>
        </w:rPr>
        <w:object w:dxaOrig="260" w:dyaOrig="300" w14:anchorId="2FF1E154">
          <v:shape id="_x0000_i1031" type="#_x0000_t75" alt="" style="width:12.85pt;height:14.8pt;mso-width-percent:0;mso-height-percent:0;mso-width-percent:0;mso-height-percent:0" o:ole="">
            <v:imagedata r:id="rId14" o:title=""/>
          </v:shape>
          <o:OLEObject Type="Embed" ProgID="Equation.DSMT4" ShapeID="_x0000_i1031" DrawAspect="Content" ObjectID="_1726651458" r:id="rId15"/>
        </w:object>
      </w:r>
      <w:r>
        <w:t xml:space="preserve"> and total mass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by completing this proportionality statement:</w:t>
      </w:r>
    </w:p>
    <w:p w14:paraId="438BB2F3" w14:textId="77777777" w:rsidR="00C1285C" w:rsidRDefault="00C1285C" w:rsidP="00C1285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gridCol w:w="3420"/>
      </w:tblGrid>
      <w:tr w:rsidR="00C1285C" w:rsidRPr="00124E4A" w14:paraId="12B1E273" w14:textId="77777777" w:rsidTr="00FC5DEC">
        <w:trPr>
          <w:cantSplit/>
        </w:trPr>
        <w:tc>
          <w:tcPr>
            <w:tcW w:w="630" w:type="dxa"/>
          </w:tcPr>
          <w:p w14:paraId="615CFFF3" w14:textId="10019996" w:rsidR="00C1285C" w:rsidRPr="005071CF" w:rsidRDefault="000F3FC5" w:rsidP="00FC5DEC">
            <w:pPr>
              <w:pStyle w:val="BodyText"/>
            </w:pPr>
            <w:r w:rsidRPr="00B11A4E">
              <w:rPr>
                <w:noProof/>
                <w:position w:val="-10"/>
              </w:rPr>
              <w:object w:dxaOrig="480" w:dyaOrig="300" w14:anchorId="676A2B1A">
                <v:shape id="_x0000_i1030" type="#_x0000_t75" alt="" style="width:23.8pt;height:14.8pt;mso-width-percent:0;mso-height-percent:0;mso-width-percent:0;mso-height-percent:0" o:ole="">
                  <v:imagedata r:id="rId16" o:title=""/>
                </v:shape>
                <o:OLEObject Type="Embed" ProgID="Equation.DSMT4" ShapeID="_x0000_i1030" DrawAspect="Content" ObjectID="_1726651459" r:id="rId17"/>
              </w:object>
            </w:r>
            <w:r w:rsidR="00C1285C">
              <w:t xml:space="preserve"> </w:t>
            </w:r>
          </w:p>
        </w:tc>
        <w:tc>
          <w:tcPr>
            <w:tcW w:w="2790" w:type="dxa"/>
            <w:tcBorders>
              <w:bottom w:val="single" w:sz="4" w:space="0" w:color="auto"/>
            </w:tcBorders>
            <w:vAlign w:val="bottom"/>
          </w:tcPr>
          <w:p w14:paraId="47D3E7CA" w14:textId="77777777" w:rsidR="00C1285C" w:rsidRPr="007E5076" w:rsidRDefault="00C1285C" w:rsidP="00FC5DEC">
            <w:pPr>
              <w:pStyle w:val="AnswerIndent"/>
              <w:rPr>
                <w:rFonts w:ascii="Century Schoolbook" w:hAnsi="Century Schoolbook"/>
                <w:vertAlign w:val="subscript"/>
              </w:rPr>
            </w:pPr>
          </w:p>
        </w:tc>
        <w:tc>
          <w:tcPr>
            <w:tcW w:w="3420" w:type="dxa"/>
            <w:vAlign w:val="bottom"/>
          </w:tcPr>
          <w:p w14:paraId="27701A68" w14:textId="77777777" w:rsidR="00C1285C" w:rsidRPr="005071CF" w:rsidRDefault="00C1285C" w:rsidP="00FC5DEC">
            <w:pPr>
              <w:pStyle w:val="BodyTextCentered"/>
            </w:pPr>
            <w:r>
              <w:t>(mass difference held constant)</w:t>
            </w:r>
          </w:p>
        </w:tc>
      </w:tr>
    </w:tbl>
    <w:p w14:paraId="4D490103" w14:textId="77770177" w:rsidR="00C1285C" w:rsidRDefault="00C1285C" w:rsidP="00C1285C">
      <w:pPr>
        <w:pStyle w:val="StepQuestion"/>
        <w:keepNext/>
        <w:suppressAutoHyphens/>
      </w:pPr>
      <w:r>
        <w:t>6.</w:t>
      </w:r>
      <w:r>
        <w:tab/>
        <w:t xml:space="preserve">Combine the two relationships above into a single proportionality expressing the relationship between the Atwood’s machine’s acceleration </w:t>
      </w:r>
      <w:r w:rsidR="000F3FC5" w:rsidRPr="00B11A4E">
        <w:rPr>
          <w:noProof/>
          <w:position w:val="-10"/>
        </w:rPr>
        <w:object w:dxaOrig="260" w:dyaOrig="300" w14:anchorId="3856F1BE">
          <v:shape id="_x0000_i1029" type="#_x0000_t75" alt="" style="width:12.85pt;height:14.8pt;mso-width-percent:0;mso-height-percent:0;mso-width-percent:0;mso-height-percent:0" o:ole="">
            <v:imagedata r:id="rId18" o:title=""/>
          </v:shape>
          <o:OLEObject Type="Embed" ProgID="Equation.DSMT4" ShapeID="_x0000_i1029" DrawAspect="Content" ObjectID="_1726651460" r:id="rId19"/>
        </w:object>
      </w:r>
      <w:r>
        <w:t xml:space="preserve"> the mass difference </w:t>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 xml:space="preserve"> and the total mass </w:t>
      </w:r>
      <w:r>
        <w:br/>
      </w:r>
      <w:r>
        <w:rPr>
          <w:rStyle w:val="Character-Italic"/>
        </w:rPr>
        <w:t>m</w:t>
      </w:r>
      <w:r>
        <w:rPr>
          <w:rStyle w:val="Character-Subscript"/>
        </w:rPr>
        <w:t xml:space="preserve">2 </w:t>
      </w:r>
      <w:r>
        <w:rPr>
          <w:rStyle w:val="Character-Regular"/>
        </w:rPr>
        <w:t>+</w:t>
      </w:r>
      <w:r>
        <w:rPr>
          <w:rStyle w:val="Character-Subscript"/>
          <w:rFonts w:ascii="Century" w:hAnsi="Century"/>
        </w:rPr>
        <w:t xml:space="preserve"> </w:t>
      </w:r>
      <w:r>
        <w:rPr>
          <w:rStyle w:val="Character-Italic"/>
        </w:rPr>
        <w:t>m</w:t>
      </w:r>
      <w:r>
        <w:rPr>
          <w:rStyle w:val="Character-Subscript"/>
        </w:rPr>
        <w:t>1</w:t>
      </w:r>
      <w:r>
        <w:t>:</w:t>
      </w:r>
    </w:p>
    <w:p w14:paraId="04B8A284" w14:textId="77777777" w:rsidR="00C1285C" w:rsidRDefault="00C1285C" w:rsidP="00C1285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630"/>
        <w:gridCol w:w="2790"/>
      </w:tblGrid>
      <w:tr w:rsidR="00C1285C" w:rsidRPr="00124E4A" w14:paraId="2331792D" w14:textId="77777777" w:rsidTr="00FC5DEC">
        <w:trPr>
          <w:cantSplit/>
        </w:trPr>
        <w:tc>
          <w:tcPr>
            <w:tcW w:w="630" w:type="dxa"/>
          </w:tcPr>
          <w:p w14:paraId="3A3F4DF0" w14:textId="1F7C43BF" w:rsidR="00C1285C" w:rsidRPr="005071CF" w:rsidRDefault="000F3FC5" w:rsidP="00FC5DEC">
            <w:pPr>
              <w:pStyle w:val="BodyText"/>
            </w:pPr>
            <w:r w:rsidRPr="00B11A4E">
              <w:rPr>
                <w:noProof/>
                <w:position w:val="-10"/>
              </w:rPr>
              <w:object w:dxaOrig="480" w:dyaOrig="300" w14:anchorId="7EAD7078">
                <v:shape id="_x0000_i1028" type="#_x0000_t75" alt="" style="width:23.8pt;height:14.8pt;mso-width-percent:0;mso-height-percent:0;mso-width-percent:0;mso-height-percent:0" o:ole="">
                  <v:imagedata r:id="rId20" o:title=""/>
                </v:shape>
                <o:OLEObject Type="Embed" ProgID="Equation.DSMT4" ShapeID="_x0000_i1028" DrawAspect="Content" ObjectID="_1726651461" r:id="rId21"/>
              </w:object>
            </w:r>
            <w:r w:rsidR="00C1285C">
              <w:t xml:space="preserve"> </w:t>
            </w:r>
          </w:p>
        </w:tc>
        <w:tc>
          <w:tcPr>
            <w:tcW w:w="2790" w:type="dxa"/>
            <w:tcBorders>
              <w:bottom w:val="single" w:sz="4" w:space="0" w:color="auto"/>
            </w:tcBorders>
            <w:vAlign w:val="bottom"/>
          </w:tcPr>
          <w:p w14:paraId="299DBB91" w14:textId="77777777" w:rsidR="00C1285C" w:rsidRPr="007E5076" w:rsidRDefault="00C1285C" w:rsidP="00FC5DEC">
            <w:pPr>
              <w:pStyle w:val="AnswerIndent"/>
              <w:rPr>
                <w:rFonts w:ascii="Century Schoolbook" w:hAnsi="Century Schoolbook"/>
                <w:vertAlign w:val="subscript"/>
              </w:rPr>
            </w:pPr>
          </w:p>
        </w:tc>
      </w:tr>
    </w:tbl>
    <w:p w14:paraId="3C028279" w14:textId="77777777" w:rsidR="00C1285C" w:rsidRDefault="00C1285C" w:rsidP="00C1285C">
      <w:pPr>
        <w:pStyle w:val="StepQuestion"/>
        <w:keepNext/>
        <w:suppressAutoHyphens/>
      </w:pPr>
      <w:r>
        <w:t>7.</w:t>
      </w:r>
      <w:r>
        <w:tab/>
        <w:t xml:space="preserve">Convert the proportionality statement above into an equation by introducing a proportionality constant </w:t>
      </w:r>
      <w:r>
        <w:rPr>
          <w:rStyle w:val="Character-Italic"/>
        </w:rPr>
        <w:t>k</w:t>
      </w:r>
      <w:r>
        <w:t>:</w:t>
      </w:r>
    </w:p>
    <w:p w14:paraId="47542E9A" w14:textId="77777777" w:rsidR="00C1285C" w:rsidRDefault="00C1285C" w:rsidP="00C1285C">
      <w:pPr>
        <w:pStyle w:val="BodySpace"/>
      </w:pPr>
    </w:p>
    <w:tbl>
      <w:tblPr>
        <w:tblW w:w="0" w:type="auto"/>
        <w:tblInd w:w="360" w:type="dxa"/>
        <w:tblLayout w:type="fixed"/>
        <w:tblCellMar>
          <w:left w:w="0" w:type="dxa"/>
          <w:right w:w="115" w:type="dxa"/>
        </w:tblCellMar>
        <w:tblLook w:val="04A0" w:firstRow="1" w:lastRow="0" w:firstColumn="1" w:lastColumn="0" w:noHBand="0" w:noVBand="1"/>
      </w:tblPr>
      <w:tblGrid>
        <w:gridCol w:w="720"/>
        <w:gridCol w:w="2700"/>
      </w:tblGrid>
      <w:tr w:rsidR="00C1285C" w:rsidRPr="00124E4A" w14:paraId="2F5F951F" w14:textId="77777777" w:rsidTr="00FC5DEC">
        <w:trPr>
          <w:cantSplit/>
        </w:trPr>
        <w:tc>
          <w:tcPr>
            <w:tcW w:w="720" w:type="dxa"/>
            <w:vAlign w:val="bottom"/>
          </w:tcPr>
          <w:p w14:paraId="038CB133" w14:textId="38B65CE6" w:rsidR="00C1285C" w:rsidRPr="005071CF" w:rsidRDefault="000F3FC5" w:rsidP="00FC5DEC">
            <w:pPr>
              <w:pStyle w:val="BodyText"/>
            </w:pPr>
            <w:r w:rsidRPr="00B11A4E">
              <w:rPr>
                <w:noProof/>
                <w:position w:val="-10"/>
              </w:rPr>
              <w:object w:dxaOrig="460" w:dyaOrig="300" w14:anchorId="4A562B5E">
                <v:shape id="_x0000_i1027" type="#_x0000_t75" alt="" style="width:23.15pt;height:14.8pt;mso-width-percent:0;mso-height-percent:0;mso-width-percent:0;mso-height-percent:0" o:ole="">
                  <v:imagedata r:id="rId22" o:title=""/>
                </v:shape>
                <o:OLEObject Type="Embed" ProgID="Equation.DSMT4" ShapeID="_x0000_i1027" DrawAspect="Content" ObjectID="_1726651462" r:id="rId23"/>
              </w:object>
            </w:r>
            <w:r w:rsidR="00C1285C">
              <w:t xml:space="preserve"> </w:t>
            </w:r>
          </w:p>
        </w:tc>
        <w:tc>
          <w:tcPr>
            <w:tcW w:w="2700" w:type="dxa"/>
            <w:tcBorders>
              <w:bottom w:val="single" w:sz="4" w:space="0" w:color="auto"/>
            </w:tcBorders>
            <w:vAlign w:val="bottom"/>
          </w:tcPr>
          <w:p w14:paraId="4776B08B" w14:textId="77777777" w:rsidR="00C1285C" w:rsidRPr="005071CF" w:rsidRDefault="00C1285C" w:rsidP="00FC5DEC">
            <w:pPr>
              <w:pStyle w:val="AnswerIndent"/>
            </w:pPr>
          </w:p>
        </w:tc>
      </w:tr>
    </w:tbl>
    <w:p w14:paraId="692728B2" w14:textId="07601319" w:rsidR="00C1285C" w:rsidRDefault="00C1285C" w:rsidP="001E4739">
      <w:pPr>
        <w:pStyle w:val="StepQuestion"/>
        <w:keepNext/>
        <w:suppressAutoHyphens/>
      </w:pPr>
      <w:r>
        <w:rPr>
          <w:noProof/>
        </w:rPr>
        <w:drawing>
          <wp:anchor distT="0" distB="0" distL="114300" distR="114300" simplePos="0" relativeHeight="251659264" behindDoc="0" locked="0" layoutInCell="1" allowOverlap="1" wp14:anchorId="42D20201" wp14:editId="1B37BCD3">
            <wp:simplePos x="0" y="0"/>
            <wp:positionH relativeFrom="column">
              <wp:align>right</wp:align>
            </wp:positionH>
            <wp:positionV relativeFrom="paragraph">
              <wp:posOffset>118745</wp:posOffset>
            </wp:positionV>
            <wp:extent cx="1618488" cy="3118104"/>
            <wp:effectExtent l="0" t="0" r="127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1618488" cy="3118104"/>
                    </a:xfrm>
                    <a:prstGeom prst="rect">
                      <a:avLst/>
                    </a:prstGeom>
                    <a:noFill/>
                  </pic:spPr>
                </pic:pic>
              </a:graphicData>
            </a:graphic>
            <wp14:sizeRelH relativeFrom="margin">
              <wp14:pctWidth>0</wp14:pctWidth>
            </wp14:sizeRelH>
            <wp14:sizeRelV relativeFrom="margin">
              <wp14:pctHeight>0</wp14:pctHeight>
            </wp14:sizeRelV>
          </wp:anchor>
        </w:drawing>
      </w:r>
      <w:r w:rsidR="001E4739">
        <w:t>8</w:t>
      </w:r>
      <w:r>
        <w:t>.</w:t>
      </w:r>
      <w:r>
        <w:tab/>
        <w:t xml:space="preserve">Consider this free-body diagram of an Atwood’s machine. Assume that the masses of the string and pulley are negligible. The analysis can be simplified if the system is defined to consist of the two masses linked together, as indicated by the dashed line. This allows you to disregard the string tension as an internal force and consider only the two forces </w:t>
      </w:r>
      <w:r>
        <w:rPr>
          <w:rStyle w:val="Character-Italic"/>
        </w:rPr>
        <w:t>m</w:t>
      </w:r>
      <w:r>
        <w:rPr>
          <w:rStyle w:val="Character-Subscript"/>
        </w:rPr>
        <w:t>1</w:t>
      </w:r>
      <w:r>
        <w:rPr>
          <w:rStyle w:val="Character-Italic"/>
        </w:rPr>
        <w:t>g</w:t>
      </w:r>
      <w:r>
        <w:t xml:space="preserve"> and </w:t>
      </w:r>
      <w:r>
        <w:rPr>
          <w:rStyle w:val="Character-Italic"/>
        </w:rPr>
        <w:t>m</w:t>
      </w:r>
      <w:r>
        <w:rPr>
          <w:rStyle w:val="Character-Subscript"/>
        </w:rPr>
        <w:t>2</w:t>
      </w:r>
      <w:r>
        <w:rPr>
          <w:rStyle w:val="Character-Italic"/>
        </w:rPr>
        <w:t>g</w:t>
      </w:r>
      <w:r>
        <w:t xml:space="preserve"> acting on the system. You can also consider the system to be moving in one dimension, with </w:t>
      </w:r>
      <w:r>
        <w:rPr>
          <w:rStyle w:val="Character-Italic"/>
        </w:rPr>
        <w:t>positive</w:t>
      </w:r>
      <w:r>
        <w:t xml:space="preserve"> defined in the direction of </w:t>
      </w:r>
      <w:r>
        <w:rPr>
          <w:rStyle w:val="Character-Italic"/>
        </w:rPr>
        <w:t>m</w:t>
      </w:r>
      <w:r>
        <w:rPr>
          <w:rStyle w:val="Character-Subscript"/>
        </w:rPr>
        <w:t>1</w:t>
      </w:r>
      <w:r>
        <w:t xml:space="preserve"> ascending and </w:t>
      </w:r>
      <w:r>
        <w:rPr>
          <w:rStyle w:val="Character-Italic"/>
        </w:rPr>
        <w:t>m</w:t>
      </w:r>
      <w:r>
        <w:rPr>
          <w:rStyle w:val="Character-Subscript"/>
        </w:rPr>
        <w:t>2</w:t>
      </w:r>
      <w:r>
        <w:t xml:space="preserve"> descending, as indicated. </w:t>
      </w:r>
    </w:p>
    <w:p w14:paraId="1E512E5A" w14:textId="11642360" w:rsidR="00C1285C" w:rsidRPr="00EC687C" w:rsidRDefault="00C1285C" w:rsidP="00EC687C">
      <w:pPr>
        <w:pStyle w:val="StepIndent"/>
      </w:pPr>
      <w:r w:rsidRPr="00EC687C">
        <w:t xml:space="preserve">Apply Newton’s Second Law, </w:t>
      </w:r>
      <w:r w:rsidR="000F3FC5" w:rsidRPr="00B11A4E">
        <w:rPr>
          <w:noProof/>
          <w:position w:val="-22"/>
        </w:rPr>
        <w:object w:dxaOrig="800" w:dyaOrig="600" w14:anchorId="52FBBC62">
          <v:shape id="_x0000_i1026" type="#_x0000_t75" alt="" style="width:39.85pt;height:30.2pt;mso-width-percent:0;mso-height-percent:0;mso-width-percent:0;mso-height-percent:0" o:ole="">
            <v:imagedata r:id="rId25" o:title=""/>
          </v:shape>
          <o:OLEObject Type="Embed" ProgID="Equation.DSMT4" ShapeID="_x0000_i1026" DrawAspect="Content" ObjectID="_1726651463" r:id="rId26"/>
        </w:object>
      </w:r>
      <w:r w:rsidRPr="00EC687C">
        <w:t xml:space="preserve"> , to derive an expression for the acceleration </w:t>
      </w:r>
      <w:r w:rsidR="000F3FC5" w:rsidRPr="00B11A4E">
        <w:rPr>
          <w:noProof/>
          <w:position w:val="-10"/>
        </w:rPr>
        <w:object w:dxaOrig="260" w:dyaOrig="300" w14:anchorId="2BCBC1D6">
          <v:shape id="_x0000_i1025" type="#_x0000_t75" alt="" style="width:12.85pt;height:14.8pt;mso-width-percent:0;mso-height-percent:0;mso-width-percent:0;mso-height-percent:0" o:ole="">
            <v:imagedata r:id="rId27" o:title=""/>
          </v:shape>
          <o:OLEObject Type="Embed" ProgID="Equation.DSMT4" ShapeID="_x0000_i1025" DrawAspect="Content" ObjectID="_1726651464" r:id="rId28"/>
        </w:object>
      </w:r>
      <w:r w:rsidRPr="00EC687C">
        <w:t xml:space="preserve"> of the system in terms of the masses </w:t>
      </w:r>
      <w:r w:rsidRPr="00EC687C">
        <w:rPr>
          <w:rStyle w:val="Character-Italic"/>
        </w:rPr>
        <w:t>m</w:t>
      </w:r>
      <w:r w:rsidRPr="00EC687C">
        <w:rPr>
          <w:rStyle w:val="Character-Subscript"/>
        </w:rPr>
        <w:t>1</w:t>
      </w:r>
      <w:r w:rsidRPr="00EC687C">
        <w:t xml:space="preserve"> and </w:t>
      </w:r>
      <w:r w:rsidRPr="00EC687C">
        <w:rPr>
          <w:rStyle w:val="Character-Italic"/>
        </w:rPr>
        <w:t>m</w:t>
      </w:r>
      <w:r w:rsidRPr="00EC687C">
        <w:rPr>
          <w:rStyle w:val="Character-Subscript"/>
        </w:rPr>
        <w:t>2</w:t>
      </w:r>
      <w:r w:rsidRPr="00EC687C">
        <w:t>.</w:t>
      </w:r>
    </w:p>
    <w:p w14:paraId="2B6BE593" w14:textId="77777777" w:rsidR="00C1285C" w:rsidRDefault="00C1285C" w:rsidP="00304E45">
      <w:pPr>
        <w:pStyle w:val="SVAnswerWorkspace"/>
      </w:pPr>
    </w:p>
    <w:p w14:paraId="3B1B724C" w14:textId="6B8CC84D" w:rsidR="00C1285C" w:rsidRDefault="001E4739" w:rsidP="00C1285C">
      <w:pPr>
        <w:pStyle w:val="StepQuestion"/>
        <w:keepNext/>
        <w:suppressAutoHyphens/>
      </w:pPr>
      <w:r>
        <w:lastRenderedPageBreak/>
        <w:t>9</w:t>
      </w:r>
      <w:r w:rsidR="00C1285C" w:rsidRPr="00D105D7">
        <w:t>.</w:t>
      </w:r>
      <w:r w:rsidR="00C1285C" w:rsidRPr="00D105D7">
        <w:tab/>
      </w:r>
      <w:r w:rsidR="00C1285C">
        <w:t>How does the expression for acceleration that you determined from your data analysis compare to the equation derived above from Newton’s Second Law? Justify your answer.</w:t>
      </w:r>
    </w:p>
    <w:p w14:paraId="26FC98D7" w14:textId="77777777" w:rsidR="00C1285C" w:rsidRDefault="00C1285C" w:rsidP="00C1285C">
      <w:pPr>
        <w:pStyle w:val="SVAnswerLine"/>
        <w:keepNext/>
      </w:pPr>
      <w:r>
        <w:tab/>
      </w:r>
    </w:p>
    <w:p w14:paraId="438031AB" w14:textId="77777777" w:rsidR="00C1285C" w:rsidRDefault="00C1285C" w:rsidP="00C1285C">
      <w:pPr>
        <w:pStyle w:val="SVAnswerLine"/>
        <w:keepNext/>
      </w:pPr>
      <w:r>
        <w:tab/>
      </w:r>
    </w:p>
    <w:p w14:paraId="27FE447D" w14:textId="77777777" w:rsidR="00C1285C" w:rsidRDefault="00C1285C" w:rsidP="00C1285C">
      <w:pPr>
        <w:pStyle w:val="SVAnswerLine"/>
        <w:keepNext/>
      </w:pPr>
      <w:r>
        <w:tab/>
      </w:r>
    </w:p>
    <w:p w14:paraId="6096414E" w14:textId="77777777" w:rsidR="00C1285C" w:rsidRDefault="00C1285C" w:rsidP="00C1285C">
      <w:pPr>
        <w:pStyle w:val="SVAnswerLine"/>
        <w:keepNext/>
      </w:pPr>
      <w:r>
        <w:tab/>
      </w:r>
    </w:p>
    <w:p w14:paraId="7F543BA0" w14:textId="77777777" w:rsidR="00C1285C" w:rsidRDefault="00C1285C" w:rsidP="00C1285C">
      <w:pPr>
        <w:pStyle w:val="SVAnswerLine"/>
        <w:keepNext/>
      </w:pPr>
      <w:r>
        <w:tab/>
      </w:r>
    </w:p>
    <w:p w14:paraId="5D8077B6" w14:textId="77777777" w:rsidR="00C1285C" w:rsidRPr="00AE4A95" w:rsidRDefault="00C1285C" w:rsidP="00C1285C">
      <w:pPr>
        <w:pStyle w:val="SVAnswerLine"/>
      </w:pPr>
      <w:r>
        <w:tab/>
      </w:r>
    </w:p>
    <w:p w14:paraId="247D746F" w14:textId="77777777" w:rsidR="00C1285C" w:rsidRDefault="00C1285C" w:rsidP="001E4739">
      <w:pPr>
        <w:pStyle w:val="SectionHead"/>
      </w:pPr>
      <w:r>
        <w:t>Synthesis Questions</w:t>
      </w:r>
    </w:p>
    <w:p w14:paraId="7BE88EB4" w14:textId="77777777" w:rsidR="00C1285C" w:rsidRDefault="00C1285C" w:rsidP="00C1285C">
      <w:pPr>
        <w:pStyle w:val="StepQuestion"/>
        <w:keepNext/>
        <w:suppressAutoHyphens/>
      </w:pPr>
      <w:r>
        <w:t>1.</w:t>
      </w:r>
      <w:r>
        <w:tab/>
        <w:t xml:space="preserve">One way to check whether a derived relationship is reasonable is to consider whether it behaves as expected in extreme or </w:t>
      </w:r>
      <w:r>
        <w:rPr>
          <w:rStyle w:val="Character-Italic"/>
        </w:rPr>
        <w:t>limiting</w:t>
      </w:r>
      <w:r>
        <w:t xml:space="preserve"> cases.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two masses are equal. Explain your reasoning.</w:t>
      </w:r>
    </w:p>
    <w:p w14:paraId="23B77B11" w14:textId="77777777" w:rsidR="00C1285C" w:rsidRDefault="00C1285C" w:rsidP="00C1285C">
      <w:pPr>
        <w:pStyle w:val="SVAnswerWorkspace"/>
        <w:keepNext/>
      </w:pPr>
    </w:p>
    <w:p w14:paraId="50F8EF66" w14:textId="77777777" w:rsidR="00C1285C" w:rsidRDefault="00C1285C" w:rsidP="00C1285C">
      <w:pPr>
        <w:pStyle w:val="SVAnswerLine"/>
        <w:keepNext/>
      </w:pPr>
      <w:r w:rsidRPr="00CD4054">
        <w:tab/>
      </w:r>
    </w:p>
    <w:p w14:paraId="79050D0B" w14:textId="77777777" w:rsidR="00C1285C" w:rsidRDefault="00C1285C" w:rsidP="00C1285C">
      <w:pPr>
        <w:pStyle w:val="SVAnswerLine"/>
      </w:pPr>
      <w:r w:rsidRPr="00CD4054">
        <w:tab/>
      </w:r>
    </w:p>
    <w:p w14:paraId="51D25BE7" w14:textId="77777777" w:rsidR="00C1285C" w:rsidRDefault="00C1285C" w:rsidP="00C1285C">
      <w:pPr>
        <w:pStyle w:val="StepQuestion"/>
        <w:keepNext/>
        <w:suppressAutoHyphens/>
      </w:pPr>
      <w:r>
        <w:t>2.</w:t>
      </w:r>
      <w:r>
        <w:tab/>
        <w:t xml:space="preserve">Similarly, determine whether the relationship you derived between the acceleration </w:t>
      </w:r>
      <w:r>
        <w:rPr>
          <w:rStyle w:val="Character-Italic"/>
        </w:rPr>
        <w:t>a</w:t>
      </w:r>
      <w:r>
        <w:t xml:space="preserve"> of an Atwood’s machine and its two hanging masses </w:t>
      </w:r>
      <w:r>
        <w:rPr>
          <w:rStyle w:val="Character-Italic"/>
        </w:rPr>
        <w:t>m</w:t>
      </w:r>
      <w:r>
        <w:rPr>
          <w:rStyle w:val="Character-Subscript"/>
        </w:rPr>
        <w:t>2</w:t>
      </w:r>
      <w:r>
        <w:t xml:space="preserve"> and </w:t>
      </w:r>
      <w:r>
        <w:rPr>
          <w:rStyle w:val="Character-Italic"/>
        </w:rPr>
        <w:t>m</w:t>
      </w:r>
      <w:r>
        <w:rPr>
          <w:rStyle w:val="Character-Subscript"/>
        </w:rPr>
        <w:t>1</w:t>
      </w:r>
      <w:r>
        <w:t xml:space="preserve"> reduces to a reasonable form when the mass </w:t>
      </w:r>
      <w:r>
        <w:rPr>
          <w:rStyle w:val="Character-Italic"/>
        </w:rPr>
        <w:t>m</w:t>
      </w:r>
      <w:r>
        <w:rPr>
          <w:rStyle w:val="Character-Subscript"/>
        </w:rPr>
        <w:t>2</w:t>
      </w:r>
      <w:r>
        <w:t xml:space="preserve"> is much greater than </w:t>
      </w:r>
      <w:r>
        <w:rPr>
          <w:rStyle w:val="Character-Italic"/>
        </w:rPr>
        <w:t>m</w:t>
      </w:r>
      <w:r>
        <w:rPr>
          <w:rStyle w:val="Character-Subscript"/>
        </w:rPr>
        <w:t>1</w:t>
      </w:r>
      <w:r>
        <w:t>. Explain your reasoning.</w:t>
      </w:r>
    </w:p>
    <w:p w14:paraId="0E1C7EF8" w14:textId="77777777" w:rsidR="00C1285C" w:rsidRDefault="00C1285C" w:rsidP="00C1285C">
      <w:pPr>
        <w:pStyle w:val="SVAnswerWorkspace"/>
        <w:keepNext/>
        <w:suppressAutoHyphens w:val="0"/>
      </w:pPr>
    </w:p>
    <w:p w14:paraId="763F9F98" w14:textId="77777777" w:rsidR="00C1285C" w:rsidRDefault="00C1285C" w:rsidP="00C1285C">
      <w:pPr>
        <w:pStyle w:val="SVAnswerLine"/>
        <w:keepNext/>
      </w:pPr>
      <w:r w:rsidRPr="00CD4054">
        <w:tab/>
      </w:r>
    </w:p>
    <w:p w14:paraId="01DA9092" w14:textId="77777777" w:rsidR="00C1285C" w:rsidRDefault="00C1285C" w:rsidP="00C1285C">
      <w:pPr>
        <w:pStyle w:val="SVAnswerLine"/>
      </w:pPr>
      <w:r w:rsidRPr="00CD4054">
        <w:tab/>
      </w:r>
    </w:p>
    <w:p w14:paraId="38E8D861" w14:textId="77777777" w:rsidR="00C1285C" w:rsidRPr="008A429E" w:rsidRDefault="00C1285C" w:rsidP="00C1285C">
      <w:pPr>
        <w:pStyle w:val="StepQuestion"/>
        <w:keepNext/>
        <w:suppressAutoHyphens/>
      </w:pPr>
      <w:r>
        <w:t>3</w:t>
      </w:r>
      <w:r w:rsidRPr="008A429E">
        <w:t>.</w:t>
      </w:r>
      <w:r w:rsidRPr="008A429E">
        <w:tab/>
        <w:t xml:space="preserve">A planetary rover </w:t>
      </w:r>
      <w:r>
        <w:t>carries</w:t>
      </w:r>
      <w:r w:rsidRPr="008A429E">
        <w:t xml:space="preserve"> an Atwood’s machine with 100</w:t>
      </w:r>
      <w:r>
        <w:t> </w:t>
      </w:r>
      <w:r w:rsidRPr="008A429E">
        <w:t>g one side and 110</w:t>
      </w:r>
      <w:r>
        <w:t> </w:t>
      </w:r>
      <w:r w:rsidRPr="008A429E">
        <w:t xml:space="preserve">g on the other. If the system’s acceleration </w:t>
      </w:r>
      <w:r>
        <w:t>is</w:t>
      </w:r>
      <w:r w:rsidRPr="008A429E">
        <w:t xml:space="preserve"> measured to be </w:t>
      </w:r>
      <w:r>
        <w:t>0.176 </w:t>
      </w:r>
      <w:r w:rsidRPr="008A429E">
        <w:t>m/s</w:t>
      </w:r>
      <w:r w:rsidRPr="008A429E">
        <w:rPr>
          <w:rStyle w:val="Character-Superscript"/>
        </w:rPr>
        <w:t>2</w:t>
      </w:r>
      <w:r>
        <w:t xml:space="preserve"> on a certain planet,</w:t>
      </w:r>
      <w:r w:rsidRPr="008A429E">
        <w:t xml:space="preserve"> what is the acceleration due to gravity on </w:t>
      </w:r>
      <w:r>
        <w:t>that planet? W</w:t>
      </w:r>
      <w:r w:rsidRPr="008A429E">
        <w:t xml:space="preserve">hich planet </w:t>
      </w:r>
      <w:r>
        <w:t xml:space="preserve">in the solar system </w:t>
      </w:r>
      <w:r w:rsidRPr="008A429E">
        <w:t>is it?</w:t>
      </w:r>
    </w:p>
    <w:p w14:paraId="57C1C294" w14:textId="77777777" w:rsidR="00C1285C" w:rsidRDefault="00C1285C" w:rsidP="00C1285C">
      <w:pPr>
        <w:pStyle w:val="SVAnswerWorkspace"/>
        <w:keepNext/>
        <w:suppressAutoHyphens w:val="0"/>
      </w:pPr>
    </w:p>
    <w:p w14:paraId="3F52813B" w14:textId="77777777" w:rsidR="00C1285C" w:rsidRDefault="00C1285C" w:rsidP="00C1285C">
      <w:pPr>
        <w:pStyle w:val="SVAnswerLine"/>
        <w:keepNext/>
      </w:pPr>
      <w:r w:rsidRPr="00CD4054">
        <w:tab/>
      </w:r>
    </w:p>
    <w:p w14:paraId="5B3489A0" w14:textId="77777777" w:rsidR="00C1285C" w:rsidRDefault="00C1285C" w:rsidP="00C1285C">
      <w:pPr>
        <w:pStyle w:val="SVAnswerLine"/>
      </w:pPr>
      <w:r w:rsidRPr="00CD4054">
        <w:tab/>
      </w:r>
    </w:p>
    <w:p w14:paraId="0990AD20" w14:textId="77777777" w:rsidR="00C1285C" w:rsidRDefault="00C1285C" w:rsidP="00C1285C">
      <w:pPr>
        <w:pStyle w:val="StepQuestion"/>
        <w:keepNext/>
        <w:suppressAutoHyphens/>
      </w:pPr>
      <w:r>
        <w:lastRenderedPageBreak/>
        <w:t>4</w:t>
      </w:r>
      <w:r w:rsidRPr="008A429E">
        <w:t>.</w:t>
      </w:r>
      <w:r w:rsidRPr="008A429E">
        <w:tab/>
      </w:r>
      <w:r>
        <w:t xml:space="preserve">What ratio of masses </w:t>
      </w:r>
      <w:r w:rsidRPr="00873DC4">
        <w:rPr>
          <w:rStyle w:val="Character-Italic"/>
        </w:rPr>
        <w:t>m</w:t>
      </w:r>
      <w:r w:rsidRPr="00873DC4">
        <w:rPr>
          <w:rStyle w:val="Character-Subscript"/>
        </w:rPr>
        <w:t>2</w:t>
      </w:r>
      <w:r>
        <w:t>/</w:t>
      </w:r>
      <w:r w:rsidRPr="00873DC4">
        <w:rPr>
          <w:rStyle w:val="Character-Italic"/>
        </w:rPr>
        <w:t>m</w:t>
      </w:r>
      <w:r w:rsidRPr="00873DC4">
        <w:rPr>
          <w:rStyle w:val="Character-Subscript"/>
        </w:rPr>
        <w:t>1</w:t>
      </w:r>
      <w:r>
        <w:t xml:space="preserve"> would produce an Atwood’s machine whose acceleration is half that of an object in free fall?</w:t>
      </w:r>
    </w:p>
    <w:p w14:paraId="0E4E4A9E" w14:textId="77777777" w:rsidR="00C1285C" w:rsidRDefault="00C1285C" w:rsidP="00C1285C">
      <w:pPr>
        <w:pStyle w:val="SVAnswerWorkspace"/>
      </w:pPr>
    </w:p>
    <w:p w14:paraId="6C914665" w14:textId="77777777" w:rsidR="00C1285C" w:rsidRDefault="00C1285C" w:rsidP="00C1285C">
      <w:pPr>
        <w:pStyle w:val="StepQuestion"/>
        <w:keepLines/>
        <w:suppressAutoHyphens/>
      </w:pPr>
      <w:r>
        <w:t>5.</w:t>
      </w:r>
      <w:r>
        <w:tab/>
        <w:t>Elevators cars have counterweights to reduce the amount of work motors need to do to lift the car. You might idealize an elevator system without its motor as an Atwood’s machine. If a particular elevator’s counterweight mass is 1,000 kg and its elevator car and passengers have a combined mass of 1,200 kg, what acceleration would the passengers experience if the motors and safety braking mechanisms failed? If the elevator car accelerated from rest at a height of 12 m above the ground floor, how long would it take for the car to reach the ground floor? What would be its speed on impact?</w:t>
      </w:r>
    </w:p>
    <w:p w14:paraId="1C4676F9" w14:textId="77777777" w:rsidR="00E0762F" w:rsidRDefault="00E0762F" w:rsidP="00C1285C">
      <w:pPr>
        <w:pStyle w:val="SectionHead"/>
      </w:pPr>
    </w:p>
    <w:sectPr w:rsidR="00E0762F" w:rsidSect="0093312E">
      <w:headerReference w:type="even" r:id="rId29"/>
      <w:headerReference w:type="default" r:id="rId30"/>
      <w:footerReference w:type="even" r:id="rId31"/>
      <w:footerReference w:type="default" r:id="rId32"/>
      <w:headerReference w:type="first" r:id="rId33"/>
      <w:footerReference w:type="first" r:id="rId34"/>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3F90" w14:textId="77777777" w:rsidR="000F3FC5" w:rsidRDefault="000F3FC5" w:rsidP="00B11534">
      <w:pPr>
        <w:pStyle w:val="SectionHead"/>
      </w:pPr>
      <w:r>
        <w:t>References</w:t>
      </w:r>
    </w:p>
    <w:p w14:paraId="55A53713" w14:textId="77777777" w:rsidR="000F3FC5" w:rsidRPr="00B11534" w:rsidRDefault="000F3FC5" w:rsidP="00B11534">
      <w:pPr>
        <w:pStyle w:val="BodySingle"/>
      </w:pPr>
    </w:p>
  </w:endnote>
  <w:endnote w:type="continuationSeparator" w:id="0">
    <w:p w14:paraId="08EC2BEF" w14:textId="77777777" w:rsidR="000F3FC5" w:rsidRDefault="000F3FC5"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C637" w14:textId="5B169F12" w:rsidR="007A5D5A" w:rsidRDefault="007A5D5A" w:rsidP="000326C9">
    <w:pPr>
      <w:pStyle w:val="FooterRuled"/>
      <w:tabs>
        <w:tab w:val="clear" w:pos="8712"/>
      </w:tabs>
    </w:pPr>
    <w:r>
      <w:rPr>
        <w:rStyle w:val="Character-PageNumber"/>
      </w:rPr>
      <w:tab/>
    </w:r>
    <w:r w:rsidR="003D1588" w:rsidRPr="000D446B">
      <w:rPr>
        <w:rStyle w:val="Character-PageNumber"/>
      </w:rPr>
      <w:fldChar w:fldCharType="begin"/>
    </w:r>
    <w:r w:rsidRPr="000D446B">
      <w:rPr>
        <w:rStyle w:val="Character-PageNumber"/>
      </w:rPr>
      <w:instrText xml:space="preserve"> PAGE   \* MERGEFORMAT </w:instrText>
    </w:r>
    <w:r w:rsidR="003D1588" w:rsidRPr="000D446B">
      <w:rPr>
        <w:rStyle w:val="Character-PageNumber"/>
      </w:rPr>
      <w:fldChar w:fldCharType="separate"/>
    </w:r>
    <w:r w:rsidR="00E83D04">
      <w:rPr>
        <w:rStyle w:val="Character-PageNumber"/>
        <w:noProof/>
      </w:rPr>
      <w:t>6</w:t>
    </w:r>
    <w:r w:rsidR="003D1588" w:rsidRPr="000D446B">
      <w:rPr>
        <w:rStyle w:val="Character-PageNumber"/>
      </w:rPr>
      <w:fldChar w:fldCharType="end"/>
    </w:r>
    <w:r w:rsidRPr="00913C18">
      <w:tab/>
    </w:r>
    <w:r>
      <w:t>pasco / ps-</w:t>
    </w:r>
    <w:r w:rsidR="00CB6E14">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6590" w14:textId="7962C8EF" w:rsidR="007A5D5A" w:rsidRPr="00F66AC7" w:rsidRDefault="007A5D5A" w:rsidP="000326C9">
    <w:pPr>
      <w:pStyle w:val="FooterRuled"/>
      <w:tabs>
        <w:tab w:val="clear" w:pos="576"/>
      </w:tabs>
    </w:pPr>
    <w:r>
      <w:tab/>
    </w:r>
    <w:r>
      <w:tab/>
      <w:t>pasco / ps-</w:t>
    </w:r>
    <w:r w:rsidR="00CB6E14">
      <w:t>3812</w:t>
    </w:r>
    <w:r>
      <w:tab/>
    </w:r>
    <w:r w:rsidR="003D1588" w:rsidRPr="000D446B">
      <w:rPr>
        <w:rStyle w:val="Character-PageNumber"/>
      </w:rPr>
      <w:fldChar w:fldCharType="begin"/>
    </w:r>
    <w:r w:rsidRPr="000D446B">
      <w:rPr>
        <w:rStyle w:val="Character-PageNumber"/>
      </w:rPr>
      <w:instrText xml:space="preserve"> PAGE   \* MERGEFORMAT </w:instrText>
    </w:r>
    <w:r w:rsidR="003D1588" w:rsidRPr="000D446B">
      <w:rPr>
        <w:rStyle w:val="Character-PageNumber"/>
      </w:rPr>
      <w:fldChar w:fldCharType="separate"/>
    </w:r>
    <w:r w:rsidR="00E83D04">
      <w:rPr>
        <w:rStyle w:val="Character-PageNumber"/>
        <w:noProof/>
      </w:rPr>
      <w:t>7</w:t>
    </w:r>
    <w:r w:rsidR="003D1588"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98BFB" w14:textId="2190DC6D" w:rsidR="007A5D5A" w:rsidRDefault="007A5D5A" w:rsidP="000326C9">
    <w:pPr>
      <w:pStyle w:val="FooterRuled"/>
      <w:tabs>
        <w:tab w:val="clear" w:pos="576"/>
      </w:tabs>
    </w:pPr>
    <w:r>
      <w:tab/>
    </w:r>
    <w:r>
      <w:tab/>
      <w:t>pasco / ps-</w:t>
    </w:r>
    <w:r w:rsidR="00CB6E14">
      <w:t>3812</w:t>
    </w:r>
    <w:r>
      <w:tab/>
    </w:r>
    <w:r w:rsidR="00CB6E14">
      <w:rPr>
        <w:rStyle w:val="Character-PageNumber"/>
      </w:rPr>
      <w:fldChar w:fldCharType="begin"/>
    </w:r>
    <w:r w:rsidR="00CB6E14">
      <w:rPr>
        <w:rStyle w:val="Character-PageNumber"/>
      </w:rPr>
      <w:instrText xml:space="preserve">GE   \* MERGEFORMAT </w:instrText>
    </w:r>
    <w:r w:rsidR="00CB6E14">
      <w:rPr>
        <w:rStyle w:val="Character-PageNumber"/>
      </w:rPr>
      <w:fldChar w:fldCharType="separate"/>
    </w:r>
    <w:r w:rsidRPr="000D446B">
      <w:rPr>
        <w:rStyle w:val="Character-PageNumber"/>
      </w:rPr>
      <w:t>1</w:t>
    </w:r>
    <w:r w:rsidR="00CB6E14">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D78F4" w14:textId="77777777" w:rsidR="000F3FC5" w:rsidRDefault="000F3FC5" w:rsidP="00466946">
      <w:r>
        <w:separator/>
      </w:r>
    </w:p>
  </w:footnote>
  <w:footnote w:type="continuationSeparator" w:id="0">
    <w:p w14:paraId="5D9E0F0C" w14:textId="77777777" w:rsidR="000F3FC5" w:rsidRDefault="000F3FC5"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E638" w14:textId="5B674728" w:rsidR="007A5D5A" w:rsidRDefault="007A5D5A">
    <w:pPr>
      <w:pStyle w:val="Header"/>
    </w:pPr>
    <w:r>
      <w:tab/>
    </w:r>
    <w:r w:rsidR="00CB6E14">
      <w:rPr>
        <w:noProof/>
      </w:rPr>
      <w:fldChar w:fldCharType="begin"/>
    </w:r>
    <w:r w:rsidR="00CB6E14">
      <w:rPr>
        <w:noProof/>
      </w:rPr>
      <w:instrText xml:space="preserve"> STYLEREF  "Heading 1"  \* MERGEFORMAT </w:instrText>
    </w:r>
    <w:r w:rsidR="00CB6E14">
      <w:rPr>
        <w:noProof/>
      </w:rPr>
      <w:fldChar w:fldCharType="separate"/>
    </w:r>
    <w:r w:rsidR="008F6CD0">
      <w:rPr>
        <w:noProof/>
      </w:rPr>
      <w:t>Atwood’s Machine</w:t>
    </w:r>
    <w:r w:rsidR="00CB6E14">
      <w:rPr>
        <w:noProof/>
      </w:rPr>
      <w:fldChar w:fldCharType="end"/>
    </w:r>
    <w:r>
      <w:t xml:space="preserve"> / student designed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A4D7" w14:textId="74EFAE43" w:rsidR="007A5D5A" w:rsidRDefault="007A5D5A">
    <w:pPr>
      <w:pStyle w:val="Header"/>
    </w:pPr>
    <w:r>
      <w:tab/>
    </w:r>
    <w:r>
      <w:tab/>
    </w:r>
    <w:r>
      <w:tab/>
    </w:r>
    <w:r w:rsidR="00CB6E14">
      <w:rPr>
        <w:noProof/>
      </w:rPr>
      <w:fldChar w:fldCharType="begin"/>
    </w:r>
    <w:r w:rsidR="00CB6E14">
      <w:rPr>
        <w:noProof/>
      </w:rPr>
      <w:instrText xml:space="preserve"> STYLEREF  "Heading 1"  \* MERGEFORMAT </w:instrText>
    </w:r>
    <w:r w:rsidR="00CB6E14">
      <w:rPr>
        <w:noProof/>
      </w:rPr>
      <w:fldChar w:fldCharType="separate"/>
    </w:r>
    <w:r w:rsidR="008F6CD0">
      <w:rPr>
        <w:noProof/>
      </w:rPr>
      <w:t>Atwood’s Machine</w:t>
    </w:r>
    <w:r w:rsidR="00CB6E14">
      <w:rPr>
        <w:noProof/>
      </w:rPr>
      <w:fldChar w:fldCharType="end"/>
    </w:r>
    <w:r>
      <w:t xml:space="preserve"> / st</w:t>
    </w:r>
    <w:r w:rsidR="00127D54">
      <w:t>U</w:t>
    </w:r>
    <w:r>
      <w:t>dent designed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B827" w14:textId="77777777" w:rsidR="007A5D5A" w:rsidRDefault="007A5D5A" w:rsidP="00EE638E">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4" type="#_x0000_t75" style="width:18.65pt;height:17.3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3E50"/>
    <w:multiLevelType w:val="hybridMultilevel"/>
    <w:tmpl w:val="9FB0C942"/>
    <w:lvl w:ilvl="0" w:tplc="6E3A0404">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38CC73C0"/>
    <w:lvl w:ilvl="0" w:tplc="FBDCE43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980308451">
    <w:abstractNumId w:val="2"/>
  </w:num>
  <w:num w:numId="2" w16cid:durableId="315113365">
    <w:abstractNumId w:val="2"/>
  </w:num>
  <w:num w:numId="3" w16cid:durableId="1363827706">
    <w:abstractNumId w:val="7"/>
  </w:num>
  <w:num w:numId="4" w16cid:durableId="1506626196">
    <w:abstractNumId w:val="7"/>
  </w:num>
  <w:num w:numId="5" w16cid:durableId="378668085">
    <w:abstractNumId w:val="7"/>
  </w:num>
  <w:num w:numId="6" w16cid:durableId="207495563">
    <w:abstractNumId w:val="7"/>
  </w:num>
  <w:num w:numId="7" w16cid:durableId="856891793">
    <w:abstractNumId w:val="0"/>
  </w:num>
  <w:num w:numId="8" w16cid:durableId="1106316435">
    <w:abstractNumId w:val="3"/>
  </w:num>
  <w:num w:numId="9" w16cid:durableId="2096708537">
    <w:abstractNumId w:val="9"/>
  </w:num>
  <w:num w:numId="10" w16cid:durableId="1445465719">
    <w:abstractNumId w:val="5"/>
  </w:num>
  <w:num w:numId="11" w16cid:durableId="1952317561">
    <w:abstractNumId w:val="11"/>
  </w:num>
  <w:num w:numId="12" w16cid:durableId="74128242">
    <w:abstractNumId w:val="2"/>
  </w:num>
  <w:num w:numId="13" w16cid:durableId="2054452988">
    <w:abstractNumId w:val="2"/>
  </w:num>
  <w:num w:numId="14" w16cid:durableId="1155417435">
    <w:abstractNumId w:val="7"/>
  </w:num>
  <w:num w:numId="15" w16cid:durableId="1025862044">
    <w:abstractNumId w:val="7"/>
  </w:num>
  <w:num w:numId="16" w16cid:durableId="1459373479">
    <w:abstractNumId w:val="7"/>
  </w:num>
  <w:num w:numId="17" w16cid:durableId="763381513">
    <w:abstractNumId w:val="7"/>
  </w:num>
  <w:num w:numId="18" w16cid:durableId="845898018">
    <w:abstractNumId w:val="0"/>
  </w:num>
  <w:num w:numId="19" w16cid:durableId="2034261685">
    <w:abstractNumId w:val="3"/>
  </w:num>
  <w:num w:numId="20" w16cid:durableId="449934918">
    <w:abstractNumId w:val="9"/>
  </w:num>
  <w:num w:numId="21" w16cid:durableId="1906329818">
    <w:abstractNumId w:val="9"/>
  </w:num>
  <w:num w:numId="22" w16cid:durableId="1127696119">
    <w:abstractNumId w:val="11"/>
  </w:num>
  <w:num w:numId="23" w16cid:durableId="1982343197">
    <w:abstractNumId w:val="2"/>
  </w:num>
  <w:num w:numId="24" w16cid:durableId="1344165439">
    <w:abstractNumId w:val="3"/>
  </w:num>
  <w:num w:numId="25" w16cid:durableId="59180530">
    <w:abstractNumId w:val="9"/>
  </w:num>
  <w:num w:numId="26" w16cid:durableId="1791583331">
    <w:abstractNumId w:val="11"/>
  </w:num>
  <w:num w:numId="27" w16cid:durableId="1380007725">
    <w:abstractNumId w:val="8"/>
  </w:num>
  <w:num w:numId="28" w16cid:durableId="1685546406">
    <w:abstractNumId w:val="1"/>
  </w:num>
  <w:num w:numId="29" w16cid:durableId="677737516">
    <w:abstractNumId w:val="4"/>
  </w:num>
  <w:num w:numId="30" w16cid:durableId="1247107251">
    <w:abstractNumId w:val="10"/>
  </w:num>
  <w:num w:numId="31" w16cid:durableId="1995791745">
    <w:abstractNumId w:val="6"/>
  </w:num>
  <w:num w:numId="32" w16cid:durableId="2050838067">
    <w:abstractNumId w:val="8"/>
  </w:num>
  <w:num w:numId="33" w16cid:durableId="681664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C01"/>
    <w:rsid w:val="00003763"/>
    <w:rsid w:val="00013541"/>
    <w:rsid w:val="000157C0"/>
    <w:rsid w:val="00022E9E"/>
    <w:rsid w:val="00023362"/>
    <w:rsid w:val="00025411"/>
    <w:rsid w:val="0003002F"/>
    <w:rsid w:val="000312AA"/>
    <w:rsid w:val="000326C9"/>
    <w:rsid w:val="000347B3"/>
    <w:rsid w:val="0003532A"/>
    <w:rsid w:val="00040331"/>
    <w:rsid w:val="00044DF4"/>
    <w:rsid w:val="00045D38"/>
    <w:rsid w:val="00054116"/>
    <w:rsid w:val="0005503E"/>
    <w:rsid w:val="000575EF"/>
    <w:rsid w:val="00057DEE"/>
    <w:rsid w:val="00062E83"/>
    <w:rsid w:val="00063CAD"/>
    <w:rsid w:val="0006500E"/>
    <w:rsid w:val="00066C5F"/>
    <w:rsid w:val="00067199"/>
    <w:rsid w:val="00070F0B"/>
    <w:rsid w:val="00071749"/>
    <w:rsid w:val="00071F08"/>
    <w:rsid w:val="00071F13"/>
    <w:rsid w:val="00072DE9"/>
    <w:rsid w:val="00072F39"/>
    <w:rsid w:val="00073330"/>
    <w:rsid w:val="000740C1"/>
    <w:rsid w:val="00075034"/>
    <w:rsid w:val="00077F49"/>
    <w:rsid w:val="00083499"/>
    <w:rsid w:val="0008438A"/>
    <w:rsid w:val="00084D9F"/>
    <w:rsid w:val="000853EB"/>
    <w:rsid w:val="00087336"/>
    <w:rsid w:val="0008785D"/>
    <w:rsid w:val="000879B4"/>
    <w:rsid w:val="00090B79"/>
    <w:rsid w:val="00090F84"/>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3FC5"/>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279C6"/>
    <w:rsid w:val="00127D54"/>
    <w:rsid w:val="001318A6"/>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28A9"/>
    <w:rsid w:val="001B3823"/>
    <w:rsid w:val="001B4D7C"/>
    <w:rsid w:val="001B6939"/>
    <w:rsid w:val="001B6966"/>
    <w:rsid w:val="001C3349"/>
    <w:rsid w:val="001C399B"/>
    <w:rsid w:val="001C7759"/>
    <w:rsid w:val="001C7842"/>
    <w:rsid w:val="001D6935"/>
    <w:rsid w:val="001E0E29"/>
    <w:rsid w:val="001E117A"/>
    <w:rsid w:val="001E4519"/>
    <w:rsid w:val="001E4739"/>
    <w:rsid w:val="001E57C6"/>
    <w:rsid w:val="001E5FCA"/>
    <w:rsid w:val="001E7A86"/>
    <w:rsid w:val="001F227C"/>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2A14"/>
    <w:rsid w:val="00225279"/>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477B"/>
    <w:rsid w:val="00265FEC"/>
    <w:rsid w:val="0026688A"/>
    <w:rsid w:val="002676E9"/>
    <w:rsid w:val="00267FD3"/>
    <w:rsid w:val="00270D04"/>
    <w:rsid w:val="002718F5"/>
    <w:rsid w:val="00271ED4"/>
    <w:rsid w:val="00276C95"/>
    <w:rsid w:val="0027712B"/>
    <w:rsid w:val="002778E8"/>
    <w:rsid w:val="0028054F"/>
    <w:rsid w:val="0028193C"/>
    <w:rsid w:val="00281C47"/>
    <w:rsid w:val="00282696"/>
    <w:rsid w:val="00282EA5"/>
    <w:rsid w:val="002849C5"/>
    <w:rsid w:val="00284C6F"/>
    <w:rsid w:val="00285A29"/>
    <w:rsid w:val="00287452"/>
    <w:rsid w:val="00290A3B"/>
    <w:rsid w:val="00290A4C"/>
    <w:rsid w:val="002932AC"/>
    <w:rsid w:val="00296A2D"/>
    <w:rsid w:val="00296B05"/>
    <w:rsid w:val="002A1CC0"/>
    <w:rsid w:val="002A3C2A"/>
    <w:rsid w:val="002A4170"/>
    <w:rsid w:val="002A61CE"/>
    <w:rsid w:val="002B0DFC"/>
    <w:rsid w:val="002B2101"/>
    <w:rsid w:val="002B26ED"/>
    <w:rsid w:val="002B2FD6"/>
    <w:rsid w:val="002B6ACB"/>
    <w:rsid w:val="002B70EA"/>
    <w:rsid w:val="002B7941"/>
    <w:rsid w:val="002C1D23"/>
    <w:rsid w:val="002C2479"/>
    <w:rsid w:val="002C2D12"/>
    <w:rsid w:val="002C642D"/>
    <w:rsid w:val="002C7DC5"/>
    <w:rsid w:val="002D1745"/>
    <w:rsid w:val="002D2512"/>
    <w:rsid w:val="002D2798"/>
    <w:rsid w:val="002D2AFE"/>
    <w:rsid w:val="002D534F"/>
    <w:rsid w:val="002D5E83"/>
    <w:rsid w:val="002D6066"/>
    <w:rsid w:val="002D7944"/>
    <w:rsid w:val="002E1416"/>
    <w:rsid w:val="002F0359"/>
    <w:rsid w:val="002F0DAA"/>
    <w:rsid w:val="002F21C0"/>
    <w:rsid w:val="002F2FA1"/>
    <w:rsid w:val="002F34A8"/>
    <w:rsid w:val="002F357A"/>
    <w:rsid w:val="002F4191"/>
    <w:rsid w:val="002F4881"/>
    <w:rsid w:val="002F49D9"/>
    <w:rsid w:val="002F56A4"/>
    <w:rsid w:val="002F66EF"/>
    <w:rsid w:val="002F675C"/>
    <w:rsid w:val="00301A8D"/>
    <w:rsid w:val="00303E66"/>
    <w:rsid w:val="003048D6"/>
    <w:rsid w:val="00304E45"/>
    <w:rsid w:val="00304F81"/>
    <w:rsid w:val="003068FB"/>
    <w:rsid w:val="003109B9"/>
    <w:rsid w:val="00313254"/>
    <w:rsid w:val="003155A9"/>
    <w:rsid w:val="0031659E"/>
    <w:rsid w:val="00316C98"/>
    <w:rsid w:val="00321637"/>
    <w:rsid w:val="00322E20"/>
    <w:rsid w:val="00327D36"/>
    <w:rsid w:val="00330A2A"/>
    <w:rsid w:val="00330DF0"/>
    <w:rsid w:val="00333DF2"/>
    <w:rsid w:val="003351CE"/>
    <w:rsid w:val="00336524"/>
    <w:rsid w:val="00337C52"/>
    <w:rsid w:val="003436BF"/>
    <w:rsid w:val="00345320"/>
    <w:rsid w:val="00350D48"/>
    <w:rsid w:val="00352C6A"/>
    <w:rsid w:val="00353162"/>
    <w:rsid w:val="00353DBF"/>
    <w:rsid w:val="00354D7E"/>
    <w:rsid w:val="00357BFD"/>
    <w:rsid w:val="00362210"/>
    <w:rsid w:val="003721D7"/>
    <w:rsid w:val="00374634"/>
    <w:rsid w:val="00374F5A"/>
    <w:rsid w:val="003813FC"/>
    <w:rsid w:val="00381A03"/>
    <w:rsid w:val="00381E5C"/>
    <w:rsid w:val="00385EB3"/>
    <w:rsid w:val="00386529"/>
    <w:rsid w:val="00387FAE"/>
    <w:rsid w:val="00390A1D"/>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589"/>
    <w:rsid w:val="003A7BFB"/>
    <w:rsid w:val="003B2C30"/>
    <w:rsid w:val="003B3075"/>
    <w:rsid w:val="003B528D"/>
    <w:rsid w:val="003B735D"/>
    <w:rsid w:val="003B76BC"/>
    <w:rsid w:val="003C0DC9"/>
    <w:rsid w:val="003C1A02"/>
    <w:rsid w:val="003C2BE8"/>
    <w:rsid w:val="003C2FBB"/>
    <w:rsid w:val="003C3115"/>
    <w:rsid w:val="003C53FA"/>
    <w:rsid w:val="003C5804"/>
    <w:rsid w:val="003C6196"/>
    <w:rsid w:val="003D1588"/>
    <w:rsid w:val="003E2D80"/>
    <w:rsid w:val="003E310F"/>
    <w:rsid w:val="003E6970"/>
    <w:rsid w:val="003E7799"/>
    <w:rsid w:val="003F1265"/>
    <w:rsid w:val="003F1F04"/>
    <w:rsid w:val="003F64F3"/>
    <w:rsid w:val="003F65C4"/>
    <w:rsid w:val="003F75D3"/>
    <w:rsid w:val="00400030"/>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3348"/>
    <w:rsid w:val="0043575E"/>
    <w:rsid w:val="00442948"/>
    <w:rsid w:val="00443017"/>
    <w:rsid w:val="0044368D"/>
    <w:rsid w:val="00451F1C"/>
    <w:rsid w:val="00453C25"/>
    <w:rsid w:val="00454002"/>
    <w:rsid w:val="004561E0"/>
    <w:rsid w:val="004603AB"/>
    <w:rsid w:val="004605F9"/>
    <w:rsid w:val="0046188F"/>
    <w:rsid w:val="00462499"/>
    <w:rsid w:val="00462F5E"/>
    <w:rsid w:val="00464491"/>
    <w:rsid w:val="00464B10"/>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484"/>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43D7"/>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5909"/>
    <w:rsid w:val="004E623C"/>
    <w:rsid w:val="004E6E2F"/>
    <w:rsid w:val="004E7647"/>
    <w:rsid w:val="004F08EA"/>
    <w:rsid w:val="004F0950"/>
    <w:rsid w:val="004F268F"/>
    <w:rsid w:val="004F3DB3"/>
    <w:rsid w:val="004F5C55"/>
    <w:rsid w:val="004F6544"/>
    <w:rsid w:val="004F6E79"/>
    <w:rsid w:val="004F7992"/>
    <w:rsid w:val="004F7CC5"/>
    <w:rsid w:val="00500B7D"/>
    <w:rsid w:val="005025C4"/>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329B"/>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39A2"/>
    <w:rsid w:val="005E46DF"/>
    <w:rsid w:val="005F1D74"/>
    <w:rsid w:val="005F32BD"/>
    <w:rsid w:val="005F37AC"/>
    <w:rsid w:val="005F49A5"/>
    <w:rsid w:val="005F7579"/>
    <w:rsid w:val="005F7FD4"/>
    <w:rsid w:val="006040C0"/>
    <w:rsid w:val="00605485"/>
    <w:rsid w:val="00606ABD"/>
    <w:rsid w:val="00607DC3"/>
    <w:rsid w:val="00607EAE"/>
    <w:rsid w:val="006102FF"/>
    <w:rsid w:val="00611C4B"/>
    <w:rsid w:val="006134E1"/>
    <w:rsid w:val="006139F3"/>
    <w:rsid w:val="00614BA4"/>
    <w:rsid w:val="00623988"/>
    <w:rsid w:val="00626D2A"/>
    <w:rsid w:val="00630659"/>
    <w:rsid w:val="00633C46"/>
    <w:rsid w:val="0063519E"/>
    <w:rsid w:val="0063756D"/>
    <w:rsid w:val="00637938"/>
    <w:rsid w:val="00642EDB"/>
    <w:rsid w:val="00643662"/>
    <w:rsid w:val="0064426C"/>
    <w:rsid w:val="00645872"/>
    <w:rsid w:val="006555E5"/>
    <w:rsid w:val="006566CD"/>
    <w:rsid w:val="00656A59"/>
    <w:rsid w:val="006574A1"/>
    <w:rsid w:val="00666F1F"/>
    <w:rsid w:val="00671357"/>
    <w:rsid w:val="00671785"/>
    <w:rsid w:val="00672BDB"/>
    <w:rsid w:val="00676203"/>
    <w:rsid w:val="00677B17"/>
    <w:rsid w:val="00683076"/>
    <w:rsid w:val="006918DD"/>
    <w:rsid w:val="006920A8"/>
    <w:rsid w:val="006A6E2F"/>
    <w:rsid w:val="006A70BF"/>
    <w:rsid w:val="006A70FF"/>
    <w:rsid w:val="006A7E2C"/>
    <w:rsid w:val="006B091C"/>
    <w:rsid w:val="006B0E50"/>
    <w:rsid w:val="006B2777"/>
    <w:rsid w:val="006B42BA"/>
    <w:rsid w:val="006B56C1"/>
    <w:rsid w:val="006C2604"/>
    <w:rsid w:val="006C4273"/>
    <w:rsid w:val="006C4B08"/>
    <w:rsid w:val="006C5F3C"/>
    <w:rsid w:val="006C6628"/>
    <w:rsid w:val="006C684A"/>
    <w:rsid w:val="006C7E68"/>
    <w:rsid w:val="006D0819"/>
    <w:rsid w:val="006D0C5C"/>
    <w:rsid w:val="006D1936"/>
    <w:rsid w:val="006D4849"/>
    <w:rsid w:val="006D52A8"/>
    <w:rsid w:val="006D638A"/>
    <w:rsid w:val="006D6BD7"/>
    <w:rsid w:val="006E0EC0"/>
    <w:rsid w:val="006E2D28"/>
    <w:rsid w:val="006E4018"/>
    <w:rsid w:val="006E5FAE"/>
    <w:rsid w:val="006E6510"/>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5A1"/>
    <w:rsid w:val="00710B53"/>
    <w:rsid w:val="00716034"/>
    <w:rsid w:val="00717626"/>
    <w:rsid w:val="00722AD9"/>
    <w:rsid w:val="00722BE0"/>
    <w:rsid w:val="0072630A"/>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5A"/>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1FC8"/>
    <w:rsid w:val="007E381E"/>
    <w:rsid w:val="007E395F"/>
    <w:rsid w:val="007E431E"/>
    <w:rsid w:val="007E484D"/>
    <w:rsid w:val="007F1A6A"/>
    <w:rsid w:val="007F303B"/>
    <w:rsid w:val="007F3051"/>
    <w:rsid w:val="007F38F9"/>
    <w:rsid w:val="007F3A87"/>
    <w:rsid w:val="00802CB9"/>
    <w:rsid w:val="0080589F"/>
    <w:rsid w:val="00806E5E"/>
    <w:rsid w:val="00807F1C"/>
    <w:rsid w:val="00814B2A"/>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0AA2"/>
    <w:rsid w:val="00843D11"/>
    <w:rsid w:val="00852798"/>
    <w:rsid w:val="0085367E"/>
    <w:rsid w:val="0085386B"/>
    <w:rsid w:val="00856FD5"/>
    <w:rsid w:val="00857CA8"/>
    <w:rsid w:val="00857EDF"/>
    <w:rsid w:val="008609EB"/>
    <w:rsid w:val="00861030"/>
    <w:rsid w:val="0086171A"/>
    <w:rsid w:val="008627BA"/>
    <w:rsid w:val="00863F7E"/>
    <w:rsid w:val="008654A5"/>
    <w:rsid w:val="008670D7"/>
    <w:rsid w:val="008672EC"/>
    <w:rsid w:val="008676D7"/>
    <w:rsid w:val="008708BD"/>
    <w:rsid w:val="0087503B"/>
    <w:rsid w:val="00875064"/>
    <w:rsid w:val="0087799C"/>
    <w:rsid w:val="00881F12"/>
    <w:rsid w:val="008838B2"/>
    <w:rsid w:val="00883ECF"/>
    <w:rsid w:val="0088417C"/>
    <w:rsid w:val="00884F4F"/>
    <w:rsid w:val="00891CEC"/>
    <w:rsid w:val="00892897"/>
    <w:rsid w:val="00893291"/>
    <w:rsid w:val="00894714"/>
    <w:rsid w:val="00895939"/>
    <w:rsid w:val="008A06BD"/>
    <w:rsid w:val="008A1399"/>
    <w:rsid w:val="008A18FB"/>
    <w:rsid w:val="008A27DA"/>
    <w:rsid w:val="008A60BB"/>
    <w:rsid w:val="008A65E3"/>
    <w:rsid w:val="008A70C4"/>
    <w:rsid w:val="008B00F3"/>
    <w:rsid w:val="008B2773"/>
    <w:rsid w:val="008B4C33"/>
    <w:rsid w:val="008B7543"/>
    <w:rsid w:val="008B7649"/>
    <w:rsid w:val="008C0782"/>
    <w:rsid w:val="008C2E12"/>
    <w:rsid w:val="008C3C5E"/>
    <w:rsid w:val="008C46E8"/>
    <w:rsid w:val="008C4B03"/>
    <w:rsid w:val="008C53BD"/>
    <w:rsid w:val="008C5602"/>
    <w:rsid w:val="008C71F2"/>
    <w:rsid w:val="008D05EB"/>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8F6CD0"/>
    <w:rsid w:val="00903A14"/>
    <w:rsid w:val="00903DEC"/>
    <w:rsid w:val="00905597"/>
    <w:rsid w:val="009062FA"/>
    <w:rsid w:val="00910492"/>
    <w:rsid w:val="00912985"/>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333A"/>
    <w:rsid w:val="00964348"/>
    <w:rsid w:val="00971F01"/>
    <w:rsid w:val="00972E27"/>
    <w:rsid w:val="0097379C"/>
    <w:rsid w:val="00976002"/>
    <w:rsid w:val="009768AD"/>
    <w:rsid w:val="00980DC9"/>
    <w:rsid w:val="00981C88"/>
    <w:rsid w:val="00983E53"/>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3474"/>
    <w:rsid w:val="009F44F0"/>
    <w:rsid w:val="009F73D5"/>
    <w:rsid w:val="009F74B7"/>
    <w:rsid w:val="009F74F9"/>
    <w:rsid w:val="009F777F"/>
    <w:rsid w:val="009F7C78"/>
    <w:rsid w:val="00A04E7A"/>
    <w:rsid w:val="00A05CE5"/>
    <w:rsid w:val="00A05D63"/>
    <w:rsid w:val="00A06A05"/>
    <w:rsid w:val="00A079DC"/>
    <w:rsid w:val="00A07D1E"/>
    <w:rsid w:val="00A11BA6"/>
    <w:rsid w:val="00A1274A"/>
    <w:rsid w:val="00A14DAC"/>
    <w:rsid w:val="00A16592"/>
    <w:rsid w:val="00A172D8"/>
    <w:rsid w:val="00A20148"/>
    <w:rsid w:val="00A2045F"/>
    <w:rsid w:val="00A249FA"/>
    <w:rsid w:val="00A26281"/>
    <w:rsid w:val="00A276E1"/>
    <w:rsid w:val="00A278C7"/>
    <w:rsid w:val="00A3005B"/>
    <w:rsid w:val="00A304F9"/>
    <w:rsid w:val="00A3231C"/>
    <w:rsid w:val="00A36F50"/>
    <w:rsid w:val="00A4304C"/>
    <w:rsid w:val="00A43C99"/>
    <w:rsid w:val="00A57D0F"/>
    <w:rsid w:val="00A60609"/>
    <w:rsid w:val="00A60FB5"/>
    <w:rsid w:val="00A62167"/>
    <w:rsid w:val="00A64BC2"/>
    <w:rsid w:val="00A65748"/>
    <w:rsid w:val="00A70468"/>
    <w:rsid w:val="00A769C8"/>
    <w:rsid w:val="00A80158"/>
    <w:rsid w:val="00A80FA6"/>
    <w:rsid w:val="00A81C92"/>
    <w:rsid w:val="00A82BCC"/>
    <w:rsid w:val="00A87528"/>
    <w:rsid w:val="00A878A3"/>
    <w:rsid w:val="00A91091"/>
    <w:rsid w:val="00A97743"/>
    <w:rsid w:val="00AA164D"/>
    <w:rsid w:val="00AA19E4"/>
    <w:rsid w:val="00AB065B"/>
    <w:rsid w:val="00AB11DA"/>
    <w:rsid w:val="00AB2DA4"/>
    <w:rsid w:val="00AB5284"/>
    <w:rsid w:val="00AB57B3"/>
    <w:rsid w:val="00AB7B7C"/>
    <w:rsid w:val="00AC069A"/>
    <w:rsid w:val="00AC2251"/>
    <w:rsid w:val="00AC6F88"/>
    <w:rsid w:val="00AC7797"/>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1A4E"/>
    <w:rsid w:val="00B141D5"/>
    <w:rsid w:val="00B14434"/>
    <w:rsid w:val="00B15AB7"/>
    <w:rsid w:val="00B23500"/>
    <w:rsid w:val="00B23953"/>
    <w:rsid w:val="00B24141"/>
    <w:rsid w:val="00B31A17"/>
    <w:rsid w:val="00B3327A"/>
    <w:rsid w:val="00B3551B"/>
    <w:rsid w:val="00B409EF"/>
    <w:rsid w:val="00B422F1"/>
    <w:rsid w:val="00B42D0A"/>
    <w:rsid w:val="00B430BC"/>
    <w:rsid w:val="00B448D4"/>
    <w:rsid w:val="00B4606D"/>
    <w:rsid w:val="00B52AC1"/>
    <w:rsid w:val="00B5617F"/>
    <w:rsid w:val="00B578BC"/>
    <w:rsid w:val="00B61341"/>
    <w:rsid w:val="00B62AD4"/>
    <w:rsid w:val="00B650DC"/>
    <w:rsid w:val="00B66F68"/>
    <w:rsid w:val="00B6765E"/>
    <w:rsid w:val="00B708A8"/>
    <w:rsid w:val="00B71ACA"/>
    <w:rsid w:val="00B746C4"/>
    <w:rsid w:val="00B74F4C"/>
    <w:rsid w:val="00B753EA"/>
    <w:rsid w:val="00B76C35"/>
    <w:rsid w:val="00B8012F"/>
    <w:rsid w:val="00B81853"/>
    <w:rsid w:val="00B82962"/>
    <w:rsid w:val="00B83A82"/>
    <w:rsid w:val="00B9025F"/>
    <w:rsid w:val="00B906CD"/>
    <w:rsid w:val="00B90917"/>
    <w:rsid w:val="00B90D86"/>
    <w:rsid w:val="00B9167D"/>
    <w:rsid w:val="00B91B3B"/>
    <w:rsid w:val="00B92017"/>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5C88"/>
    <w:rsid w:val="00BB7287"/>
    <w:rsid w:val="00BB7693"/>
    <w:rsid w:val="00BC0B64"/>
    <w:rsid w:val="00BC1888"/>
    <w:rsid w:val="00BC2789"/>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285C"/>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4CAF"/>
    <w:rsid w:val="00C55CA0"/>
    <w:rsid w:val="00C56D85"/>
    <w:rsid w:val="00C5718D"/>
    <w:rsid w:val="00C575AE"/>
    <w:rsid w:val="00C60383"/>
    <w:rsid w:val="00C6189D"/>
    <w:rsid w:val="00C64279"/>
    <w:rsid w:val="00C64AE9"/>
    <w:rsid w:val="00C65271"/>
    <w:rsid w:val="00C65DC0"/>
    <w:rsid w:val="00C66D41"/>
    <w:rsid w:val="00C67468"/>
    <w:rsid w:val="00C674A0"/>
    <w:rsid w:val="00C67CCC"/>
    <w:rsid w:val="00C7166B"/>
    <w:rsid w:val="00C725BE"/>
    <w:rsid w:val="00C72852"/>
    <w:rsid w:val="00C7706D"/>
    <w:rsid w:val="00C81DD4"/>
    <w:rsid w:val="00C85175"/>
    <w:rsid w:val="00C901FB"/>
    <w:rsid w:val="00C9097B"/>
    <w:rsid w:val="00C91261"/>
    <w:rsid w:val="00C92E2E"/>
    <w:rsid w:val="00C971F5"/>
    <w:rsid w:val="00C97C62"/>
    <w:rsid w:val="00CA00A2"/>
    <w:rsid w:val="00CA1174"/>
    <w:rsid w:val="00CA1BF0"/>
    <w:rsid w:val="00CA5B9E"/>
    <w:rsid w:val="00CA643E"/>
    <w:rsid w:val="00CA7CF8"/>
    <w:rsid w:val="00CB01A2"/>
    <w:rsid w:val="00CB1DEF"/>
    <w:rsid w:val="00CB252D"/>
    <w:rsid w:val="00CB308B"/>
    <w:rsid w:val="00CB34D2"/>
    <w:rsid w:val="00CB36AF"/>
    <w:rsid w:val="00CB37AB"/>
    <w:rsid w:val="00CB46E5"/>
    <w:rsid w:val="00CB6E14"/>
    <w:rsid w:val="00CB74E9"/>
    <w:rsid w:val="00CC03A1"/>
    <w:rsid w:val="00CC0B6C"/>
    <w:rsid w:val="00CC0FB0"/>
    <w:rsid w:val="00CC2378"/>
    <w:rsid w:val="00CC30B8"/>
    <w:rsid w:val="00CC3752"/>
    <w:rsid w:val="00CC621A"/>
    <w:rsid w:val="00CC668C"/>
    <w:rsid w:val="00CC687C"/>
    <w:rsid w:val="00CC698A"/>
    <w:rsid w:val="00CD0527"/>
    <w:rsid w:val="00CD0949"/>
    <w:rsid w:val="00CD0B43"/>
    <w:rsid w:val="00CD0E59"/>
    <w:rsid w:val="00CD2E8C"/>
    <w:rsid w:val="00CD5F1E"/>
    <w:rsid w:val="00CD6A69"/>
    <w:rsid w:val="00CE0089"/>
    <w:rsid w:val="00CE026F"/>
    <w:rsid w:val="00CE310C"/>
    <w:rsid w:val="00CE3DAE"/>
    <w:rsid w:val="00CE3EE7"/>
    <w:rsid w:val="00CF017C"/>
    <w:rsid w:val="00CF2283"/>
    <w:rsid w:val="00CF34F8"/>
    <w:rsid w:val="00CF490F"/>
    <w:rsid w:val="00CF4E5F"/>
    <w:rsid w:val="00CF5025"/>
    <w:rsid w:val="00D002FE"/>
    <w:rsid w:val="00D013B9"/>
    <w:rsid w:val="00D03166"/>
    <w:rsid w:val="00D07289"/>
    <w:rsid w:val="00D1128F"/>
    <w:rsid w:val="00D11B12"/>
    <w:rsid w:val="00D12911"/>
    <w:rsid w:val="00D144D7"/>
    <w:rsid w:val="00D161A2"/>
    <w:rsid w:val="00D20A9E"/>
    <w:rsid w:val="00D20BCD"/>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285A"/>
    <w:rsid w:val="00D5333F"/>
    <w:rsid w:val="00D55BDD"/>
    <w:rsid w:val="00D566B8"/>
    <w:rsid w:val="00D57710"/>
    <w:rsid w:val="00D6077F"/>
    <w:rsid w:val="00D62EE7"/>
    <w:rsid w:val="00D641EB"/>
    <w:rsid w:val="00D67B98"/>
    <w:rsid w:val="00D701EC"/>
    <w:rsid w:val="00D74D97"/>
    <w:rsid w:val="00D751A1"/>
    <w:rsid w:val="00D763B6"/>
    <w:rsid w:val="00D80F15"/>
    <w:rsid w:val="00D81D1E"/>
    <w:rsid w:val="00D83AA0"/>
    <w:rsid w:val="00D83C01"/>
    <w:rsid w:val="00D83C45"/>
    <w:rsid w:val="00D90676"/>
    <w:rsid w:val="00D907E9"/>
    <w:rsid w:val="00D9136F"/>
    <w:rsid w:val="00D9215A"/>
    <w:rsid w:val="00D96A04"/>
    <w:rsid w:val="00DA1F69"/>
    <w:rsid w:val="00DA2C7B"/>
    <w:rsid w:val="00DA3B45"/>
    <w:rsid w:val="00DA3D9D"/>
    <w:rsid w:val="00DB3076"/>
    <w:rsid w:val="00DC0C11"/>
    <w:rsid w:val="00DC0D0D"/>
    <w:rsid w:val="00DC1320"/>
    <w:rsid w:val="00DC1976"/>
    <w:rsid w:val="00DC650D"/>
    <w:rsid w:val="00DC7282"/>
    <w:rsid w:val="00DD1DCC"/>
    <w:rsid w:val="00DD395D"/>
    <w:rsid w:val="00DD50AD"/>
    <w:rsid w:val="00DD53DC"/>
    <w:rsid w:val="00DD5432"/>
    <w:rsid w:val="00DD5877"/>
    <w:rsid w:val="00DD5BBA"/>
    <w:rsid w:val="00DD6A66"/>
    <w:rsid w:val="00DE131F"/>
    <w:rsid w:val="00DE2A18"/>
    <w:rsid w:val="00DE3475"/>
    <w:rsid w:val="00DE4B8F"/>
    <w:rsid w:val="00DE54E6"/>
    <w:rsid w:val="00DE61C7"/>
    <w:rsid w:val="00DF0756"/>
    <w:rsid w:val="00DF08B8"/>
    <w:rsid w:val="00DF1D5E"/>
    <w:rsid w:val="00DF2E64"/>
    <w:rsid w:val="00DF408C"/>
    <w:rsid w:val="00DF6851"/>
    <w:rsid w:val="00DF6D46"/>
    <w:rsid w:val="00E037F9"/>
    <w:rsid w:val="00E0464F"/>
    <w:rsid w:val="00E04829"/>
    <w:rsid w:val="00E04BB9"/>
    <w:rsid w:val="00E073A8"/>
    <w:rsid w:val="00E0762F"/>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44B64"/>
    <w:rsid w:val="00E53C10"/>
    <w:rsid w:val="00E53DA4"/>
    <w:rsid w:val="00E55960"/>
    <w:rsid w:val="00E55D33"/>
    <w:rsid w:val="00E572DF"/>
    <w:rsid w:val="00E60E53"/>
    <w:rsid w:val="00E62BA2"/>
    <w:rsid w:val="00E62DDA"/>
    <w:rsid w:val="00E64045"/>
    <w:rsid w:val="00E64F84"/>
    <w:rsid w:val="00E658F8"/>
    <w:rsid w:val="00E70AE6"/>
    <w:rsid w:val="00E71B45"/>
    <w:rsid w:val="00E71E30"/>
    <w:rsid w:val="00E72C95"/>
    <w:rsid w:val="00E731A7"/>
    <w:rsid w:val="00E73C6A"/>
    <w:rsid w:val="00E75152"/>
    <w:rsid w:val="00E76AD9"/>
    <w:rsid w:val="00E8057B"/>
    <w:rsid w:val="00E820BB"/>
    <w:rsid w:val="00E82510"/>
    <w:rsid w:val="00E825B3"/>
    <w:rsid w:val="00E836EB"/>
    <w:rsid w:val="00E83D04"/>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687C"/>
    <w:rsid w:val="00EC742C"/>
    <w:rsid w:val="00ED11FA"/>
    <w:rsid w:val="00ED1BDE"/>
    <w:rsid w:val="00ED69D3"/>
    <w:rsid w:val="00ED7037"/>
    <w:rsid w:val="00ED77BF"/>
    <w:rsid w:val="00EE0078"/>
    <w:rsid w:val="00EE4078"/>
    <w:rsid w:val="00EE43A0"/>
    <w:rsid w:val="00EE638E"/>
    <w:rsid w:val="00EE7CDD"/>
    <w:rsid w:val="00EF05CC"/>
    <w:rsid w:val="00EF0A3D"/>
    <w:rsid w:val="00EF151C"/>
    <w:rsid w:val="00EF1870"/>
    <w:rsid w:val="00EF2843"/>
    <w:rsid w:val="00EF287B"/>
    <w:rsid w:val="00EF4E46"/>
    <w:rsid w:val="00EF6927"/>
    <w:rsid w:val="00EF6D0B"/>
    <w:rsid w:val="00F0121F"/>
    <w:rsid w:val="00F015BE"/>
    <w:rsid w:val="00F01B73"/>
    <w:rsid w:val="00F05A5E"/>
    <w:rsid w:val="00F06700"/>
    <w:rsid w:val="00F12349"/>
    <w:rsid w:val="00F125E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287B"/>
    <w:rsid w:val="00FC305D"/>
    <w:rsid w:val="00FC4063"/>
    <w:rsid w:val="00FC4552"/>
    <w:rsid w:val="00FC69E0"/>
    <w:rsid w:val="00FD09D6"/>
    <w:rsid w:val="00FD2A6C"/>
    <w:rsid w:val="00FD72B8"/>
    <w:rsid w:val="00FD77B9"/>
    <w:rsid w:val="00FE09C2"/>
    <w:rsid w:val="00FE1BF5"/>
    <w:rsid w:val="00FE310D"/>
    <w:rsid w:val="00FE5B5B"/>
    <w:rsid w:val="00FE7114"/>
    <w:rsid w:val="00FF0ACC"/>
    <w:rsid w:val="00FF1935"/>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A1D63"/>
  <w15:docId w15:val="{9BB0CB0C-043A-43FA-BF72-9306EAB5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FB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CC0FB0"/>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CC0FB0"/>
    <w:pPr>
      <w:outlineLvl w:val="1"/>
    </w:pPr>
  </w:style>
  <w:style w:type="paragraph" w:styleId="Heading3">
    <w:name w:val="heading 3"/>
    <w:basedOn w:val="Normal"/>
    <w:next w:val="BodyText"/>
    <w:link w:val="Heading3Char"/>
    <w:semiHidden/>
    <w:qFormat/>
    <w:rsid w:val="00CC0FB0"/>
    <w:pPr>
      <w:spacing w:before="120"/>
      <w:outlineLvl w:val="2"/>
    </w:pPr>
    <w:rPr>
      <w:rFonts w:ascii="Arial" w:hAnsi="Arial"/>
      <w:b/>
    </w:rPr>
  </w:style>
  <w:style w:type="paragraph" w:styleId="Heading4">
    <w:name w:val="heading 4"/>
    <w:basedOn w:val="Normal"/>
    <w:next w:val="Normal"/>
    <w:link w:val="Heading4Char"/>
    <w:semiHidden/>
    <w:qFormat/>
    <w:rsid w:val="00CC0FB0"/>
    <w:pPr>
      <w:keepNext/>
      <w:outlineLvl w:val="3"/>
    </w:pPr>
    <w:rPr>
      <w:rFonts w:ascii="Helvetica" w:hAnsi="Helvetica"/>
      <w:i/>
      <w:sz w:val="20"/>
    </w:rPr>
  </w:style>
  <w:style w:type="paragraph" w:styleId="Heading5">
    <w:name w:val="heading 5"/>
    <w:basedOn w:val="Normal"/>
    <w:next w:val="Normal"/>
    <w:link w:val="Heading5Char"/>
    <w:semiHidden/>
    <w:qFormat/>
    <w:rsid w:val="00CC0FB0"/>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CC0FB0"/>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CC0FB0"/>
    <w:pPr>
      <w:numPr>
        <w:ilvl w:val="6"/>
        <w:numId w:val="3"/>
      </w:numPr>
      <w:spacing w:before="240" w:after="60"/>
      <w:outlineLvl w:val="6"/>
    </w:pPr>
  </w:style>
  <w:style w:type="paragraph" w:styleId="Heading8">
    <w:name w:val="heading 8"/>
    <w:basedOn w:val="Normal"/>
    <w:next w:val="Normal"/>
    <w:link w:val="Heading8Char"/>
    <w:semiHidden/>
    <w:qFormat/>
    <w:rsid w:val="00CC0FB0"/>
    <w:pPr>
      <w:spacing w:before="240" w:after="60"/>
      <w:outlineLvl w:val="7"/>
    </w:pPr>
    <w:rPr>
      <w:i/>
      <w:iCs/>
    </w:rPr>
  </w:style>
  <w:style w:type="paragraph" w:styleId="Heading9">
    <w:name w:val="heading 9"/>
    <w:basedOn w:val="Normal"/>
    <w:next w:val="Normal"/>
    <w:link w:val="Heading9Char"/>
    <w:semiHidden/>
    <w:qFormat/>
    <w:rsid w:val="00CC0FB0"/>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CC0FB0"/>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CC0FB0"/>
    <w:pPr>
      <w:ind w:firstLine="0"/>
    </w:pPr>
  </w:style>
  <w:style w:type="paragraph" w:customStyle="1" w:styleId="Answer">
    <w:name w:val="Answer"/>
    <w:basedOn w:val="StepIndent"/>
    <w:link w:val="AnswerChar"/>
    <w:qFormat/>
    <w:rsid w:val="00CC0FB0"/>
    <w:pPr>
      <w:spacing w:before="60" w:after="60" w:line="240" w:lineRule="atLeast"/>
    </w:pPr>
    <w:rPr>
      <w:rFonts w:ascii="Arial Narrow" w:hAnsi="Arial Narrow" w:cs="Arial"/>
      <w:sz w:val="18"/>
    </w:rPr>
  </w:style>
  <w:style w:type="paragraph" w:customStyle="1" w:styleId="AnswerCentered">
    <w:name w:val="Answer Centered"/>
    <w:basedOn w:val="Answer"/>
    <w:rsid w:val="00CC0FB0"/>
    <w:pPr>
      <w:tabs>
        <w:tab w:val="left" w:pos="216"/>
      </w:tabs>
      <w:jc w:val="center"/>
    </w:pPr>
  </w:style>
  <w:style w:type="table" w:customStyle="1" w:styleId="AnswersTable">
    <w:name w:val="Answers Table"/>
    <w:basedOn w:val="TableNormal"/>
    <w:rsid w:val="00CC0FB0"/>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CC0FB0"/>
    <w:rPr>
      <w:rFonts w:ascii="Tahoma" w:hAnsi="Tahoma" w:cs="Tahoma"/>
      <w:sz w:val="16"/>
      <w:szCs w:val="16"/>
    </w:rPr>
  </w:style>
  <w:style w:type="character" w:customStyle="1" w:styleId="BalloonTextChar">
    <w:name w:val="Balloon Text Char"/>
    <w:basedOn w:val="DefaultParagraphFont"/>
    <w:link w:val="BalloonText"/>
    <w:semiHidden/>
    <w:rsid w:val="00CC0FB0"/>
    <w:rPr>
      <w:rFonts w:ascii="Tahoma" w:eastAsia="Times New Roman" w:hAnsi="Tahoma" w:cs="Tahoma"/>
      <w:sz w:val="16"/>
      <w:szCs w:val="16"/>
    </w:rPr>
  </w:style>
  <w:style w:type="paragraph" w:styleId="BodyText">
    <w:name w:val="Body Text"/>
    <w:link w:val="BodyTextChar"/>
    <w:rsid w:val="00CC0FB0"/>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CC0FB0"/>
    <w:rPr>
      <w:rFonts w:ascii="Century Schoolbook" w:eastAsia="Times New Roman" w:hAnsi="Century Schoolbook" w:cs="Times New Roman"/>
      <w:sz w:val="20"/>
      <w:szCs w:val="20"/>
    </w:rPr>
  </w:style>
  <w:style w:type="paragraph" w:customStyle="1" w:styleId="BodyIndent">
    <w:name w:val="Body Indent"/>
    <w:basedOn w:val="BodyText"/>
    <w:rsid w:val="00CC0FB0"/>
    <w:pPr>
      <w:ind w:left="360"/>
    </w:pPr>
  </w:style>
  <w:style w:type="paragraph" w:customStyle="1" w:styleId="BodySpace">
    <w:name w:val="Body Space"/>
    <w:basedOn w:val="BodyText"/>
    <w:rsid w:val="00CC0FB0"/>
    <w:pPr>
      <w:spacing w:before="0"/>
    </w:pPr>
    <w:rPr>
      <w:sz w:val="12"/>
    </w:rPr>
  </w:style>
  <w:style w:type="paragraph" w:customStyle="1" w:styleId="BodyTextCentered">
    <w:name w:val="Body Text Centered"/>
    <w:basedOn w:val="BodyText"/>
    <w:qFormat/>
    <w:rsid w:val="00CC0FB0"/>
    <w:pPr>
      <w:jc w:val="center"/>
    </w:pPr>
  </w:style>
  <w:style w:type="paragraph" w:customStyle="1" w:styleId="BulletedText">
    <w:name w:val="Bulleted Text"/>
    <w:basedOn w:val="Normal"/>
    <w:link w:val="BulletedTextChar"/>
    <w:qFormat/>
    <w:rsid w:val="00CC0FB0"/>
    <w:pPr>
      <w:numPr>
        <w:numId w:val="1"/>
      </w:numPr>
      <w:tabs>
        <w:tab w:val="left" w:pos="360"/>
        <w:tab w:val="left" w:pos="720"/>
      </w:tabs>
      <w:spacing w:before="120"/>
    </w:pPr>
    <w:rPr>
      <w:rFonts w:ascii="Century Schoolbook" w:hAnsi="Century Schoolbook"/>
      <w:sz w:val="20"/>
    </w:rPr>
  </w:style>
  <w:style w:type="paragraph" w:styleId="Caption">
    <w:name w:val="caption"/>
    <w:rsid w:val="00CC0FB0"/>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CC0FB0"/>
    <w:pPr>
      <w:keepNext w:val="0"/>
      <w:spacing w:after="120"/>
    </w:pPr>
  </w:style>
  <w:style w:type="character" w:customStyle="1" w:styleId="Character-Bold">
    <w:name w:val="Character - Bold"/>
    <w:rsid w:val="00CC0FB0"/>
    <w:rPr>
      <w:b/>
    </w:rPr>
  </w:style>
  <w:style w:type="character" w:customStyle="1" w:styleId="Character-BoldandItalic">
    <w:name w:val="Character - Bold and Italic"/>
    <w:rsid w:val="00CC0FB0"/>
    <w:rPr>
      <w:b/>
      <w:i/>
    </w:rPr>
  </w:style>
  <w:style w:type="character" w:customStyle="1" w:styleId="Character-Subscript">
    <w:name w:val="Character - Subscript"/>
    <w:basedOn w:val="DefaultParagraphFont"/>
    <w:qFormat/>
    <w:rsid w:val="00CC0FB0"/>
    <w:rPr>
      <w:dstrike w:val="0"/>
      <w:vertAlign w:val="subscript"/>
    </w:rPr>
  </w:style>
  <w:style w:type="character" w:customStyle="1" w:styleId="Character-ChemSubscript">
    <w:name w:val="Character - Chem Subscript"/>
    <w:basedOn w:val="Character-Subscript"/>
    <w:qFormat/>
    <w:rsid w:val="00CC0FB0"/>
    <w:rPr>
      <w:rFonts w:ascii="Arial" w:hAnsi="Arial"/>
      <w:dstrike w:val="0"/>
      <w:vertAlign w:val="subscript"/>
    </w:rPr>
  </w:style>
  <w:style w:type="character" w:customStyle="1" w:styleId="Character-Superscript">
    <w:name w:val="Character - Superscript"/>
    <w:basedOn w:val="DefaultParagraphFont"/>
    <w:qFormat/>
    <w:rsid w:val="00CC0FB0"/>
    <w:rPr>
      <w:dstrike w:val="0"/>
      <w:vertAlign w:val="superscript"/>
    </w:rPr>
  </w:style>
  <w:style w:type="character" w:customStyle="1" w:styleId="Character-ChemSuperscript">
    <w:name w:val="Character - Chem Superscript"/>
    <w:basedOn w:val="Character-Superscript"/>
    <w:qFormat/>
    <w:rsid w:val="00CC0FB0"/>
    <w:rPr>
      <w:rFonts w:ascii="Arial" w:hAnsi="Arial"/>
      <w:dstrike w:val="0"/>
      <w:vertAlign w:val="superscript"/>
    </w:rPr>
  </w:style>
  <w:style w:type="character" w:customStyle="1" w:styleId="Character-Italic">
    <w:name w:val="Character - Italic"/>
    <w:qFormat/>
    <w:rsid w:val="00CC0FB0"/>
    <w:rPr>
      <w:i/>
    </w:rPr>
  </w:style>
  <w:style w:type="character" w:customStyle="1" w:styleId="Character-PageNumber">
    <w:name w:val="Character - Page Number"/>
    <w:qFormat/>
    <w:rsid w:val="00CC0FB0"/>
    <w:rPr>
      <w:rFonts w:ascii="Arial Narrow" w:hAnsi="Arial Narrow"/>
      <w:b/>
      <w:dstrike w:val="0"/>
      <w:color w:val="auto"/>
      <w:sz w:val="28"/>
      <w:vertAlign w:val="baseline"/>
    </w:rPr>
  </w:style>
  <w:style w:type="character" w:styleId="CommentReference">
    <w:name w:val="annotation reference"/>
    <w:basedOn w:val="DefaultParagraphFont"/>
    <w:semiHidden/>
    <w:rsid w:val="00CC0FB0"/>
    <w:rPr>
      <w:sz w:val="16"/>
      <w:szCs w:val="16"/>
    </w:rPr>
  </w:style>
  <w:style w:type="paragraph" w:styleId="CommentText">
    <w:name w:val="annotation text"/>
    <w:basedOn w:val="Normal"/>
    <w:link w:val="CommentTextChar"/>
    <w:semiHidden/>
    <w:rsid w:val="00CC0FB0"/>
    <w:rPr>
      <w:sz w:val="20"/>
    </w:rPr>
  </w:style>
  <w:style w:type="character" w:customStyle="1" w:styleId="CommentTextChar">
    <w:name w:val="Comment Text Char"/>
    <w:basedOn w:val="DefaultParagraphFont"/>
    <w:link w:val="CommentText"/>
    <w:semiHidden/>
    <w:rsid w:val="00CC0FB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CC0FB0"/>
    <w:rPr>
      <w:b/>
      <w:bCs/>
    </w:rPr>
  </w:style>
  <w:style w:type="character" w:customStyle="1" w:styleId="CommentSubjectChar">
    <w:name w:val="Comment Subject Char"/>
    <w:basedOn w:val="CommentTextChar"/>
    <w:link w:val="CommentSubject"/>
    <w:semiHidden/>
    <w:rsid w:val="00CC0FB0"/>
    <w:rPr>
      <w:rFonts w:ascii="Times New Roman" w:eastAsia="Times New Roman" w:hAnsi="Times New Roman" w:cs="Times New Roman"/>
      <w:b/>
      <w:bCs/>
      <w:sz w:val="20"/>
      <w:szCs w:val="20"/>
    </w:rPr>
  </w:style>
  <w:style w:type="table" w:customStyle="1" w:styleId="DataTable">
    <w:name w:val="Data Table"/>
    <w:basedOn w:val="AnswersTable"/>
    <w:rsid w:val="00CC0FB0"/>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CC0FB0"/>
    <w:pPr>
      <w:tabs>
        <w:tab w:val="right" w:pos="8640"/>
      </w:tabs>
      <w:ind w:left="648"/>
    </w:pPr>
  </w:style>
  <w:style w:type="paragraph" w:customStyle="1" w:styleId="FirstPageHeader">
    <w:name w:val="First Page Header"/>
    <w:basedOn w:val="Normal"/>
    <w:semiHidden/>
    <w:locked/>
    <w:rsid w:val="00CC0FB0"/>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CC0FB0"/>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CC0FB0"/>
    <w:pPr>
      <w:spacing w:before="40" w:line="180" w:lineRule="atLeast"/>
    </w:pPr>
    <w:rPr>
      <w:rFonts w:ascii="Arial Narrow" w:hAnsi="Arial Narrow"/>
      <w:sz w:val="18"/>
      <w:szCs w:val="18"/>
    </w:rPr>
  </w:style>
  <w:style w:type="character" w:styleId="FootnoteReference">
    <w:name w:val="footnote reference"/>
    <w:basedOn w:val="DefaultParagraphFont"/>
    <w:semiHidden/>
    <w:rsid w:val="00CC0FB0"/>
    <w:rPr>
      <w:vertAlign w:val="superscript"/>
    </w:rPr>
  </w:style>
  <w:style w:type="paragraph" w:styleId="FootnoteText">
    <w:name w:val="footnote text"/>
    <w:link w:val="FootnoteTextChar"/>
    <w:semiHidden/>
    <w:rsid w:val="00CC0FB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CC0FB0"/>
    <w:rPr>
      <w:rFonts w:ascii="Arial Narrow" w:eastAsia="Times New Roman" w:hAnsi="Arial Narrow" w:cs="Times New Roman"/>
      <w:sz w:val="18"/>
      <w:szCs w:val="18"/>
    </w:rPr>
  </w:style>
  <w:style w:type="paragraph" w:styleId="Header">
    <w:name w:val="header"/>
    <w:link w:val="HeaderChar"/>
    <w:rsid w:val="00CC0FB0"/>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CC0FB0"/>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CC0FB0"/>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CC0FB0"/>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CC0FB0"/>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CC0FB0"/>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CC0FB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CC0FB0"/>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CC0FB0"/>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CC0FB0"/>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CC0FB0"/>
    <w:rPr>
      <w:rFonts w:ascii="Arial" w:eastAsia="Times New Roman" w:hAnsi="Arial" w:cs="Arial"/>
    </w:rPr>
  </w:style>
  <w:style w:type="paragraph" w:customStyle="1" w:styleId="Materialslist">
    <w:name w:val="Materials list"/>
    <w:basedOn w:val="BodyText"/>
    <w:rsid w:val="00CC0FB0"/>
    <w:pPr>
      <w:numPr>
        <w:numId w:val="28"/>
      </w:numPr>
      <w:tabs>
        <w:tab w:val="left" w:pos="144"/>
      </w:tabs>
      <w:spacing w:before="40" w:after="40"/>
      <w:ind w:left="0" w:firstLine="0"/>
    </w:pPr>
    <w:rPr>
      <w:sz w:val="18"/>
    </w:rPr>
  </w:style>
  <w:style w:type="table" w:customStyle="1" w:styleId="MaterialsList0">
    <w:name w:val="Materials List"/>
    <w:basedOn w:val="AnswersTable"/>
    <w:locked/>
    <w:rsid w:val="00CC0FB0"/>
    <w:tblPr>
      <w:tblCellMar>
        <w:left w:w="115" w:type="dxa"/>
        <w:right w:w="115" w:type="dxa"/>
      </w:tblCellMar>
    </w:tblPr>
    <w:tcPr>
      <w:noWrap/>
    </w:tcPr>
  </w:style>
  <w:style w:type="paragraph" w:customStyle="1" w:styleId="MaterialsListCont">
    <w:name w:val="Materials List Cont."/>
    <w:basedOn w:val="Materialslist"/>
    <w:rsid w:val="00CC0FB0"/>
    <w:pPr>
      <w:numPr>
        <w:numId w:val="0"/>
      </w:numPr>
      <w:ind w:firstLine="144"/>
    </w:pPr>
  </w:style>
  <w:style w:type="paragraph" w:customStyle="1" w:styleId="Note">
    <w:name w:val="Note"/>
    <w:qFormat/>
    <w:rsid w:val="00CC0FB0"/>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CC0FB0"/>
    <w:rPr>
      <w:color w:val="808080"/>
    </w:rPr>
  </w:style>
  <w:style w:type="paragraph" w:customStyle="1" w:styleId="SectionHead">
    <w:name w:val="Section Head"/>
    <w:next w:val="BodyText"/>
    <w:rsid w:val="00CC0FB0"/>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CC0FB0"/>
    <w:pPr>
      <w:pageBreakBefore/>
      <w:spacing w:before="120"/>
    </w:pPr>
  </w:style>
  <w:style w:type="paragraph" w:customStyle="1" w:styleId="StepBullet">
    <w:name w:val="Step Bullet"/>
    <w:basedOn w:val="Step"/>
    <w:rsid w:val="00CC0FB0"/>
    <w:pPr>
      <w:numPr>
        <w:numId w:val="8"/>
      </w:numPr>
      <w:tabs>
        <w:tab w:val="left" w:pos="864"/>
      </w:tabs>
      <w:ind w:hanging="288"/>
    </w:pPr>
  </w:style>
  <w:style w:type="paragraph" w:customStyle="1" w:styleId="StepIndent2">
    <w:name w:val="Step Indent 2"/>
    <w:basedOn w:val="Step"/>
    <w:link w:val="StepIndent2Char"/>
    <w:rsid w:val="00CC0FB0"/>
    <w:pPr>
      <w:ind w:left="648" w:firstLine="0"/>
    </w:pPr>
  </w:style>
  <w:style w:type="paragraph" w:customStyle="1" w:styleId="StepIndentList">
    <w:name w:val="Step Indent List"/>
    <w:basedOn w:val="StepIndent"/>
    <w:link w:val="StepIndentListChar"/>
    <w:qFormat/>
    <w:rsid w:val="00CC0FB0"/>
    <w:pPr>
      <w:ind w:left="648" w:hanging="288"/>
    </w:pPr>
  </w:style>
  <w:style w:type="paragraph" w:customStyle="1" w:styleId="Subhead1">
    <w:name w:val="Subhead 1"/>
    <w:basedOn w:val="SectionHead"/>
    <w:next w:val="BodyText"/>
    <w:qFormat/>
    <w:rsid w:val="00CC0FB0"/>
    <w:pPr>
      <w:spacing w:before="240" w:line="240" w:lineRule="exact"/>
    </w:pPr>
    <w:rPr>
      <w:rFonts w:ascii="Arial" w:hAnsi="Arial"/>
      <w:i/>
      <w:sz w:val="20"/>
    </w:rPr>
  </w:style>
  <w:style w:type="paragraph" w:customStyle="1" w:styleId="Subhead1TOP">
    <w:name w:val="Subhead 1 TOP"/>
    <w:basedOn w:val="Subhead1"/>
    <w:qFormat/>
    <w:rsid w:val="00CC0FB0"/>
    <w:pPr>
      <w:pageBreakBefore/>
      <w:spacing w:before="120"/>
    </w:pPr>
  </w:style>
  <w:style w:type="paragraph" w:customStyle="1" w:styleId="SVAnswerLineBox">
    <w:name w:val="SV_Answer Line Box"/>
    <w:rsid w:val="00265FEC"/>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CC0FB0"/>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CC0FB0"/>
    <w:pPr>
      <w:spacing w:before="1200" w:after="60" w:line="220" w:lineRule="atLeast"/>
    </w:pPr>
  </w:style>
  <w:style w:type="paragraph" w:customStyle="1" w:styleId="TableColumnHdg">
    <w:name w:val="Table Column Hdg"/>
    <w:rsid w:val="00CC0FB0"/>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CC0FB0"/>
    <w:rPr>
      <w:sz w:val="18"/>
      <w:szCs w:val="16"/>
    </w:rPr>
  </w:style>
  <w:style w:type="paragraph" w:customStyle="1" w:styleId="TableTextCentered">
    <w:name w:val="Table Text Centered"/>
    <w:basedOn w:val="TableTextLeft"/>
    <w:qFormat/>
    <w:rsid w:val="00CC0FB0"/>
    <w:pPr>
      <w:jc w:val="center"/>
    </w:pPr>
  </w:style>
  <w:style w:type="table" w:styleId="TableGrid">
    <w:name w:val="Table Grid"/>
    <w:basedOn w:val="TableNormal"/>
    <w:rsid w:val="00CC0FB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CC0FB0"/>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CC0FB0"/>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1E117A"/>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CC0FB0"/>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CC0FB0"/>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CC0FB0"/>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CC0FB0"/>
    <w:rPr>
      <w:rFonts w:ascii="Arial Narrow" w:eastAsia="Times New Roman" w:hAnsi="Arial Narrow" w:cs="Times New Roman"/>
      <w:sz w:val="18"/>
      <w:szCs w:val="18"/>
    </w:rPr>
  </w:style>
  <w:style w:type="paragraph" w:styleId="Footer">
    <w:name w:val="footer"/>
    <w:basedOn w:val="Normal"/>
    <w:link w:val="FooterChar"/>
    <w:uiPriority w:val="99"/>
    <w:semiHidden/>
    <w:rsid w:val="00CC0FB0"/>
    <w:pPr>
      <w:tabs>
        <w:tab w:val="center" w:pos="4680"/>
        <w:tab w:val="right" w:pos="9360"/>
      </w:tabs>
    </w:pPr>
  </w:style>
  <w:style w:type="character" w:customStyle="1" w:styleId="FooterChar">
    <w:name w:val="Footer Char"/>
    <w:basedOn w:val="DefaultParagraphFont"/>
    <w:link w:val="Footer"/>
    <w:uiPriority w:val="99"/>
    <w:semiHidden/>
    <w:rsid w:val="00CC0FB0"/>
    <w:rPr>
      <w:rFonts w:ascii="Times New Roman" w:eastAsia="Times New Roman" w:hAnsi="Times New Roman" w:cs="Times New Roman"/>
      <w:sz w:val="24"/>
      <w:szCs w:val="20"/>
    </w:rPr>
  </w:style>
  <w:style w:type="paragraph" w:styleId="Revision">
    <w:name w:val="Revision"/>
    <w:hidden/>
    <w:uiPriority w:val="99"/>
    <w:semiHidden/>
    <w:rsid w:val="00CC0FB0"/>
    <w:pPr>
      <w:spacing w:after="0" w:line="240" w:lineRule="auto"/>
    </w:pPr>
    <w:rPr>
      <w:rFonts w:ascii="Times New Roman" w:eastAsia="Times New Roman" w:hAnsi="Times New Roman" w:cs="Times New Roman"/>
      <w:sz w:val="24"/>
      <w:szCs w:val="20"/>
    </w:rPr>
  </w:style>
  <w:style w:type="paragraph" w:customStyle="1" w:styleId="Callout">
    <w:name w:val="Callout"/>
    <w:rsid w:val="00CC0FB0"/>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CC0FB0"/>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CC0FB0"/>
    <w:rPr>
      <w:rFonts w:ascii="Arial Narrow" w:hAnsi="Arial Narrow"/>
    </w:rPr>
  </w:style>
  <w:style w:type="paragraph" w:customStyle="1" w:styleId="TableAnswerCentered">
    <w:name w:val="Table Answer Centered"/>
    <w:basedOn w:val="TableAnswerLeft"/>
    <w:qFormat/>
    <w:rsid w:val="00CC0FB0"/>
    <w:pPr>
      <w:jc w:val="center"/>
    </w:pPr>
  </w:style>
  <w:style w:type="paragraph" w:customStyle="1" w:styleId="AnswerList">
    <w:name w:val="Answer List"/>
    <w:basedOn w:val="Answer"/>
    <w:qFormat/>
    <w:rsid w:val="00CC0FB0"/>
    <w:pPr>
      <w:ind w:left="648" w:hanging="288"/>
    </w:pPr>
  </w:style>
  <w:style w:type="paragraph" w:customStyle="1" w:styleId="StepIndent2Hdg">
    <w:name w:val="Step Indent 2 Hdg"/>
    <w:basedOn w:val="StepIndent2"/>
    <w:qFormat/>
    <w:rsid w:val="00CC0FB0"/>
    <w:rPr>
      <w:smallCaps/>
      <w:sz w:val="18"/>
    </w:rPr>
  </w:style>
  <w:style w:type="paragraph" w:customStyle="1" w:styleId="StepIndentBullet2">
    <w:name w:val="Step Indent Bullet 2"/>
    <w:basedOn w:val="StepIndent"/>
    <w:qFormat/>
    <w:rsid w:val="00CC0FB0"/>
    <w:pPr>
      <w:numPr>
        <w:numId w:val="9"/>
      </w:numPr>
      <w:tabs>
        <w:tab w:val="left" w:pos="1008"/>
      </w:tabs>
    </w:pPr>
  </w:style>
  <w:style w:type="paragraph" w:customStyle="1" w:styleId="AnswerBullet">
    <w:name w:val="Answer Bullet"/>
    <w:basedOn w:val="Answer"/>
    <w:qFormat/>
    <w:rsid w:val="00CC0FB0"/>
    <w:pPr>
      <w:numPr>
        <w:numId w:val="11"/>
      </w:numPr>
      <w:tabs>
        <w:tab w:val="clear" w:pos="360"/>
      </w:tabs>
      <w:ind w:left="648" w:hanging="288"/>
    </w:pPr>
  </w:style>
  <w:style w:type="paragraph" w:customStyle="1" w:styleId="AnswerIndent">
    <w:name w:val="Answer Indent"/>
    <w:basedOn w:val="Answer"/>
    <w:qFormat/>
    <w:rsid w:val="00CC0FB0"/>
    <w:pPr>
      <w:tabs>
        <w:tab w:val="left" w:pos="936"/>
        <w:tab w:val="left" w:pos="1224"/>
        <w:tab w:val="left" w:pos="1512"/>
      </w:tabs>
      <w:ind w:left="648"/>
    </w:pPr>
  </w:style>
  <w:style w:type="paragraph" w:customStyle="1" w:styleId="Subhead2">
    <w:name w:val="Subhead 2"/>
    <w:next w:val="Step"/>
    <w:qFormat/>
    <w:rsid w:val="00CC0FB0"/>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CC0FB0"/>
    <w:pPr>
      <w:pageBreakBefore/>
      <w:spacing w:before="120"/>
    </w:pPr>
    <w:rPr>
      <w:rFonts w:eastAsia="Arial Unicode MS"/>
    </w:rPr>
  </w:style>
  <w:style w:type="paragraph" w:customStyle="1" w:styleId="AnswerSingle">
    <w:name w:val="Answer Single"/>
    <w:basedOn w:val="Answer"/>
    <w:qFormat/>
    <w:rsid w:val="00CC0FB0"/>
    <w:pPr>
      <w:spacing w:before="0" w:after="0"/>
    </w:pPr>
  </w:style>
  <w:style w:type="paragraph" w:customStyle="1" w:styleId="AuthorNote">
    <w:name w:val="Author Note"/>
    <w:rsid w:val="00CC0FB0"/>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CC0FB0"/>
    <w:pPr>
      <w:spacing w:before="0"/>
    </w:pPr>
  </w:style>
  <w:style w:type="character" w:customStyle="1" w:styleId="Character-Regular">
    <w:name w:val="Character - Regular"/>
    <w:qFormat/>
    <w:rsid w:val="00CC0FB0"/>
  </w:style>
  <w:style w:type="character" w:customStyle="1" w:styleId="Character-Run-inHead">
    <w:name w:val="Character - Run-in Head"/>
    <w:rsid w:val="00CC0FB0"/>
    <w:rPr>
      <w:rFonts w:ascii="Century Schoolbook" w:hAnsi="Century Schoolbook"/>
      <w:b/>
      <w:sz w:val="18"/>
    </w:rPr>
  </w:style>
  <w:style w:type="paragraph" w:customStyle="1" w:styleId="Objectives">
    <w:name w:val="Objectives"/>
    <w:basedOn w:val="BodyText"/>
    <w:qFormat/>
    <w:rsid w:val="00CC0FB0"/>
    <w:rPr>
      <w:sz w:val="18"/>
    </w:rPr>
  </w:style>
  <w:style w:type="paragraph" w:customStyle="1" w:styleId="TableTextRight">
    <w:name w:val="Table Text Right"/>
    <w:basedOn w:val="TableTextLeft"/>
    <w:qFormat/>
    <w:rsid w:val="00CC0FB0"/>
    <w:pPr>
      <w:framePr w:hSpace="7200" w:wrap="around" w:vAnchor="text" w:hAnchor="text" w:y="1"/>
      <w:ind w:right="144"/>
      <w:suppressOverlap/>
      <w:jc w:val="right"/>
    </w:pPr>
  </w:style>
  <w:style w:type="paragraph" w:customStyle="1" w:styleId="Image-Center">
    <w:name w:val="Image - Center"/>
    <w:basedOn w:val="Normal"/>
    <w:qFormat/>
    <w:rsid w:val="00CC0FB0"/>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CC0FB0"/>
    <w:pPr>
      <w:suppressAutoHyphens w:val="0"/>
      <w:spacing w:after="120" w:line="240" w:lineRule="atLeast"/>
    </w:pPr>
  </w:style>
  <w:style w:type="paragraph" w:customStyle="1" w:styleId="Image-Indent">
    <w:name w:val="Image - Indent"/>
    <w:basedOn w:val="Image-Left"/>
    <w:qFormat/>
    <w:rsid w:val="00CC0FB0"/>
    <w:pPr>
      <w:ind w:left="720"/>
    </w:pPr>
  </w:style>
  <w:style w:type="paragraph" w:customStyle="1" w:styleId="TableDataCentered">
    <w:name w:val="Table Data Centered"/>
    <w:basedOn w:val="TableTextLeft"/>
    <w:qFormat/>
    <w:rsid w:val="00265FEC"/>
    <w:pPr>
      <w:jc w:val="center"/>
    </w:pPr>
  </w:style>
  <w:style w:type="character" w:customStyle="1" w:styleId="StepIndent2Char">
    <w:name w:val="Step Indent 2 Char"/>
    <w:basedOn w:val="StepChar"/>
    <w:link w:val="StepIndent2"/>
    <w:rsid w:val="00CC0FB0"/>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CC0FB0"/>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CC0FB0"/>
    <w:rPr>
      <w:sz w:val="2"/>
    </w:rPr>
  </w:style>
  <w:style w:type="paragraph" w:customStyle="1" w:styleId="CaptionIndent">
    <w:name w:val="Caption Indent"/>
    <w:basedOn w:val="Caption"/>
    <w:qFormat/>
    <w:rsid w:val="00CC0FB0"/>
    <w:pPr>
      <w:ind w:left="360"/>
    </w:pPr>
  </w:style>
  <w:style w:type="paragraph" w:customStyle="1" w:styleId="NoteIndent">
    <w:name w:val="Note Indent"/>
    <w:basedOn w:val="Note"/>
    <w:qFormat/>
    <w:rsid w:val="00CC0FB0"/>
    <w:pPr>
      <w:ind w:left="360"/>
    </w:pPr>
  </w:style>
  <w:style w:type="paragraph" w:customStyle="1" w:styleId="StepQuestion">
    <w:name w:val="Step Question"/>
    <w:basedOn w:val="Step"/>
    <w:rsid w:val="00CC0FB0"/>
    <w:pPr>
      <w:numPr>
        <w:numId w:val="27"/>
      </w:numPr>
      <w:tabs>
        <w:tab w:val="clear" w:pos="360"/>
        <w:tab w:val="left" w:pos="0"/>
      </w:tabs>
      <w:ind w:left="360" w:hanging="648"/>
    </w:pPr>
  </w:style>
  <w:style w:type="character" w:styleId="EndnoteReference">
    <w:name w:val="endnote reference"/>
    <w:basedOn w:val="DefaultParagraphFont"/>
    <w:semiHidden/>
    <w:rsid w:val="00CC0FB0"/>
    <w:rPr>
      <w:vertAlign w:val="superscript"/>
    </w:rPr>
  </w:style>
  <w:style w:type="paragraph" w:styleId="EndnoteText">
    <w:name w:val="endnote text"/>
    <w:basedOn w:val="Normal"/>
    <w:link w:val="EndnoteTextChar"/>
    <w:semiHidden/>
    <w:rsid w:val="00CC0FB0"/>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CC0FB0"/>
    <w:rPr>
      <w:rFonts w:ascii="Century Schoolbook" w:eastAsia="Times New Roman" w:hAnsi="Century Schoolbook" w:cs="Times New Roman"/>
      <w:sz w:val="18"/>
      <w:szCs w:val="20"/>
    </w:rPr>
  </w:style>
  <w:style w:type="paragraph" w:customStyle="1" w:styleId="AnswerLeft">
    <w:name w:val="Answer Left"/>
    <w:basedOn w:val="Answer"/>
    <w:qFormat/>
    <w:rsid w:val="00CC0FB0"/>
    <w:pPr>
      <w:ind w:left="0"/>
    </w:pPr>
    <w:rPr>
      <w:sz w:val="20"/>
    </w:rPr>
  </w:style>
  <w:style w:type="paragraph" w:customStyle="1" w:styleId="NoteIndent2">
    <w:name w:val="Note Indent 2"/>
    <w:basedOn w:val="NoteIndent"/>
    <w:qFormat/>
    <w:rsid w:val="00CC0FB0"/>
    <w:pPr>
      <w:ind w:left="648"/>
    </w:pPr>
  </w:style>
  <w:style w:type="character" w:styleId="Hyperlink">
    <w:name w:val="Hyperlink"/>
    <w:basedOn w:val="DefaultParagraphFont"/>
    <w:uiPriority w:val="99"/>
    <w:unhideWhenUsed/>
    <w:rsid w:val="00A04E7A"/>
    <w:rPr>
      <w:color w:val="0000FF" w:themeColor="hyperlink"/>
      <w:u w:val="single"/>
    </w:rPr>
  </w:style>
  <w:style w:type="paragraph" w:customStyle="1" w:styleId="QuestionMarkforBox">
    <w:name w:val="Question Mark for Box"/>
    <w:rsid w:val="00265FEC"/>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265FEC"/>
    <w:rPr>
      <w:i/>
      <w:iCs/>
    </w:rPr>
  </w:style>
  <w:style w:type="paragraph" w:customStyle="1" w:styleId="HeadingSubhead">
    <w:name w:val="Heading Subhead"/>
    <w:basedOn w:val="Subhead2"/>
    <w:qFormat/>
    <w:rsid w:val="00CC0FB0"/>
    <w:pPr>
      <w:spacing w:before="0"/>
      <w:jc w:val="right"/>
    </w:pPr>
  </w:style>
  <w:style w:type="character" w:customStyle="1" w:styleId="Character-SubscriptItalic">
    <w:name w:val="Character - Subscript Italic"/>
    <w:qFormat/>
    <w:rsid w:val="00CC0FB0"/>
    <w:rPr>
      <w:i/>
      <w:dstrike w:val="0"/>
      <w:vertAlign w:val="subscript"/>
    </w:rPr>
  </w:style>
  <w:style w:type="paragraph" w:customStyle="1" w:styleId="StepQuestionTOP">
    <w:name w:val="Step Question TOP"/>
    <w:basedOn w:val="StepQuestion"/>
    <w:qFormat/>
    <w:rsid w:val="00CC0FB0"/>
    <w:pPr>
      <w:pageBreakBefore/>
      <w:numPr>
        <w:numId w:val="0"/>
      </w:numPr>
      <w:spacing w:before="0"/>
    </w:pPr>
  </w:style>
  <w:style w:type="paragraph" w:customStyle="1" w:styleId="StepTOP">
    <w:name w:val="Step TOP"/>
    <w:basedOn w:val="Step"/>
    <w:qFormat/>
    <w:rsid w:val="00CC0FB0"/>
    <w:pPr>
      <w:pageBreakBefore/>
      <w:spacing w:before="0"/>
    </w:pPr>
  </w:style>
  <w:style w:type="paragraph" w:customStyle="1" w:styleId="BulletedText2">
    <w:name w:val="Bulleted Text 2"/>
    <w:basedOn w:val="BulletedText"/>
    <w:qFormat/>
    <w:rsid w:val="00CC0FB0"/>
    <w:pPr>
      <w:ind w:left="720"/>
    </w:pPr>
  </w:style>
  <w:style w:type="paragraph" w:customStyle="1" w:styleId="BodyIndent2">
    <w:name w:val="Body Indent 2"/>
    <w:basedOn w:val="BodyIndent"/>
    <w:qFormat/>
    <w:rsid w:val="00CC0FB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6823">
      <w:bodyDiv w:val="1"/>
      <w:marLeft w:val="0"/>
      <w:marRight w:val="0"/>
      <w:marTop w:val="0"/>
      <w:marBottom w:val="0"/>
      <w:divBdr>
        <w:top w:val="none" w:sz="0" w:space="0" w:color="auto"/>
        <w:left w:val="none" w:sz="0" w:space="0" w:color="auto"/>
        <w:bottom w:val="none" w:sz="0" w:space="0" w:color="auto"/>
        <w:right w:val="none" w:sz="0" w:space="0" w:color="auto"/>
      </w:divBdr>
    </w:div>
    <w:div w:id="524759165">
      <w:bodyDiv w:val="1"/>
      <w:marLeft w:val="0"/>
      <w:marRight w:val="0"/>
      <w:marTop w:val="0"/>
      <w:marBottom w:val="0"/>
      <w:divBdr>
        <w:top w:val="none" w:sz="0" w:space="0" w:color="auto"/>
        <w:left w:val="none" w:sz="0" w:space="0" w:color="auto"/>
        <w:bottom w:val="none" w:sz="0" w:space="0" w:color="auto"/>
        <w:right w:val="none" w:sz="0" w:space="0" w:color="auto"/>
      </w:divBdr>
    </w:div>
    <w:div w:id="649595977">
      <w:bodyDiv w:val="1"/>
      <w:marLeft w:val="0"/>
      <w:marRight w:val="0"/>
      <w:marTop w:val="0"/>
      <w:marBottom w:val="0"/>
      <w:divBdr>
        <w:top w:val="none" w:sz="0" w:space="0" w:color="auto"/>
        <w:left w:val="none" w:sz="0" w:space="0" w:color="auto"/>
        <w:bottom w:val="none" w:sz="0" w:space="0" w:color="auto"/>
        <w:right w:val="none" w:sz="0" w:space="0" w:color="auto"/>
      </w:divBdr>
    </w:div>
    <w:div w:id="702094018">
      <w:bodyDiv w:val="1"/>
      <w:marLeft w:val="0"/>
      <w:marRight w:val="0"/>
      <w:marTop w:val="0"/>
      <w:marBottom w:val="0"/>
      <w:divBdr>
        <w:top w:val="none" w:sz="0" w:space="0" w:color="auto"/>
        <w:left w:val="none" w:sz="0" w:space="0" w:color="auto"/>
        <w:bottom w:val="none" w:sz="0" w:space="0" w:color="auto"/>
        <w:right w:val="none" w:sz="0" w:space="0" w:color="auto"/>
      </w:divBdr>
    </w:div>
    <w:div w:id="739601329">
      <w:bodyDiv w:val="1"/>
      <w:marLeft w:val="0"/>
      <w:marRight w:val="0"/>
      <w:marTop w:val="0"/>
      <w:marBottom w:val="0"/>
      <w:divBdr>
        <w:top w:val="none" w:sz="0" w:space="0" w:color="auto"/>
        <w:left w:val="none" w:sz="0" w:space="0" w:color="auto"/>
        <w:bottom w:val="none" w:sz="0" w:space="0" w:color="auto"/>
        <w:right w:val="none" w:sz="0" w:space="0" w:color="auto"/>
      </w:divBdr>
    </w:div>
    <w:div w:id="786000069">
      <w:bodyDiv w:val="1"/>
      <w:marLeft w:val="0"/>
      <w:marRight w:val="0"/>
      <w:marTop w:val="0"/>
      <w:marBottom w:val="0"/>
      <w:divBdr>
        <w:top w:val="none" w:sz="0" w:space="0" w:color="auto"/>
        <w:left w:val="none" w:sz="0" w:space="0" w:color="auto"/>
        <w:bottom w:val="none" w:sz="0" w:space="0" w:color="auto"/>
        <w:right w:val="none" w:sz="0" w:space="0" w:color="auto"/>
      </w:divBdr>
    </w:div>
    <w:div w:id="808740090">
      <w:bodyDiv w:val="1"/>
      <w:marLeft w:val="0"/>
      <w:marRight w:val="0"/>
      <w:marTop w:val="0"/>
      <w:marBottom w:val="0"/>
      <w:divBdr>
        <w:top w:val="none" w:sz="0" w:space="0" w:color="auto"/>
        <w:left w:val="none" w:sz="0" w:space="0" w:color="auto"/>
        <w:bottom w:val="none" w:sz="0" w:space="0" w:color="auto"/>
        <w:right w:val="none" w:sz="0" w:space="0" w:color="auto"/>
      </w:divBdr>
    </w:div>
    <w:div w:id="842284912">
      <w:bodyDiv w:val="1"/>
      <w:marLeft w:val="0"/>
      <w:marRight w:val="0"/>
      <w:marTop w:val="0"/>
      <w:marBottom w:val="0"/>
      <w:divBdr>
        <w:top w:val="none" w:sz="0" w:space="0" w:color="auto"/>
        <w:left w:val="none" w:sz="0" w:space="0" w:color="auto"/>
        <w:bottom w:val="none" w:sz="0" w:space="0" w:color="auto"/>
        <w:right w:val="none" w:sz="0" w:space="0" w:color="auto"/>
      </w:divBdr>
    </w:div>
    <w:div w:id="1245795090">
      <w:bodyDiv w:val="1"/>
      <w:marLeft w:val="0"/>
      <w:marRight w:val="0"/>
      <w:marTop w:val="0"/>
      <w:marBottom w:val="0"/>
      <w:divBdr>
        <w:top w:val="none" w:sz="0" w:space="0" w:color="auto"/>
        <w:left w:val="none" w:sz="0" w:space="0" w:color="auto"/>
        <w:bottom w:val="none" w:sz="0" w:space="0" w:color="auto"/>
        <w:right w:val="none" w:sz="0" w:space="0" w:color="auto"/>
      </w:divBdr>
    </w:div>
    <w:div w:id="1373380316">
      <w:bodyDiv w:val="1"/>
      <w:marLeft w:val="0"/>
      <w:marRight w:val="0"/>
      <w:marTop w:val="0"/>
      <w:marBottom w:val="0"/>
      <w:divBdr>
        <w:top w:val="none" w:sz="0" w:space="0" w:color="auto"/>
        <w:left w:val="none" w:sz="0" w:space="0" w:color="auto"/>
        <w:bottom w:val="none" w:sz="0" w:space="0" w:color="auto"/>
        <w:right w:val="none" w:sz="0" w:space="0" w:color="auto"/>
      </w:divBdr>
    </w:div>
    <w:div w:id="1374578642">
      <w:bodyDiv w:val="1"/>
      <w:marLeft w:val="0"/>
      <w:marRight w:val="0"/>
      <w:marTop w:val="0"/>
      <w:marBottom w:val="0"/>
      <w:divBdr>
        <w:top w:val="none" w:sz="0" w:space="0" w:color="auto"/>
        <w:left w:val="none" w:sz="0" w:space="0" w:color="auto"/>
        <w:bottom w:val="none" w:sz="0" w:space="0" w:color="auto"/>
        <w:right w:val="none" w:sz="0" w:space="0" w:color="auto"/>
      </w:divBdr>
    </w:div>
    <w:div w:id="1596094364">
      <w:bodyDiv w:val="1"/>
      <w:marLeft w:val="0"/>
      <w:marRight w:val="0"/>
      <w:marTop w:val="0"/>
      <w:marBottom w:val="0"/>
      <w:divBdr>
        <w:top w:val="none" w:sz="0" w:space="0" w:color="auto"/>
        <w:left w:val="none" w:sz="0" w:space="0" w:color="auto"/>
        <w:bottom w:val="none" w:sz="0" w:space="0" w:color="auto"/>
        <w:right w:val="none" w:sz="0" w:space="0" w:color="auto"/>
      </w:divBdr>
    </w:div>
    <w:div w:id="1614362466">
      <w:bodyDiv w:val="1"/>
      <w:marLeft w:val="0"/>
      <w:marRight w:val="0"/>
      <w:marTop w:val="0"/>
      <w:marBottom w:val="0"/>
      <w:divBdr>
        <w:top w:val="none" w:sz="0" w:space="0" w:color="auto"/>
        <w:left w:val="none" w:sz="0" w:space="0" w:color="auto"/>
        <w:bottom w:val="none" w:sz="0" w:space="0" w:color="auto"/>
        <w:right w:val="none" w:sz="0" w:space="0" w:color="auto"/>
      </w:divBdr>
    </w:div>
    <w:div w:id="1686440986">
      <w:bodyDiv w:val="1"/>
      <w:marLeft w:val="0"/>
      <w:marRight w:val="0"/>
      <w:marTop w:val="0"/>
      <w:marBottom w:val="0"/>
      <w:divBdr>
        <w:top w:val="none" w:sz="0" w:space="0" w:color="auto"/>
        <w:left w:val="none" w:sz="0" w:space="0" w:color="auto"/>
        <w:bottom w:val="none" w:sz="0" w:space="0" w:color="auto"/>
        <w:right w:val="none" w:sz="0" w:space="0" w:color="auto"/>
      </w:divBdr>
    </w:div>
    <w:div w:id="21353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jp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www.pasco.com/ap3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udent%20Designed%20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5F10B52-125B-465B-AE20-A0C996AF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Student Designed SD.dotx</Template>
  <TotalTime>11</TotalTime>
  <Pages>6</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Plank;starkey@pasco.com</dc:creator>
  <cp:lastModifiedBy>Dan Burns</cp:lastModifiedBy>
  <cp:revision>5</cp:revision>
  <cp:lastPrinted>2014-10-28T16:21:00Z</cp:lastPrinted>
  <dcterms:created xsi:type="dcterms:W3CDTF">2019-01-25T15:42:00Z</dcterms:created>
  <dcterms:modified xsi:type="dcterms:W3CDTF">2022-10-07T18:55:00Z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